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C39304" w14:textId="0088A925" w:rsidR="00176A9B" w:rsidRPr="00D16A3F" w:rsidRDefault="008C069E" w:rsidP="00CD0A4D">
      <w:pPr>
        <w:pStyle w:val="Texto"/>
        <w:spacing w:after="120" w:line="240" w:lineRule="atLeast"/>
        <w:ind w:firstLine="0"/>
        <w:jc w:val="center"/>
        <w:rPr>
          <w:rFonts w:ascii="Montserrat" w:hAnsi="Montserrat"/>
          <w:b/>
          <w:szCs w:val="18"/>
          <w:u w:val="single"/>
          <w:lang w:val="es-MX"/>
        </w:rPr>
      </w:pPr>
      <w:bookmarkStart w:id="0" w:name="_GoBack"/>
      <w:bookmarkEnd w:id="0"/>
      <w:r w:rsidRPr="00D16A3F">
        <w:rPr>
          <w:rFonts w:ascii="Montserrat" w:hAnsi="Montserrat"/>
          <w:b/>
          <w:szCs w:val="18"/>
          <w:u w:val="single"/>
          <w:lang w:val="es-MX"/>
        </w:rPr>
        <w:t xml:space="preserve">SERIE </w:t>
      </w:r>
      <w:r w:rsidR="00685AD5" w:rsidRPr="00D16A3F">
        <w:rPr>
          <w:rFonts w:ascii="Montserrat" w:hAnsi="Montserrat"/>
          <w:b/>
          <w:szCs w:val="18"/>
          <w:u w:val="single"/>
          <w:lang w:val="es-MX"/>
        </w:rPr>
        <w:t>R2</w:t>
      </w:r>
      <w:r w:rsidR="00C472E8" w:rsidRPr="00D16A3F">
        <w:rPr>
          <w:rFonts w:ascii="Montserrat" w:hAnsi="Montserrat"/>
          <w:b/>
          <w:szCs w:val="18"/>
          <w:u w:val="single"/>
          <w:lang w:val="es-MX"/>
        </w:rPr>
        <w:t>4</w:t>
      </w:r>
      <w:r w:rsidR="00BE6A62" w:rsidRPr="00D16A3F">
        <w:rPr>
          <w:rFonts w:ascii="Montserrat" w:hAnsi="Montserrat"/>
          <w:b/>
          <w:szCs w:val="18"/>
          <w:u w:val="single"/>
          <w:lang w:val="es-MX"/>
        </w:rPr>
        <w:t xml:space="preserve"> </w:t>
      </w:r>
      <w:r w:rsidR="00685AD5" w:rsidRPr="00D16A3F">
        <w:rPr>
          <w:rFonts w:ascii="Montserrat" w:hAnsi="Montserrat"/>
          <w:b/>
          <w:szCs w:val="18"/>
          <w:u w:val="single"/>
          <w:lang w:val="es-MX"/>
        </w:rPr>
        <w:t>INFORMACIÓN OPERATIVA</w:t>
      </w:r>
    </w:p>
    <w:p w14:paraId="73EBC921" w14:textId="77777777" w:rsidR="007E7359" w:rsidRPr="00D16A3F" w:rsidRDefault="007E7359" w:rsidP="007E7359">
      <w:pPr>
        <w:pStyle w:val="Texto"/>
        <w:spacing w:after="240" w:line="240" w:lineRule="atLeast"/>
        <w:ind w:firstLine="0"/>
        <w:jc w:val="center"/>
        <w:rPr>
          <w:rFonts w:ascii="Montserrat" w:hAnsi="Montserrat"/>
          <w:b/>
          <w:i/>
          <w:szCs w:val="18"/>
          <w:lang w:val="es-MX"/>
        </w:rPr>
      </w:pPr>
    </w:p>
    <w:p w14:paraId="378FFE89" w14:textId="5F0677D8" w:rsidR="00A3266D" w:rsidRPr="00D16A3F" w:rsidRDefault="007E7359" w:rsidP="007E7359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  <w:r w:rsidRPr="00D16A3F">
        <w:rPr>
          <w:rFonts w:ascii="Montserrat" w:hAnsi="Montserrat"/>
          <w:szCs w:val="18"/>
          <w:lang w:val="es-MX"/>
        </w:rPr>
        <w:t xml:space="preserve">Esta serie </w:t>
      </w:r>
      <w:r w:rsidR="000509C9" w:rsidRPr="00D16A3F">
        <w:rPr>
          <w:rFonts w:ascii="Montserrat" w:hAnsi="Montserrat"/>
          <w:szCs w:val="18"/>
          <w:lang w:val="es-MX"/>
        </w:rPr>
        <w:t xml:space="preserve">está </w:t>
      </w:r>
      <w:r w:rsidRPr="00D16A3F">
        <w:rPr>
          <w:rFonts w:ascii="Montserrat" w:hAnsi="Montserrat"/>
          <w:szCs w:val="18"/>
          <w:lang w:val="es-MX"/>
        </w:rPr>
        <w:t xml:space="preserve">integrada por </w:t>
      </w:r>
      <w:r w:rsidR="00513110" w:rsidRPr="00D16A3F">
        <w:rPr>
          <w:rFonts w:ascii="Montserrat" w:hAnsi="Montserrat"/>
          <w:szCs w:val="18"/>
          <w:lang w:val="es-MX"/>
        </w:rPr>
        <w:t>cinco</w:t>
      </w:r>
      <w:r w:rsidR="00513110" w:rsidRPr="00D16A3F">
        <w:rPr>
          <w:rFonts w:ascii="Montserrat" w:hAnsi="Montserrat"/>
          <w:color w:val="000000" w:themeColor="text1"/>
          <w:szCs w:val="18"/>
          <w:lang w:val="es-MX"/>
        </w:rPr>
        <w:t xml:space="preserve"> </w:t>
      </w:r>
      <w:r w:rsidRPr="00D16A3F">
        <w:rPr>
          <w:rFonts w:ascii="Montserrat" w:hAnsi="Montserrat"/>
          <w:color w:val="000000" w:themeColor="text1"/>
          <w:szCs w:val="18"/>
          <w:lang w:val="es-MX"/>
        </w:rPr>
        <w:t>(</w:t>
      </w:r>
      <w:r w:rsidR="00513110" w:rsidRPr="00D16A3F">
        <w:rPr>
          <w:rFonts w:ascii="Montserrat" w:hAnsi="Montserrat"/>
          <w:color w:val="000000" w:themeColor="text1"/>
          <w:szCs w:val="18"/>
          <w:lang w:val="es-MX"/>
        </w:rPr>
        <w:t>5</w:t>
      </w:r>
      <w:r w:rsidRPr="00D16A3F">
        <w:rPr>
          <w:rFonts w:ascii="Montserrat" w:hAnsi="Montserrat"/>
          <w:color w:val="000000" w:themeColor="text1"/>
          <w:szCs w:val="18"/>
          <w:lang w:val="es-MX"/>
        </w:rPr>
        <w:t>) reportes</w:t>
      </w:r>
      <w:r w:rsidRPr="00D16A3F">
        <w:rPr>
          <w:rFonts w:ascii="Montserrat" w:hAnsi="Montserrat"/>
          <w:szCs w:val="18"/>
          <w:lang w:val="es-MX"/>
        </w:rPr>
        <w:t xml:space="preserve">, cuya frecuencia de elaboración y presentación debe ser </w:t>
      </w:r>
      <w:r w:rsidR="00EE3959" w:rsidRPr="00D16A3F">
        <w:rPr>
          <w:rFonts w:ascii="Montserrat" w:hAnsi="Montserrat"/>
          <w:b/>
          <w:szCs w:val="18"/>
          <w:u w:val="single"/>
          <w:lang w:val="es-MX"/>
        </w:rPr>
        <w:t>por evento</w:t>
      </w:r>
      <w:r w:rsidR="00EE3959" w:rsidRPr="00D16A3F">
        <w:rPr>
          <w:rFonts w:ascii="Montserrat" w:hAnsi="Montserrat"/>
          <w:szCs w:val="18"/>
          <w:lang w:val="es-MX"/>
        </w:rPr>
        <w:t xml:space="preserve">, </w:t>
      </w:r>
      <w:r w:rsidR="00330436">
        <w:rPr>
          <w:rFonts w:ascii="Montserrat" w:hAnsi="Montserrat"/>
          <w:szCs w:val="18"/>
          <w:lang w:val="es-MX"/>
        </w:rPr>
        <w:t xml:space="preserve">excepto el </w:t>
      </w:r>
      <w:r w:rsidR="00FF6040" w:rsidRPr="00D16A3F">
        <w:rPr>
          <w:rFonts w:ascii="Montserrat" w:hAnsi="Montserrat"/>
          <w:szCs w:val="18"/>
          <w:lang w:val="es-MX"/>
        </w:rPr>
        <w:t xml:space="preserve">R24 </w:t>
      </w:r>
      <w:r w:rsidR="00EE3959" w:rsidRPr="00D16A3F">
        <w:rPr>
          <w:rFonts w:ascii="Montserrat" w:hAnsi="Montserrat"/>
          <w:szCs w:val="18"/>
          <w:lang w:val="es-MX"/>
        </w:rPr>
        <w:t>G-242</w:t>
      </w:r>
      <w:r w:rsidR="00330436">
        <w:rPr>
          <w:rFonts w:ascii="Montserrat" w:hAnsi="Montserrat"/>
          <w:szCs w:val="18"/>
          <w:lang w:val="es-MX"/>
        </w:rPr>
        <w:t>5</w:t>
      </w:r>
      <w:r w:rsidR="00EE3959" w:rsidRPr="00D16A3F">
        <w:rPr>
          <w:rFonts w:ascii="Montserrat" w:hAnsi="Montserrat"/>
          <w:szCs w:val="18"/>
          <w:lang w:val="es-MX"/>
        </w:rPr>
        <w:t xml:space="preserve"> </w:t>
      </w:r>
      <w:r w:rsidR="004C02F1" w:rsidRPr="00C23F18">
        <w:rPr>
          <w:rFonts w:ascii="Montserrat" w:hAnsi="Montserrat"/>
          <w:b/>
          <w:szCs w:val="18"/>
          <w:lang w:val="es-MX"/>
        </w:rPr>
        <w:t xml:space="preserve">Segregación de cuentas </w:t>
      </w:r>
      <w:r w:rsidR="005D72E1">
        <w:rPr>
          <w:rFonts w:ascii="Montserrat" w:hAnsi="Montserrat"/>
          <w:b/>
          <w:szCs w:val="18"/>
          <w:lang w:val="es-MX"/>
        </w:rPr>
        <w:t>para el</w:t>
      </w:r>
      <w:r w:rsidR="004C02F1" w:rsidRPr="00C23F18">
        <w:rPr>
          <w:rFonts w:ascii="Montserrat" w:hAnsi="Montserrat"/>
          <w:b/>
          <w:szCs w:val="18"/>
          <w:lang w:val="es-MX"/>
        </w:rPr>
        <w:t xml:space="preserve"> manejo de recursos de los clientes</w:t>
      </w:r>
      <w:r w:rsidR="004C02F1" w:rsidRPr="00D16A3F">
        <w:rPr>
          <w:rFonts w:ascii="Montserrat" w:hAnsi="Montserrat"/>
          <w:szCs w:val="18"/>
          <w:lang w:val="es-MX"/>
        </w:rPr>
        <w:t xml:space="preserve">, </w:t>
      </w:r>
      <w:r w:rsidR="00EE3959" w:rsidRPr="00D16A3F">
        <w:rPr>
          <w:rFonts w:ascii="Montserrat" w:hAnsi="Montserrat"/>
          <w:szCs w:val="18"/>
          <w:lang w:val="es-MX"/>
        </w:rPr>
        <w:t>que de</w:t>
      </w:r>
      <w:r w:rsidR="00FF6040" w:rsidRPr="00D16A3F">
        <w:rPr>
          <w:rFonts w:ascii="Montserrat" w:hAnsi="Montserrat"/>
          <w:szCs w:val="18"/>
          <w:lang w:val="es-MX"/>
        </w:rPr>
        <w:t>b</w:t>
      </w:r>
      <w:r w:rsidR="00EE3959" w:rsidRPr="00D16A3F">
        <w:rPr>
          <w:rFonts w:ascii="Montserrat" w:hAnsi="Montserrat"/>
          <w:szCs w:val="18"/>
          <w:lang w:val="es-MX"/>
        </w:rPr>
        <w:t>erá de ser</w:t>
      </w:r>
      <w:r w:rsidR="00EE3959" w:rsidRPr="00D16A3F">
        <w:rPr>
          <w:rFonts w:ascii="Montserrat" w:hAnsi="Montserrat"/>
          <w:b/>
          <w:szCs w:val="18"/>
          <w:u w:val="single"/>
          <w:lang w:val="es-MX"/>
        </w:rPr>
        <w:t xml:space="preserve"> </w:t>
      </w:r>
      <w:r w:rsidR="00EE3959" w:rsidRPr="00330436">
        <w:rPr>
          <w:rFonts w:ascii="Montserrat" w:hAnsi="Montserrat"/>
          <w:b/>
          <w:szCs w:val="18"/>
          <w:u w:val="single"/>
          <w:lang w:val="es-MX"/>
        </w:rPr>
        <w:t>diario</w:t>
      </w:r>
      <w:r w:rsidR="00D50541" w:rsidRPr="00D16A3F">
        <w:rPr>
          <w:rFonts w:ascii="Montserrat" w:hAnsi="Montserrat"/>
          <w:szCs w:val="18"/>
          <w:lang w:val="es-MX"/>
        </w:rPr>
        <w:t>.</w:t>
      </w:r>
      <w:r w:rsidR="00B0769E" w:rsidRPr="00D16A3F">
        <w:rPr>
          <w:rFonts w:ascii="Montserrat" w:hAnsi="Montserrat"/>
          <w:szCs w:val="18"/>
          <w:lang w:val="es-MX"/>
        </w:rPr>
        <w:t xml:space="preserve"> </w:t>
      </w:r>
    </w:p>
    <w:p w14:paraId="2A2497E0" w14:textId="77777777" w:rsidR="00393BEF" w:rsidRPr="00D16A3F" w:rsidRDefault="007E7359" w:rsidP="007E7359">
      <w:pPr>
        <w:pStyle w:val="Texto"/>
        <w:spacing w:before="240" w:after="240" w:line="240" w:lineRule="atLeast"/>
        <w:ind w:firstLine="0"/>
        <w:rPr>
          <w:rFonts w:ascii="Montserrat" w:hAnsi="Montserrat"/>
          <w:b/>
          <w:szCs w:val="18"/>
          <w:lang w:val="es-MX"/>
        </w:rPr>
      </w:pPr>
      <w:r w:rsidRPr="00D16A3F">
        <w:rPr>
          <w:rFonts w:ascii="Montserrat" w:hAnsi="Montserrat"/>
          <w:b/>
          <w:szCs w:val="18"/>
          <w:lang w:val="es-MX"/>
        </w:rPr>
        <w:t>REPORTES</w:t>
      </w:r>
    </w:p>
    <w:tbl>
      <w:tblPr>
        <w:tblW w:w="4988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0"/>
        <w:gridCol w:w="7417"/>
      </w:tblGrid>
      <w:tr w:rsidR="00E212F8" w:rsidRPr="00D16A3F" w14:paraId="39403D92" w14:textId="77777777" w:rsidTr="00C472E8">
        <w:trPr>
          <w:cantSplit/>
          <w:trHeight w:val="20"/>
          <w:jc w:val="center"/>
        </w:trPr>
        <w:tc>
          <w:tcPr>
            <w:tcW w:w="1400" w:type="dxa"/>
          </w:tcPr>
          <w:p w14:paraId="58E33880" w14:textId="0D9F70ED" w:rsidR="00E212F8" w:rsidRPr="00D16A3F" w:rsidRDefault="00883D4E" w:rsidP="00C472E8">
            <w:pPr>
              <w:spacing w:after="0" w:line="240" w:lineRule="atLeast"/>
              <w:jc w:val="both"/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G</w:t>
            </w:r>
            <w:r w:rsidR="004301B4" w:rsidRPr="00D16A3F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-2421</w:t>
            </w:r>
          </w:p>
        </w:tc>
        <w:tc>
          <w:tcPr>
            <w:tcW w:w="7417" w:type="dxa"/>
          </w:tcPr>
          <w:p w14:paraId="1FFB7552" w14:textId="41A2F6BE" w:rsidR="004301B4" w:rsidRPr="00D16A3F" w:rsidRDefault="00C01479" w:rsidP="005A252E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szCs w:val="18"/>
                <w:lang w:val="es-MX"/>
              </w:rPr>
            </w:pPr>
            <w:r w:rsidRPr="00C01479">
              <w:rPr>
                <w:rFonts w:ascii="Montserrat" w:hAnsi="Montserrat"/>
                <w:b/>
                <w:szCs w:val="18"/>
                <w:lang w:val="es-MX"/>
              </w:rPr>
              <w:t>Información de Solicitantes.</w:t>
            </w:r>
          </w:p>
          <w:p w14:paraId="0CD09712" w14:textId="36B21950" w:rsidR="004301B4" w:rsidRPr="00D16A3F" w:rsidRDefault="00E212F8" w:rsidP="0032311C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szCs w:val="18"/>
                <w:lang w:val="es-MX"/>
              </w:rPr>
            </w:pPr>
            <w:r w:rsidRPr="00D16A3F">
              <w:rPr>
                <w:rFonts w:ascii="Montserrat" w:hAnsi="Montserrat"/>
                <w:szCs w:val="18"/>
                <w:lang w:val="es-MX"/>
              </w:rPr>
              <w:t>E</w:t>
            </w:r>
            <w:r w:rsidR="008B1C83" w:rsidRPr="00D16A3F">
              <w:rPr>
                <w:rFonts w:ascii="Montserrat" w:hAnsi="Montserrat"/>
                <w:szCs w:val="18"/>
                <w:lang w:val="es-MX"/>
              </w:rPr>
              <w:t xml:space="preserve">n este reporte se </w:t>
            </w:r>
            <w:r w:rsidRPr="00D16A3F">
              <w:rPr>
                <w:rFonts w:ascii="Montserrat" w:hAnsi="Montserrat"/>
                <w:szCs w:val="18"/>
                <w:lang w:val="es-MX"/>
              </w:rPr>
              <w:t>recaba información</w:t>
            </w:r>
            <w:r w:rsidR="004B08B8" w:rsidRPr="00D16A3F">
              <w:rPr>
                <w:rFonts w:ascii="Montserrat" w:hAnsi="Montserrat"/>
                <w:szCs w:val="18"/>
                <w:lang w:val="es-MX"/>
              </w:rPr>
              <w:t xml:space="preserve"> de identificación de los S</w:t>
            </w:r>
            <w:r w:rsidR="004301B4" w:rsidRPr="00D16A3F">
              <w:rPr>
                <w:rFonts w:ascii="Montserrat" w:hAnsi="Montserrat"/>
                <w:szCs w:val="18"/>
                <w:lang w:val="es-MX"/>
              </w:rPr>
              <w:t>olicitantes en la I</w:t>
            </w:r>
            <w:r w:rsidR="00FF6040" w:rsidRPr="00D16A3F">
              <w:rPr>
                <w:rFonts w:ascii="Montserrat" w:hAnsi="Montserrat"/>
                <w:szCs w:val="18"/>
                <w:lang w:val="es-MX"/>
              </w:rPr>
              <w:t xml:space="preserve">nstitución de </w:t>
            </w:r>
            <w:r w:rsidR="004301B4" w:rsidRPr="00D16A3F">
              <w:rPr>
                <w:rFonts w:ascii="Montserrat" w:hAnsi="Montserrat"/>
                <w:szCs w:val="18"/>
                <w:lang w:val="es-MX"/>
              </w:rPr>
              <w:t>F</w:t>
            </w:r>
            <w:r w:rsidR="00FF6040" w:rsidRPr="00D16A3F">
              <w:rPr>
                <w:rFonts w:ascii="Montserrat" w:hAnsi="Montserrat"/>
                <w:szCs w:val="18"/>
                <w:lang w:val="es-MX"/>
              </w:rPr>
              <w:t>inanciamien</w:t>
            </w:r>
            <w:r w:rsidR="0032311C">
              <w:rPr>
                <w:rFonts w:ascii="Montserrat" w:hAnsi="Montserrat"/>
                <w:szCs w:val="18"/>
                <w:lang w:val="es-MX"/>
              </w:rPr>
              <w:t>t</w:t>
            </w:r>
            <w:r w:rsidR="00FF6040" w:rsidRPr="00D16A3F">
              <w:rPr>
                <w:rFonts w:ascii="Montserrat" w:hAnsi="Montserrat"/>
                <w:szCs w:val="18"/>
                <w:lang w:val="es-MX"/>
              </w:rPr>
              <w:t xml:space="preserve">o </w:t>
            </w:r>
            <w:r w:rsidR="004301B4" w:rsidRPr="00D16A3F">
              <w:rPr>
                <w:rFonts w:ascii="Montserrat" w:hAnsi="Montserrat"/>
                <w:szCs w:val="18"/>
                <w:lang w:val="es-MX"/>
              </w:rPr>
              <w:t>C</w:t>
            </w:r>
            <w:r w:rsidR="00FF6040" w:rsidRPr="00D16A3F">
              <w:rPr>
                <w:rFonts w:ascii="Montserrat" w:hAnsi="Montserrat"/>
                <w:szCs w:val="18"/>
                <w:lang w:val="es-MX"/>
              </w:rPr>
              <w:t>olectivo</w:t>
            </w:r>
            <w:r w:rsidR="005A252E" w:rsidRPr="00D16A3F">
              <w:rPr>
                <w:rFonts w:ascii="Montserrat" w:hAnsi="Montserrat"/>
                <w:szCs w:val="18"/>
                <w:lang w:val="es-MX"/>
              </w:rPr>
              <w:t>.</w:t>
            </w:r>
          </w:p>
        </w:tc>
      </w:tr>
      <w:tr w:rsidR="00E212F8" w:rsidRPr="00D16A3F" w14:paraId="098E2BF0" w14:textId="77777777" w:rsidTr="00C472E8">
        <w:trPr>
          <w:cantSplit/>
          <w:trHeight w:val="20"/>
          <w:jc w:val="center"/>
        </w:trPr>
        <w:tc>
          <w:tcPr>
            <w:tcW w:w="1400" w:type="dxa"/>
          </w:tcPr>
          <w:p w14:paraId="7086CE12" w14:textId="2050DA5C" w:rsidR="00E212F8" w:rsidRPr="00D16A3F" w:rsidRDefault="004301B4" w:rsidP="00434254">
            <w:pPr>
              <w:spacing w:after="0" w:line="240" w:lineRule="atLeast"/>
              <w:jc w:val="both"/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G-2422</w:t>
            </w:r>
          </w:p>
        </w:tc>
        <w:tc>
          <w:tcPr>
            <w:tcW w:w="7417" w:type="dxa"/>
          </w:tcPr>
          <w:p w14:paraId="7E9C860A" w14:textId="77E8AC51" w:rsidR="004301B4" w:rsidRPr="00D16A3F" w:rsidRDefault="00C01479" w:rsidP="002D530D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szCs w:val="18"/>
                <w:lang w:val="es-MX"/>
              </w:rPr>
            </w:pPr>
            <w:r w:rsidRPr="00C01479">
              <w:rPr>
                <w:rFonts w:ascii="Montserrat" w:hAnsi="Montserrat"/>
                <w:b/>
                <w:szCs w:val="18"/>
                <w:lang w:val="es-MX"/>
              </w:rPr>
              <w:t>Información de Inversionistas</w:t>
            </w:r>
            <w:r w:rsidR="0035460F">
              <w:rPr>
                <w:rFonts w:ascii="Montserrat" w:hAnsi="Montserrat"/>
                <w:b/>
                <w:szCs w:val="18"/>
                <w:lang w:val="es-MX"/>
              </w:rPr>
              <w:t>.</w:t>
            </w:r>
          </w:p>
          <w:p w14:paraId="55CF376D" w14:textId="6AD5AF2D" w:rsidR="00E212F8" w:rsidRPr="00D16A3F" w:rsidRDefault="003E32A9" w:rsidP="00FF6040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szCs w:val="18"/>
                <w:lang w:val="es-MX"/>
              </w:rPr>
            </w:pPr>
            <w:r w:rsidRPr="00D16A3F">
              <w:rPr>
                <w:rFonts w:ascii="Montserrat" w:hAnsi="Montserrat"/>
                <w:szCs w:val="18"/>
                <w:lang w:val="es-MX"/>
              </w:rPr>
              <w:t xml:space="preserve">Este reporte recaba información </w:t>
            </w:r>
            <w:r w:rsidR="004B08B8" w:rsidRPr="00D16A3F">
              <w:rPr>
                <w:rFonts w:ascii="Montserrat" w:hAnsi="Montserrat"/>
                <w:szCs w:val="18"/>
                <w:lang w:val="es-MX"/>
              </w:rPr>
              <w:t>de identificación de los I</w:t>
            </w:r>
            <w:r w:rsidR="004301B4" w:rsidRPr="00D16A3F">
              <w:rPr>
                <w:rFonts w:ascii="Montserrat" w:hAnsi="Montserrat"/>
                <w:szCs w:val="18"/>
                <w:lang w:val="es-MX"/>
              </w:rPr>
              <w:t>nversionistas de la I</w:t>
            </w:r>
            <w:r w:rsidR="00FF6040" w:rsidRPr="00D16A3F">
              <w:rPr>
                <w:rFonts w:ascii="Montserrat" w:hAnsi="Montserrat"/>
                <w:szCs w:val="18"/>
                <w:lang w:val="es-MX"/>
              </w:rPr>
              <w:t xml:space="preserve">nstitución de </w:t>
            </w:r>
            <w:r w:rsidR="004301B4" w:rsidRPr="00D16A3F">
              <w:rPr>
                <w:rFonts w:ascii="Montserrat" w:hAnsi="Montserrat"/>
                <w:szCs w:val="18"/>
                <w:lang w:val="es-MX"/>
              </w:rPr>
              <w:t>F</w:t>
            </w:r>
            <w:r w:rsidR="00FF6040" w:rsidRPr="00D16A3F">
              <w:rPr>
                <w:rFonts w:ascii="Montserrat" w:hAnsi="Montserrat"/>
                <w:szCs w:val="18"/>
                <w:lang w:val="es-MX"/>
              </w:rPr>
              <w:t xml:space="preserve">inanciamiento </w:t>
            </w:r>
            <w:r w:rsidR="004301B4" w:rsidRPr="00D16A3F">
              <w:rPr>
                <w:rFonts w:ascii="Montserrat" w:hAnsi="Montserrat"/>
                <w:szCs w:val="18"/>
                <w:lang w:val="es-MX"/>
              </w:rPr>
              <w:t>C</w:t>
            </w:r>
            <w:r w:rsidR="00FF6040" w:rsidRPr="00D16A3F">
              <w:rPr>
                <w:rFonts w:ascii="Montserrat" w:hAnsi="Montserrat"/>
                <w:szCs w:val="18"/>
                <w:lang w:val="es-MX"/>
              </w:rPr>
              <w:t>olectivo</w:t>
            </w:r>
            <w:r w:rsidR="004301B4" w:rsidRPr="00D16A3F">
              <w:rPr>
                <w:rFonts w:ascii="Montserrat" w:hAnsi="Montserrat"/>
                <w:szCs w:val="18"/>
                <w:lang w:val="es-MX"/>
              </w:rPr>
              <w:t>.</w:t>
            </w:r>
          </w:p>
        </w:tc>
      </w:tr>
      <w:tr w:rsidR="005A252E" w:rsidRPr="00D16A3F" w14:paraId="2B08D784" w14:textId="77777777" w:rsidTr="00C472E8">
        <w:trPr>
          <w:cantSplit/>
          <w:trHeight w:val="20"/>
          <w:jc w:val="center"/>
        </w:trPr>
        <w:tc>
          <w:tcPr>
            <w:tcW w:w="1400" w:type="dxa"/>
          </w:tcPr>
          <w:p w14:paraId="2E3859C6" w14:textId="22AE4796" w:rsidR="005A252E" w:rsidRPr="00D16A3F" w:rsidRDefault="004301B4" w:rsidP="00434254">
            <w:pPr>
              <w:spacing w:after="0" w:line="240" w:lineRule="atLeast"/>
              <w:jc w:val="both"/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G-2423</w:t>
            </w:r>
          </w:p>
        </w:tc>
        <w:tc>
          <w:tcPr>
            <w:tcW w:w="7417" w:type="dxa"/>
          </w:tcPr>
          <w:p w14:paraId="42D8D4A0" w14:textId="2423B625" w:rsidR="004301B4" w:rsidRPr="00D16A3F" w:rsidRDefault="00C01479" w:rsidP="005A252E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szCs w:val="18"/>
                <w:lang w:val="es-MX"/>
              </w:rPr>
            </w:pPr>
            <w:r w:rsidRPr="00C01479">
              <w:rPr>
                <w:rFonts w:ascii="Montserrat" w:hAnsi="Montserrat"/>
                <w:b/>
                <w:szCs w:val="18"/>
                <w:lang w:val="es-MX"/>
              </w:rPr>
              <w:t xml:space="preserve">Información de </w:t>
            </w:r>
            <w:r w:rsidR="0035460F">
              <w:rPr>
                <w:rFonts w:ascii="Montserrat" w:hAnsi="Montserrat"/>
                <w:b/>
                <w:szCs w:val="18"/>
                <w:lang w:val="es-MX"/>
              </w:rPr>
              <w:t>operaciones de</w:t>
            </w:r>
            <w:r w:rsidRPr="00C01479">
              <w:rPr>
                <w:rFonts w:ascii="Montserrat" w:hAnsi="Montserrat"/>
                <w:b/>
                <w:szCs w:val="18"/>
                <w:lang w:val="es-MX"/>
              </w:rPr>
              <w:t xml:space="preserve"> Inversionistas.</w:t>
            </w:r>
          </w:p>
          <w:p w14:paraId="1361D3D9" w14:textId="305509B8" w:rsidR="005A252E" w:rsidRPr="00D16A3F" w:rsidRDefault="005A252E" w:rsidP="005E386E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szCs w:val="18"/>
                <w:lang w:val="es-MX"/>
              </w:rPr>
            </w:pPr>
            <w:r w:rsidRPr="00D16A3F">
              <w:rPr>
                <w:rFonts w:ascii="Montserrat" w:hAnsi="Montserrat"/>
                <w:szCs w:val="18"/>
                <w:lang w:val="es-MX"/>
              </w:rPr>
              <w:t xml:space="preserve">Este reporte recaba información </w:t>
            </w:r>
            <w:r w:rsidR="004301B4" w:rsidRPr="00D16A3F">
              <w:rPr>
                <w:rFonts w:ascii="Montserrat" w:hAnsi="Montserrat"/>
                <w:szCs w:val="18"/>
                <w:lang w:val="es-MX"/>
              </w:rPr>
              <w:t xml:space="preserve">para conocer </w:t>
            </w:r>
            <w:r w:rsidR="005E386E">
              <w:rPr>
                <w:rFonts w:ascii="Montserrat" w:hAnsi="Montserrat"/>
                <w:szCs w:val="18"/>
                <w:lang w:val="es-MX"/>
              </w:rPr>
              <w:t>la</w:t>
            </w:r>
            <w:r w:rsidR="0032311C">
              <w:rPr>
                <w:rFonts w:ascii="Montserrat" w:hAnsi="Montserrat"/>
                <w:szCs w:val="18"/>
                <w:lang w:val="es-MX"/>
              </w:rPr>
              <w:t xml:space="preserve">s </w:t>
            </w:r>
            <w:r w:rsidR="005E386E">
              <w:rPr>
                <w:rFonts w:ascii="Montserrat" w:hAnsi="Montserrat"/>
                <w:szCs w:val="18"/>
                <w:lang w:val="es-MX"/>
              </w:rPr>
              <w:t xml:space="preserve">operaciones, aportaciones y retornos de inversión de los </w:t>
            </w:r>
            <w:r w:rsidR="0032311C">
              <w:rPr>
                <w:rFonts w:ascii="Montserrat" w:hAnsi="Montserrat"/>
                <w:szCs w:val="18"/>
                <w:lang w:val="es-MX"/>
              </w:rPr>
              <w:t>inversioni</w:t>
            </w:r>
            <w:r w:rsidR="005E386E">
              <w:rPr>
                <w:rFonts w:ascii="Montserrat" w:hAnsi="Montserrat"/>
                <w:szCs w:val="18"/>
                <w:lang w:val="es-MX"/>
              </w:rPr>
              <w:t>s</w:t>
            </w:r>
            <w:r w:rsidR="0032311C">
              <w:rPr>
                <w:rFonts w:ascii="Montserrat" w:hAnsi="Montserrat"/>
                <w:szCs w:val="18"/>
                <w:lang w:val="es-MX"/>
              </w:rPr>
              <w:t>ta</w:t>
            </w:r>
            <w:r w:rsidR="005E386E">
              <w:rPr>
                <w:rFonts w:ascii="Montserrat" w:hAnsi="Montserrat"/>
                <w:szCs w:val="18"/>
                <w:lang w:val="es-MX"/>
              </w:rPr>
              <w:t>s</w:t>
            </w:r>
            <w:r w:rsidR="0032311C">
              <w:rPr>
                <w:rFonts w:ascii="Montserrat" w:hAnsi="Montserrat"/>
                <w:szCs w:val="18"/>
                <w:lang w:val="es-MX"/>
              </w:rPr>
              <w:t xml:space="preserve">, </w:t>
            </w:r>
            <w:r w:rsidR="004301B4" w:rsidRPr="00D16A3F">
              <w:rPr>
                <w:rFonts w:ascii="Montserrat" w:hAnsi="Montserrat"/>
                <w:szCs w:val="18"/>
                <w:lang w:val="es-MX"/>
              </w:rPr>
              <w:t xml:space="preserve">en relación </w:t>
            </w:r>
            <w:r w:rsidR="005E386E">
              <w:rPr>
                <w:rFonts w:ascii="Montserrat" w:hAnsi="Montserrat"/>
                <w:szCs w:val="18"/>
                <w:lang w:val="es-MX"/>
              </w:rPr>
              <w:t>con</w:t>
            </w:r>
            <w:r w:rsidR="004301B4" w:rsidRPr="00D16A3F">
              <w:rPr>
                <w:rFonts w:ascii="Montserrat" w:hAnsi="Montserrat"/>
                <w:szCs w:val="18"/>
                <w:lang w:val="es-MX"/>
              </w:rPr>
              <w:t xml:space="preserve"> cada un</w:t>
            </w:r>
            <w:r w:rsidR="00FF6040" w:rsidRPr="00D16A3F">
              <w:rPr>
                <w:rFonts w:ascii="Montserrat" w:hAnsi="Montserrat"/>
                <w:szCs w:val="18"/>
                <w:lang w:val="es-MX"/>
              </w:rPr>
              <w:t>a</w:t>
            </w:r>
            <w:r w:rsidR="004301B4" w:rsidRPr="00D16A3F">
              <w:rPr>
                <w:rFonts w:ascii="Montserrat" w:hAnsi="Montserrat"/>
                <w:szCs w:val="18"/>
                <w:lang w:val="es-MX"/>
              </w:rPr>
              <w:t xml:space="preserve"> de las operaciones de financiamiento colectivo a través de las Instituciones de Financiamiento Colectivo</w:t>
            </w:r>
            <w:r w:rsidR="0032311C">
              <w:rPr>
                <w:rFonts w:ascii="Montserrat" w:hAnsi="Montserrat"/>
                <w:szCs w:val="18"/>
                <w:lang w:val="es-MX"/>
              </w:rPr>
              <w:t>.</w:t>
            </w:r>
          </w:p>
        </w:tc>
      </w:tr>
      <w:tr w:rsidR="00883D4E" w:rsidRPr="00D16A3F" w14:paraId="1C73E8D2" w14:textId="77777777" w:rsidTr="00C472E8">
        <w:trPr>
          <w:cantSplit/>
          <w:trHeight w:val="20"/>
          <w:jc w:val="center"/>
        </w:trPr>
        <w:tc>
          <w:tcPr>
            <w:tcW w:w="1400" w:type="dxa"/>
          </w:tcPr>
          <w:p w14:paraId="0D40B8D3" w14:textId="2797ECB9" w:rsidR="00883D4E" w:rsidRPr="00D16A3F" w:rsidRDefault="004301B4" w:rsidP="0069124F">
            <w:pPr>
              <w:spacing w:after="0" w:line="240" w:lineRule="atLeast"/>
              <w:jc w:val="both"/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G-24</w:t>
            </w:r>
            <w:r w:rsidR="0069124F" w:rsidRPr="00D16A3F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24</w:t>
            </w:r>
          </w:p>
        </w:tc>
        <w:tc>
          <w:tcPr>
            <w:tcW w:w="7417" w:type="dxa"/>
          </w:tcPr>
          <w:p w14:paraId="06FF3047" w14:textId="2D9A72FA" w:rsidR="00883D4E" w:rsidRPr="00D16A3F" w:rsidRDefault="00C01479" w:rsidP="00E212F8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szCs w:val="18"/>
                <w:lang w:val="es-MX"/>
              </w:rPr>
            </w:pPr>
            <w:r w:rsidRPr="00C01479">
              <w:rPr>
                <w:rFonts w:ascii="Montserrat" w:hAnsi="Montserrat"/>
                <w:b/>
                <w:szCs w:val="18"/>
                <w:lang w:val="es-MX"/>
              </w:rPr>
              <w:t>Segregación de cuentas propias</w:t>
            </w:r>
            <w:r w:rsidR="0035460F">
              <w:rPr>
                <w:rFonts w:ascii="Montserrat" w:hAnsi="Montserrat"/>
                <w:b/>
                <w:szCs w:val="18"/>
                <w:lang w:val="es-MX"/>
              </w:rPr>
              <w:t>.</w:t>
            </w:r>
            <w:r w:rsidRPr="00C01479">
              <w:rPr>
                <w:rFonts w:ascii="Montserrat" w:hAnsi="Montserrat"/>
                <w:b/>
                <w:szCs w:val="18"/>
                <w:lang w:val="es-MX"/>
              </w:rPr>
              <w:t xml:space="preserve"> </w:t>
            </w:r>
          </w:p>
          <w:p w14:paraId="06EBBB0F" w14:textId="61EFBD11" w:rsidR="004301B4" w:rsidRPr="00D16A3F" w:rsidRDefault="004301B4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szCs w:val="18"/>
                <w:lang w:val="es-MX"/>
              </w:rPr>
            </w:pPr>
            <w:r w:rsidRPr="00D16A3F">
              <w:rPr>
                <w:rFonts w:ascii="Montserrat" w:hAnsi="Montserrat"/>
                <w:szCs w:val="18"/>
                <w:lang w:val="es-MX"/>
              </w:rPr>
              <w:t xml:space="preserve">Este reporte </w:t>
            </w:r>
            <w:r w:rsidR="0069124F" w:rsidRPr="00D16A3F">
              <w:rPr>
                <w:rFonts w:ascii="Montserrat" w:hAnsi="Montserrat"/>
                <w:szCs w:val="18"/>
                <w:lang w:val="es-MX"/>
              </w:rPr>
              <w:t>recaba información referente a las cuentas o fideicomisos que la</w:t>
            </w:r>
            <w:r w:rsidR="00074CC9">
              <w:rPr>
                <w:rFonts w:ascii="Montserrat" w:hAnsi="Montserrat"/>
                <w:szCs w:val="18"/>
                <w:lang w:val="es-MX"/>
              </w:rPr>
              <w:t>s</w:t>
            </w:r>
            <w:r w:rsidR="0069124F" w:rsidRPr="00D16A3F">
              <w:rPr>
                <w:rFonts w:ascii="Montserrat" w:hAnsi="Montserrat"/>
                <w:szCs w:val="18"/>
                <w:lang w:val="es-MX"/>
              </w:rPr>
              <w:t xml:space="preserve"> I</w:t>
            </w:r>
            <w:r w:rsidR="00FF6040" w:rsidRPr="00D16A3F">
              <w:rPr>
                <w:rFonts w:ascii="Montserrat" w:hAnsi="Montserrat"/>
                <w:szCs w:val="18"/>
                <w:lang w:val="es-MX"/>
              </w:rPr>
              <w:t>nstituci</w:t>
            </w:r>
            <w:r w:rsidR="00074CC9">
              <w:rPr>
                <w:rFonts w:ascii="Montserrat" w:hAnsi="Montserrat"/>
                <w:szCs w:val="18"/>
                <w:lang w:val="es-MX"/>
              </w:rPr>
              <w:t>ones</w:t>
            </w:r>
            <w:r w:rsidR="00FF6040" w:rsidRPr="00D16A3F">
              <w:rPr>
                <w:rFonts w:ascii="Montserrat" w:hAnsi="Montserrat"/>
                <w:szCs w:val="18"/>
                <w:lang w:val="es-MX"/>
              </w:rPr>
              <w:t xml:space="preserve"> de </w:t>
            </w:r>
            <w:r w:rsidR="0069124F" w:rsidRPr="00D16A3F">
              <w:rPr>
                <w:rFonts w:ascii="Montserrat" w:hAnsi="Montserrat"/>
                <w:szCs w:val="18"/>
                <w:lang w:val="es-MX"/>
              </w:rPr>
              <w:t>F</w:t>
            </w:r>
            <w:r w:rsidR="00FF6040" w:rsidRPr="00D16A3F">
              <w:rPr>
                <w:rFonts w:ascii="Montserrat" w:hAnsi="Montserrat"/>
                <w:szCs w:val="18"/>
                <w:lang w:val="es-MX"/>
              </w:rPr>
              <w:t xml:space="preserve">inanciamiento </w:t>
            </w:r>
            <w:r w:rsidR="0069124F" w:rsidRPr="00D16A3F">
              <w:rPr>
                <w:rFonts w:ascii="Montserrat" w:hAnsi="Montserrat"/>
                <w:szCs w:val="18"/>
                <w:lang w:val="es-MX"/>
              </w:rPr>
              <w:t>C</w:t>
            </w:r>
            <w:r w:rsidR="00FF6040" w:rsidRPr="00D16A3F">
              <w:rPr>
                <w:rFonts w:ascii="Montserrat" w:hAnsi="Montserrat"/>
                <w:szCs w:val="18"/>
                <w:lang w:val="es-MX"/>
              </w:rPr>
              <w:t>olectivo</w:t>
            </w:r>
            <w:r w:rsidR="0069124F" w:rsidRPr="00D16A3F">
              <w:rPr>
                <w:rFonts w:ascii="Montserrat" w:hAnsi="Montserrat"/>
                <w:szCs w:val="18"/>
                <w:lang w:val="es-MX"/>
              </w:rPr>
              <w:t xml:space="preserve"> utiliza</w:t>
            </w:r>
            <w:r w:rsidR="00074CC9">
              <w:rPr>
                <w:rFonts w:ascii="Montserrat" w:hAnsi="Montserrat"/>
                <w:szCs w:val="18"/>
                <w:lang w:val="es-MX"/>
              </w:rPr>
              <w:t>n</w:t>
            </w:r>
            <w:r w:rsidR="0069124F" w:rsidRPr="00D16A3F">
              <w:rPr>
                <w:rFonts w:ascii="Montserrat" w:hAnsi="Montserrat"/>
                <w:szCs w:val="18"/>
                <w:lang w:val="es-MX"/>
              </w:rPr>
              <w:t xml:space="preserve"> para el manejo de recursos propios</w:t>
            </w:r>
            <w:r w:rsidRPr="00D16A3F">
              <w:rPr>
                <w:rFonts w:ascii="Montserrat" w:hAnsi="Montserrat"/>
                <w:szCs w:val="18"/>
                <w:lang w:val="es-MX"/>
              </w:rPr>
              <w:t>.</w:t>
            </w:r>
          </w:p>
        </w:tc>
      </w:tr>
      <w:tr w:rsidR="0035460F" w:rsidRPr="00D16A3F" w14:paraId="111A8167" w14:textId="77777777" w:rsidTr="00C472E8">
        <w:trPr>
          <w:cantSplit/>
          <w:trHeight w:val="20"/>
          <w:jc w:val="center"/>
        </w:trPr>
        <w:tc>
          <w:tcPr>
            <w:tcW w:w="1400" w:type="dxa"/>
          </w:tcPr>
          <w:p w14:paraId="0F75CA40" w14:textId="06AC5D30" w:rsidR="0035460F" w:rsidRPr="00D16A3F" w:rsidRDefault="00330436" w:rsidP="00330436">
            <w:pPr>
              <w:spacing w:after="0" w:line="240" w:lineRule="atLeast"/>
              <w:jc w:val="both"/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G-2425</w:t>
            </w:r>
          </w:p>
        </w:tc>
        <w:tc>
          <w:tcPr>
            <w:tcW w:w="7417" w:type="dxa"/>
          </w:tcPr>
          <w:p w14:paraId="34DCAE61" w14:textId="4FD4581E" w:rsidR="0035460F" w:rsidRPr="00C01479" w:rsidRDefault="0035460F" w:rsidP="00E212F8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szCs w:val="18"/>
                <w:lang w:val="es-MX"/>
              </w:rPr>
            </w:pPr>
            <w:r>
              <w:rPr>
                <w:rFonts w:ascii="Montserrat" w:hAnsi="Montserrat"/>
                <w:b/>
                <w:szCs w:val="18"/>
                <w:lang w:val="es-MX"/>
              </w:rPr>
              <w:t>Segregación de cuentas para el manejo de recursos de los Clientes.</w:t>
            </w:r>
          </w:p>
        </w:tc>
      </w:tr>
      <w:tr w:rsidR="0069124F" w:rsidRPr="00D16A3F" w14:paraId="48C38222" w14:textId="77777777" w:rsidTr="00C472E8">
        <w:trPr>
          <w:cantSplit/>
          <w:trHeight w:val="20"/>
          <w:jc w:val="center"/>
        </w:trPr>
        <w:tc>
          <w:tcPr>
            <w:tcW w:w="1400" w:type="dxa"/>
          </w:tcPr>
          <w:p w14:paraId="25B786E0" w14:textId="45350DAB" w:rsidR="0069124F" w:rsidRPr="00D16A3F" w:rsidRDefault="0069124F" w:rsidP="0069124F">
            <w:pPr>
              <w:spacing w:after="0" w:line="240" w:lineRule="atLeast"/>
              <w:jc w:val="both"/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</w:pPr>
          </w:p>
        </w:tc>
        <w:tc>
          <w:tcPr>
            <w:tcW w:w="7417" w:type="dxa"/>
          </w:tcPr>
          <w:p w14:paraId="6EB59FE2" w14:textId="6E32451C" w:rsidR="0069124F" w:rsidRPr="00D16A3F" w:rsidRDefault="00074CC9" w:rsidP="000E71E1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szCs w:val="18"/>
                <w:lang w:val="es-MX"/>
              </w:rPr>
            </w:pPr>
            <w:r w:rsidRPr="003D68B7">
              <w:rPr>
                <w:rFonts w:ascii="Montserrat" w:hAnsi="Montserrat"/>
                <w:lang w:val="es-MX"/>
              </w:rPr>
              <w:t xml:space="preserve">En este reporte se recaba información referente a los saldos de las cuentas o fideicomisos que las Instituciones de </w:t>
            </w:r>
            <w:r w:rsidR="005D72E1">
              <w:rPr>
                <w:rFonts w:ascii="Montserrat" w:hAnsi="Montserrat"/>
                <w:lang w:val="es-MX"/>
              </w:rPr>
              <w:t>Financiamiento Colectivo</w:t>
            </w:r>
            <w:r w:rsidRPr="003D68B7">
              <w:rPr>
                <w:rFonts w:ascii="Montserrat" w:hAnsi="Montserrat"/>
                <w:lang w:val="es-MX"/>
              </w:rPr>
              <w:t xml:space="preserve"> utiliza</w:t>
            </w:r>
            <w:r>
              <w:rPr>
                <w:rFonts w:ascii="Montserrat" w:hAnsi="Montserrat"/>
                <w:lang w:val="es-MX"/>
              </w:rPr>
              <w:t>n</w:t>
            </w:r>
            <w:r w:rsidRPr="003D68B7">
              <w:rPr>
                <w:rFonts w:ascii="Montserrat" w:hAnsi="Montserrat"/>
                <w:lang w:val="es-MX"/>
              </w:rPr>
              <w:t xml:space="preserve"> para el manejo de los recursos de sus Clientes</w:t>
            </w:r>
            <w:r w:rsidR="005D72E1">
              <w:rPr>
                <w:rFonts w:ascii="Montserrat" w:hAnsi="Montserrat"/>
                <w:lang w:val="es-MX"/>
              </w:rPr>
              <w:t>.</w:t>
            </w:r>
            <w:r w:rsidRPr="00D16A3F" w:rsidDel="00C01479">
              <w:rPr>
                <w:rFonts w:ascii="Montserrat" w:hAnsi="Montserrat"/>
                <w:b/>
                <w:szCs w:val="18"/>
                <w:lang w:val="es-MX"/>
              </w:rPr>
              <w:t xml:space="preserve"> </w:t>
            </w:r>
          </w:p>
        </w:tc>
      </w:tr>
    </w:tbl>
    <w:p w14:paraId="0F6434E3" w14:textId="77777777" w:rsidR="0061586B" w:rsidRPr="00D16A3F" w:rsidRDefault="0061586B" w:rsidP="00A64136">
      <w:pPr>
        <w:pStyle w:val="Texto"/>
        <w:spacing w:before="240" w:after="240" w:line="240" w:lineRule="atLeast"/>
        <w:ind w:firstLine="0"/>
        <w:rPr>
          <w:rFonts w:ascii="Montserrat" w:hAnsi="Montserrat"/>
          <w:b/>
          <w:szCs w:val="18"/>
          <w:lang w:val="es-MX"/>
        </w:rPr>
      </w:pPr>
    </w:p>
    <w:p w14:paraId="124D9679" w14:textId="77777777" w:rsidR="0061586B" w:rsidRPr="00D16A3F" w:rsidRDefault="0061586B">
      <w:pPr>
        <w:rPr>
          <w:rFonts w:ascii="Montserrat" w:eastAsia="Times New Roman" w:hAnsi="Montserrat" w:cs="Arial"/>
          <w:b/>
          <w:sz w:val="18"/>
          <w:szCs w:val="18"/>
          <w:lang w:eastAsia="es-ES"/>
        </w:rPr>
      </w:pPr>
      <w:r w:rsidRPr="00D16A3F">
        <w:rPr>
          <w:rFonts w:ascii="Montserrat" w:hAnsi="Montserrat" w:cs="Arial"/>
          <w:b/>
          <w:sz w:val="18"/>
          <w:szCs w:val="18"/>
        </w:rPr>
        <w:br w:type="page"/>
      </w:r>
    </w:p>
    <w:p w14:paraId="459267AA" w14:textId="77777777" w:rsidR="00176A9B" w:rsidRPr="00D16A3F" w:rsidRDefault="00176A9B" w:rsidP="00A64136">
      <w:pPr>
        <w:pStyle w:val="Texto"/>
        <w:spacing w:before="240" w:after="240" w:line="240" w:lineRule="atLeast"/>
        <w:ind w:firstLine="0"/>
        <w:rPr>
          <w:rFonts w:ascii="Montserrat" w:hAnsi="Montserrat"/>
          <w:b/>
          <w:szCs w:val="18"/>
          <w:lang w:val="es-MX"/>
        </w:rPr>
      </w:pPr>
      <w:r w:rsidRPr="00D16A3F">
        <w:rPr>
          <w:rFonts w:ascii="Montserrat" w:hAnsi="Montserrat"/>
          <w:b/>
          <w:szCs w:val="18"/>
          <w:lang w:val="es-MX"/>
        </w:rPr>
        <w:lastRenderedPageBreak/>
        <w:t>FORMATO DE CAPTURA</w:t>
      </w:r>
    </w:p>
    <w:p w14:paraId="1C9FB815" w14:textId="23E0BD01" w:rsidR="00335685" w:rsidRPr="00D16A3F" w:rsidRDefault="00335685" w:rsidP="004C79F2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  <w:r w:rsidRPr="00D16A3F">
        <w:rPr>
          <w:rFonts w:ascii="Montserrat" w:hAnsi="Montserrat"/>
          <w:szCs w:val="18"/>
          <w:lang w:val="es-MX"/>
        </w:rPr>
        <w:t xml:space="preserve">Las </w:t>
      </w:r>
      <w:r w:rsidR="00FF6040" w:rsidRPr="00D16A3F">
        <w:rPr>
          <w:rFonts w:ascii="Montserrat" w:hAnsi="Montserrat"/>
          <w:szCs w:val="18"/>
          <w:lang w:val="es-MX"/>
        </w:rPr>
        <w:t>I</w:t>
      </w:r>
      <w:r w:rsidRPr="00D16A3F">
        <w:rPr>
          <w:rFonts w:ascii="Montserrat" w:hAnsi="Montserrat"/>
          <w:szCs w:val="18"/>
          <w:lang w:val="es-MX"/>
        </w:rPr>
        <w:t xml:space="preserve">nstituciones </w:t>
      </w:r>
      <w:r w:rsidR="00FF6040" w:rsidRPr="00D16A3F">
        <w:rPr>
          <w:rFonts w:ascii="Montserrat" w:hAnsi="Montserrat"/>
          <w:szCs w:val="18"/>
          <w:lang w:val="es-MX"/>
        </w:rPr>
        <w:t xml:space="preserve">de Financiamiento Colectivo </w:t>
      </w:r>
      <w:r w:rsidRPr="00D16A3F">
        <w:rPr>
          <w:rFonts w:ascii="Montserrat" w:hAnsi="Montserrat"/>
          <w:szCs w:val="18"/>
          <w:lang w:val="es-MX"/>
        </w:rPr>
        <w:t xml:space="preserve">llevarán a cabo el envío de la información relacionada con el reporte </w:t>
      </w:r>
      <w:r w:rsidR="004301B4" w:rsidRPr="00D16A3F">
        <w:rPr>
          <w:rFonts w:ascii="Montserrat" w:hAnsi="Montserrat"/>
          <w:b/>
          <w:szCs w:val="18"/>
          <w:lang w:val="es-MX" w:eastAsia="es-MX"/>
        </w:rPr>
        <w:t xml:space="preserve">R24 G-2421 Información de </w:t>
      </w:r>
      <w:r w:rsidR="00150D7E">
        <w:rPr>
          <w:rFonts w:ascii="Montserrat" w:hAnsi="Montserrat"/>
          <w:b/>
          <w:szCs w:val="18"/>
          <w:lang w:val="es-MX" w:eastAsia="es-MX"/>
        </w:rPr>
        <w:t>S</w:t>
      </w:r>
      <w:r w:rsidR="004301B4" w:rsidRPr="00D16A3F">
        <w:rPr>
          <w:rFonts w:ascii="Montserrat" w:hAnsi="Montserrat"/>
          <w:b/>
          <w:szCs w:val="18"/>
          <w:lang w:val="es-MX" w:eastAsia="es-MX"/>
        </w:rPr>
        <w:t>olicitante</w:t>
      </w:r>
      <w:r w:rsidR="00AE432F">
        <w:rPr>
          <w:rFonts w:ascii="Montserrat" w:hAnsi="Montserrat"/>
          <w:b/>
          <w:szCs w:val="18"/>
          <w:lang w:val="es-MX" w:eastAsia="es-MX"/>
        </w:rPr>
        <w:t>s</w:t>
      </w:r>
      <w:r w:rsidR="004301B4" w:rsidRPr="00D16A3F">
        <w:rPr>
          <w:rFonts w:ascii="Montserrat" w:hAnsi="Montserrat"/>
          <w:b/>
          <w:szCs w:val="18"/>
          <w:lang w:val="es-MX" w:eastAsia="es-MX"/>
        </w:rPr>
        <w:t xml:space="preserve"> </w:t>
      </w:r>
      <w:r w:rsidR="00E25ED6" w:rsidRPr="00D16A3F">
        <w:rPr>
          <w:rFonts w:ascii="Montserrat" w:hAnsi="Montserrat"/>
          <w:szCs w:val="18"/>
          <w:lang w:val="es-MX" w:eastAsia="es-MX"/>
        </w:rPr>
        <w:t>descrito</w:t>
      </w:r>
      <w:r w:rsidRPr="00D16A3F">
        <w:rPr>
          <w:rFonts w:ascii="Montserrat" w:hAnsi="Montserrat"/>
          <w:szCs w:val="18"/>
          <w:lang w:val="es-MX"/>
        </w:rPr>
        <w:t xml:space="preserve"> anteriormente, mediante la utilización del siguiente formato de captura:</w:t>
      </w:r>
    </w:p>
    <w:tbl>
      <w:tblPr>
        <w:tblW w:w="895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6065"/>
      </w:tblGrid>
      <w:tr w:rsidR="00C37530" w:rsidRPr="00D16A3F" w14:paraId="76312B83" w14:textId="77777777" w:rsidTr="00EB359A">
        <w:trPr>
          <w:trHeight w:val="315"/>
          <w:tblHeader/>
        </w:trPr>
        <w:tc>
          <w:tcPr>
            <w:tcW w:w="8957" w:type="dxa"/>
            <w:gridSpan w:val="2"/>
            <w:shd w:val="clear" w:color="000000" w:fill="BFBFBF"/>
            <w:vAlign w:val="center"/>
            <w:hideMark/>
          </w:tcPr>
          <w:p w14:paraId="3665B082" w14:textId="77777777" w:rsidR="00C37530" w:rsidRPr="00D16A3F" w:rsidRDefault="00C37530" w:rsidP="00C472E8">
            <w:pPr>
              <w:spacing w:after="0" w:line="240" w:lineRule="auto"/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  <w:t>INFORMACIÓN SOLICITADA</w:t>
            </w:r>
          </w:p>
        </w:tc>
      </w:tr>
      <w:tr w:rsidR="002E7636" w:rsidRPr="00D16A3F" w14:paraId="7777E7A8" w14:textId="77777777" w:rsidTr="00AB2369">
        <w:trPr>
          <w:trHeight w:val="315"/>
        </w:trPr>
        <w:tc>
          <w:tcPr>
            <w:tcW w:w="2892" w:type="dxa"/>
            <w:vMerge w:val="restart"/>
            <w:shd w:val="clear" w:color="auto" w:fill="auto"/>
            <w:vAlign w:val="center"/>
            <w:hideMark/>
          </w:tcPr>
          <w:p w14:paraId="575F3AF2" w14:textId="77777777" w:rsidR="002E7636" w:rsidRPr="00D16A3F" w:rsidRDefault="002E7636" w:rsidP="002E763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IDENTIFICADOR DEL REPORTE</w:t>
            </w:r>
          </w:p>
        </w:tc>
        <w:tc>
          <w:tcPr>
            <w:tcW w:w="6065" w:type="dxa"/>
            <w:shd w:val="clear" w:color="auto" w:fill="auto"/>
            <w:hideMark/>
          </w:tcPr>
          <w:p w14:paraId="7B654794" w14:textId="77777777" w:rsidR="002E7636" w:rsidRPr="00D16A3F" w:rsidRDefault="002E7636" w:rsidP="002E763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INICIO DEL PERIODO</w:t>
            </w:r>
          </w:p>
        </w:tc>
      </w:tr>
      <w:tr w:rsidR="002E7636" w:rsidRPr="00D16A3F" w14:paraId="4095597A" w14:textId="77777777" w:rsidTr="00AB2369">
        <w:trPr>
          <w:trHeight w:val="315"/>
        </w:trPr>
        <w:tc>
          <w:tcPr>
            <w:tcW w:w="2892" w:type="dxa"/>
            <w:vMerge/>
            <w:vAlign w:val="center"/>
          </w:tcPr>
          <w:p w14:paraId="4DFF11A4" w14:textId="77777777" w:rsidR="002E7636" w:rsidRPr="00D16A3F" w:rsidRDefault="002E7636" w:rsidP="002E763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065" w:type="dxa"/>
            <w:shd w:val="clear" w:color="auto" w:fill="auto"/>
          </w:tcPr>
          <w:p w14:paraId="4D5492ED" w14:textId="0758B415" w:rsidR="002E7636" w:rsidRPr="00D16A3F" w:rsidRDefault="002E7636" w:rsidP="00F92F59">
            <w:pPr>
              <w:tabs>
                <w:tab w:val="center" w:pos="2962"/>
              </w:tabs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FIN DEL PERIODO</w:t>
            </w:r>
            <w:r w:rsidR="00D34046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ab/>
            </w:r>
          </w:p>
        </w:tc>
      </w:tr>
      <w:tr w:rsidR="002E7636" w:rsidRPr="00D16A3F" w14:paraId="40934C27" w14:textId="77777777" w:rsidTr="00AB2369">
        <w:trPr>
          <w:trHeight w:val="315"/>
        </w:trPr>
        <w:tc>
          <w:tcPr>
            <w:tcW w:w="2892" w:type="dxa"/>
            <w:vMerge/>
            <w:vAlign w:val="center"/>
            <w:hideMark/>
          </w:tcPr>
          <w:p w14:paraId="3C966CD2" w14:textId="77777777" w:rsidR="002E7636" w:rsidRPr="00D16A3F" w:rsidRDefault="002E7636" w:rsidP="002E763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065" w:type="dxa"/>
            <w:shd w:val="clear" w:color="auto" w:fill="auto"/>
            <w:hideMark/>
          </w:tcPr>
          <w:p w14:paraId="71D98369" w14:textId="77777777" w:rsidR="002E7636" w:rsidRPr="00D16A3F" w:rsidRDefault="002E7636" w:rsidP="002E763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LA INSTITUCIÓN</w:t>
            </w:r>
          </w:p>
        </w:tc>
      </w:tr>
      <w:tr w:rsidR="002E7636" w:rsidRPr="00D16A3F" w14:paraId="422EBAEA" w14:textId="77777777" w:rsidTr="00AB2369">
        <w:trPr>
          <w:trHeight w:val="315"/>
        </w:trPr>
        <w:tc>
          <w:tcPr>
            <w:tcW w:w="2892" w:type="dxa"/>
            <w:vMerge/>
            <w:vAlign w:val="center"/>
            <w:hideMark/>
          </w:tcPr>
          <w:p w14:paraId="6DDD5B7E" w14:textId="77777777" w:rsidR="002E7636" w:rsidRPr="00D16A3F" w:rsidRDefault="002E7636" w:rsidP="002E763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065" w:type="dxa"/>
            <w:shd w:val="clear" w:color="auto" w:fill="auto"/>
            <w:hideMark/>
          </w:tcPr>
          <w:p w14:paraId="600BDD1E" w14:textId="77777777" w:rsidR="002E7636" w:rsidRPr="00D16A3F" w:rsidRDefault="002E7636" w:rsidP="002E763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REPORTE</w:t>
            </w:r>
          </w:p>
        </w:tc>
      </w:tr>
      <w:tr w:rsidR="00D71DB0" w:rsidRPr="00D16A3F" w14:paraId="119E13CF" w14:textId="77777777" w:rsidTr="00AB2369">
        <w:trPr>
          <w:trHeight w:val="271"/>
        </w:trPr>
        <w:tc>
          <w:tcPr>
            <w:tcW w:w="2892" w:type="dxa"/>
            <w:vMerge w:val="restart"/>
            <w:shd w:val="clear" w:color="auto" w:fill="auto"/>
            <w:vAlign w:val="center"/>
          </w:tcPr>
          <w:p w14:paraId="13DCF9A6" w14:textId="61B8E6E7" w:rsidR="00D71DB0" w:rsidRPr="00D16A3F" w:rsidRDefault="00D71DB0" w:rsidP="00D71DB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SECCIÓN DE DATOS DE 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IDENTIFICACIÓN DE</w:t>
            </w: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L SOLICITANTE</w:t>
            </w:r>
          </w:p>
        </w:tc>
        <w:tc>
          <w:tcPr>
            <w:tcW w:w="6065" w:type="dxa"/>
            <w:shd w:val="clear" w:color="auto" w:fill="auto"/>
          </w:tcPr>
          <w:p w14:paraId="1F621A77" w14:textId="30A7A32F" w:rsidR="00D71DB0" w:rsidRPr="00D16A3F" w:rsidRDefault="005E386E" w:rsidP="005E386E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DEL SOLICITANTE</w:t>
            </w:r>
            <w:r w:rsidR="00EE527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</w:t>
            </w:r>
          </w:p>
        </w:tc>
      </w:tr>
      <w:tr w:rsidR="00B76FA3" w:rsidRPr="00D16A3F" w14:paraId="6B1E829C" w14:textId="77777777" w:rsidTr="00AB2369">
        <w:trPr>
          <w:trHeight w:val="271"/>
        </w:trPr>
        <w:tc>
          <w:tcPr>
            <w:tcW w:w="2892" w:type="dxa"/>
            <w:vMerge/>
            <w:shd w:val="clear" w:color="auto" w:fill="auto"/>
            <w:vAlign w:val="center"/>
          </w:tcPr>
          <w:p w14:paraId="17F8BAD9" w14:textId="77777777" w:rsidR="00B76FA3" w:rsidRPr="00D16A3F" w:rsidRDefault="00B76FA3" w:rsidP="0081740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065" w:type="dxa"/>
            <w:shd w:val="clear" w:color="auto" w:fill="auto"/>
          </w:tcPr>
          <w:p w14:paraId="3C24CECE" w14:textId="6E819F30" w:rsidR="00B76FA3" w:rsidRPr="00D16A3F" w:rsidRDefault="00EE527F" w:rsidP="0045300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ESTATUS DEL SOLICITANTE</w:t>
            </w:r>
          </w:p>
        </w:tc>
      </w:tr>
      <w:tr w:rsidR="00D71DB0" w:rsidRPr="00D16A3F" w14:paraId="25ED1FD8" w14:textId="77777777" w:rsidTr="00AB2369">
        <w:trPr>
          <w:trHeight w:val="271"/>
        </w:trPr>
        <w:tc>
          <w:tcPr>
            <w:tcW w:w="2892" w:type="dxa"/>
            <w:vMerge/>
            <w:shd w:val="clear" w:color="auto" w:fill="auto"/>
            <w:vAlign w:val="center"/>
          </w:tcPr>
          <w:p w14:paraId="062E26B5" w14:textId="77777777" w:rsidR="00D71DB0" w:rsidRPr="00D16A3F" w:rsidRDefault="00D71DB0" w:rsidP="0081740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065" w:type="dxa"/>
            <w:shd w:val="clear" w:color="auto" w:fill="auto"/>
          </w:tcPr>
          <w:p w14:paraId="338F9252" w14:textId="0EFC02D0" w:rsidR="00D71DB0" w:rsidRDefault="00EE527F" w:rsidP="0045300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ACTUALIZACIÓN DEL ESTATUS DEL SOLICITANTE</w:t>
            </w:r>
          </w:p>
        </w:tc>
      </w:tr>
      <w:tr w:rsidR="00817402" w:rsidRPr="00D16A3F" w14:paraId="0E62506D" w14:textId="77777777" w:rsidTr="00AB2369">
        <w:trPr>
          <w:trHeight w:val="271"/>
        </w:trPr>
        <w:tc>
          <w:tcPr>
            <w:tcW w:w="2892" w:type="dxa"/>
            <w:vMerge w:val="restart"/>
            <w:shd w:val="clear" w:color="auto" w:fill="auto"/>
            <w:vAlign w:val="center"/>
            <w:hideMark/>
          </w:tcPr>
          <w:p w14:paraId="15C575E2" w14:textId="3C8DD631" w:rsidR="00817402" w:rsidRPr="00D16A3F" w:rsidRDefault="004301B4" w:rsidP="00D71DB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DE DATOS DEL SOLICITANTE</w:t>
            </w:r>
          </w:p>
        </w:tc>
        <w:tc>
          <w:tcPr>
            <w:tcW w:w="6065" w:type="dxa"/>
            <w:shd w:val="clear" w:color="auto" w:fill="auto"/>
          </w:tcPr>
          <w:p w14:paraId="53480E88" w14:textId="4962B4FB" w:rsidR="00817402" w:rsidRPr="00D16A3F" w:rsidRDefault="00EE527F" w:rsidP="005E386E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TIPO DE </w:t>
            </w:r>
            <w:r w:rsidR="005E386E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PERSONA</w:t>
            </w:r>
          </w:p>
        </w:tc>
      </w:tr>
      <w:tr w:rsidR="00817402" w:rsidRPr="00D16A3F" w14:paraId="343797C0" w14:textId="77777777" w:rsidTr="00AB2369">
        <w:trPr>
          <w:trHeight w:val="315"/>
        </w:trPr>
        <w:tc>
          <w:tcPr>
            <w:tcW w:w="2892" w:type="dxa"/>
            <w:vMerge/>
            <w:shd w:val="clear" w:color="auto" w:fill="auto"/>
            <w:vAlign w:val="center"/>
          </w:tcPr>
          <w:p w14:paraId="6CB410FB" w14:textId="77777777" w:rsidR="00817402" w:rsidRPr="00D16A3F" w:rsidRDefault="00817402" w:rsidP="0081740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065" w:type="dxa"/>
            <w:shd w:val="clear" w:color="auto" w:fill="auto"/>
          </w:tcPr>
          <w:p w14:paraId="52FC4D8A" w14:textId="453BE864" w:rsidR="00817402" w:rsidRPr="00D16A3F" w:rsidRDefault="005E386E" w:rsidP="005E386E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RFC</w:t>
            </w:r>
            <w:r w:rsidR="008306CE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</w:t>
            </w:r>
            <w:r w:rsidR="004301B4"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DEL SOLICITANTE</w:t>
            </w:r>
          </w:p>
        </w:tc>
      </w:tr>
      <w:tr w:rsidR="004301B4" w:rsidRPr="00D16A3F" w14:paraId="1BDF861B" w14:textId="77777777" w:rsidTr="00AB2369">
        <w:trPr>
          <w:trHeight w:val="315"/>
        </w:trPr>
        <w:tc>
          <w:tcPr>
            <w:tcW w:w="2892" w:type="dxa"/>
            <w:vMerge/>
            <w:shd w:val="clear" w:color="auto" w:fill="auto"/>
            <w:vAlign w:val="center"/>
          </w:tcPr>
          <w:p w14:paraId="53C57AD0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065" w:type="dxa"/>
            <w:shd w:val="clear" w:color="auto" w:fill="auto"/>
          </w:tcPr>
          <w:p w14:paraId="5A056423" w14:textId="759CE955" w:rsidR="004301B4" w:rsidRPr="00D16A3F" w:rsidRDefault="005E386E" w:rsidP="00F92F59">
            <w:pPr>
              <w:tabs>
                <w:tab w:val="left" w:pos="3070"/>
              </w:tabs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CURP</w:t>
            </w:r>
            <w:r w:rsidR="00C10085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DEL SOLICITANTE </w:t>
            </w:r>
          </w:p>
        </w:tc>
      </w:tr>
      <w:tr w:rsidR="00C10085" w:rsidRPr="00D16A3F" w14:paraId="2C11524D" w14:textId="77777777" w:rsidTr="00AB2369">
        <w:trPr>
          <w:trHeight w:val="315"/>
        </w:trPr>
        <w:tc>
          <w:tcPr>
            <w:tcW w:w="2892" w:type="dxa"/>
            <w:vMerge/>
            <w:shd w:val="clear" w:color="auto" w:fill="auto"/>
            <w:vAlign w:val="center"/>
          </w:tcPr>
          <w:p w14:paraId="22A14D32" w14:textId="77777777" w:rsidR="00C10085" w:rsidRPr="00D16A3F" w:rsidRDefault="00C10085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065" w:type="dxa"/>
            <w:shd w:val="clear" w:color="auto" w:fill="auto"/>
          </w:tcPr>
          <w:p w14:paraId="211B36C8" w14:textId="68331BED" w:rsidR="00C10085" w:rsidRPr="00D16A3F" w:rsidRDefault="00C10085" w:rsidP="00C1008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FECHA DE 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ALTA COMO SOLICITANTE</w:t>
            </w:r>
          </w:p>
        </w:tc>
      </w:tr>
      <w:tr w:rsidR="005E386E" w:rsidRPr="00D16A3F" w14:paraId="40D43ABD" w14:textId="77777777" w:rsidTr="00AB2369">
        <w:trPr>
          <w:trHeight w:val="315"/>
        </w:trPr>
        <w:tc>
          <w:tcPr>
            <w:tcW w:w="2892" w:type="dxa"/>
            <w:vMerge/>
            <w:shd w:val="clear" w:color="auto" w:fill="auto"/>
            <w:vAlign w:val="center"/>
          </w:tcPr>
          <w:p w14:paraId="35D9825C" w14:textId="77777777" w:rsidR="005E386E" w:rsidRPr="00D16A3F" w:rsidRDefault="005E386E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065" w:type="dxa"/>
            <w:shd w:val="clear" w:color="auto" w:fill="auto"/>
          </w:tcPr>
          <w:p w14:paraId="746AD0AC" w14:textId="3D10F905" w:rsidR="005E386E" w:rsidRPr="00D16A3F" w:rsidRDefault="005E386E" w:rsidP="00C1008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CLASIFICACIÓN DEL SOLICITANTE</w:t>
            </w:r>
          </w:p>
        </w:tc>
      </w:tr>
      <w:tr w:rsidR="004301B4" w:rsidRPr="00D16A3F" w14:paraId="740A1F84" w14:textId="77777777" w:rsidTr="00AB2369">
        <w:trPr>
          <w:trHeight w:val="315"/>
        </w:trPr>
        <w:tc>
          <w:tcPr>
            <w:tcW w:w="2892" w:type="dxa"/>
            <w:vMerge/>
            <w:shd w:val="clear" w:color="auto" w:fill="auto"/>
            <w:vAlign w:val="center"/>
          </w:tcPr>
          <w:p w14:paraId="69288928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065" w:type="dxa"/>
            <w:shd w:val="clear" w:color="auto" w:fill="auto"/>
          </w:tcPr>
          <w:p w14:paraId="5322AB15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NOMBRE(S)/RAZÓN O DENOMINACIÓN SOCIAL</w:t>
            </w:r>
          </w:p>
        </w:tc>
      </w:tr>
      <w:tr w:rsidR="004301B4" w:rsidRPr="00D16A3F" w14:paraId="6D41F6C8" w14:textId="77777777" w:rsidTr="00AB2369">
        <w:trPr>
          <w:trHeight w:val="315"/>
        </w:trPr>
        <w:tc>
          <w:tcPr>
            <w:tcW w:w="2892" w:type="dxa"/>
            <w:vMerge/>
            <w:shd w:val="clear" w:color="auto" w:fill="auto"/>
            <w:vAlign w:val="center"/>
          </w:tcPr>
          <w:p w14:paraId="4367F175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065" w:type="dxa"/>
            <w:shd w:val="clear" w:color="auto" w:fill="auto"/>
          </w:tcPr>
          <w:p w14:paraId="05A6DB91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APELLIDOS PATERNOS</w:t>
            </w:r>
          </w:p>
        </w:tc>
      </w:tr>
      <w:tr w:rsidR="004301B4" w:rsidRPr="00D16A3F" w14:paraId="690EE3FF" w14:textId="77777777" w:rsidTr="00AB2369">
        <w:trPr>
          <w:trHeight w:val="315"/>
        </w:trPr>
        <w:tc>
          <w:tcPr>
            <w:tcW w:w="2892" w:type="dxa"/>
            <w:vMerge/>
            <w:shd w:val="clear" w:color="auto" w:fill="auto"/>
            <w:vAlign w:val="center"/>
          </w:tcPr>
          <w:p w14:paraId="16A53DD6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065" w:type="dxa"/>
            <w:shd w:val="clear" w:color="auto" w:fill="auto"/>
          </w:tcPr>
          <w:p w14:paraId="5C41F2DD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APELLIDOS MATERNOS</w:t>
            </w:r>
          </w:p>
        </w:tc>
      </w:tr>
      <w:tr w:rsidR="004301B4" w:rsidRPr="00D16A3F" w14:paraId="36F47B72" w14:textId="77777777" w:rsidTr="00AB2369">
        <w:trPr>
          <w:trHeight w:val="315"/>
        </w:trPr>
        <w:tc>
          <w:tcPr>
            <w:tcW w:w="2892" w:type="dxa"/>
            <w:vMerge/>
            <w:shd w:val="clear" w:color="auto" w:fill="auto"/>
            <w:vAlign w:val="center"/>
          </w:tcPr>
          <w:p w14:paraId="7B4D940F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065" w:type="dxa"/>
            <w:shd w:val="clear" w:color="auto" w:fill="auto"/>
          </w:tcPr>
          <w:p w14:paraId="6A360F43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GÉNERO </w:t>
            </w:r>
          </w:p>
        </w:tc>
      </w:tr>
      <w:tr w:rsidR="004301B4" w:rsidRPr="00D16A3F" w14:paraId="0C4081A4" w14:textId="77777777" w:rsidTr="00AB2369">
        <w:trPr>
          <w:trHeight w:val="315"/>
        </w:trPr>
        <w:tc>
          <w:tcPr>
            <w:tcW w:w="2892" w:type="dxa"/>
            <w:vMerge/>
            <w:shd w:val="clear" w:color="auto" w:fill="auto"/>
            <w:vAlign w:val="center"/>
          </w:tcPr>
          <w:p w14:paraId="5C3092CA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065" w:type="dxa"/>
            <w:shd w:val="clear" w:color="auto" w:fill="auto"/>
          </w:tcPr>
          <w:p w14:paraId="4E7C2912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FECHA DE NACIMIENTO/FECHA DE CONSTITUCIÓN </w:t>
            </w:r>
          </w:p>
        </w:tc>
      </w:tr>
      <w:tr w:rsidR="004301B4" w:rsidRPr="00D16A3F" w14:paraId="36A6367F" w14:textId="77777777" w:rsidTr="00AB2369">
        <w:trPr>
          <w:trHeight w:val="315"/>
        </w:trPr>
        <w:tc>
          <w:tcPr>
            <w:tcW w:w="2892" w:type="dxa"/>
            <w:vMerge/>
            <w:shd w:val="clear" w:color="auto" w:fill="auto"/>
            <w:vAlign w:val="center"/>
          </w:tcPr>
          <w:p w14:paraId="21BA2BD9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065" w:type="dxa"/>
            <w:shd w:val="clear" w:color="auto" w:fill="auto"/>
          </w:tcPr>
          <w:p w14:paraId="7E30F14E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ENTIDAD FEDERATIVA </w:t>
            </w:r>
          </w:p>
        </w:tc>
      </w:tr>
      <w:tr w:rsidR="004301B4" w:rsidRPr="00D16A3F" w14:paraId="307F3621" w14:textId="77777777" w:rsidTr="00AB2369">
        <w:trPr>
          <w:trHeight w:val="315"/>
        </w:trPr>
        <w:tc>
          <w:tcPr>
            <w:tcW w:w="2892" w:type="dxa"/>
            <w:vMerge/>
            <w:shd w:val="clear" w:color="auto" w:fill="auto"/>
            <w:vAlign w:val="center"/>
          </w:tcPr>
          <w:p w14:paraId="2185750A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065" w:type="dxa"/>
            <w:shd w:val="clear" w:color="auto" w:fill="auto"/>
          </w:tcPr>
          <w:p w14:paraId="17E7BE60" w14:textId="05005012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PA</w:t>
            </w:r>
            <w:r w:rsidR="00AA23AD"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Í</w:t>
            </w: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</w:t>
            </w:r>
            <w:r w:rsidR="00910BBC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DE NACIMIENTO</w:t>
            </w:r>
          </w:p>
        </w:tc>
      </w:tr>
      <w:tr w:rsidR="004301B4" w:rsidRPr="00D16A3F" w14:paraId="1B88DF1D" w14:textId="77777777" w:rsidTr="00AB2369">
        <w:trPr>
          <w:trHeight w:val="315"/>
        </w:trPr>
        <w:tc>
          <w:tcPr>
            <w:tcW w:w="2892" w:type="dxa"/>
            <w:vMerge/>
            <w:shd w:val="clear" w:color="auto" w:fill="auto"/>
            <w:vAlign w:val="center"/>
          </w:tcPr>
          <w:p w14:paraId="1B4C4DE2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065" w:type="dxa"/>
            <w:shd w:val="clear" w:color="auto" w:fill="auto"/>
          </w:tcPr>
          <w:p w14:paraId="59548BED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NACIONALIDAD </w:t>
            </w:r>
          </w:p>
        </w:tc>
      </w:tr>
      <w:tr w:rsidR="004301B4" w:rsidRPr="00D16A3F" w14:paraId="05EA2252" w14:textId="77777777" w:rsidTr="00AB2369">
        <w:trPr>
          <w:trHeight w:val="315"/>
        </w:trPr>
        <w:tc>
          <w:tcPr>
            <w:tcW w:w="2892" w:type="dxa"/>
            <w:vMerge/>
            <w:shd w:val="clear" w:color="auto" w:fill="auto"/>
            <w:vAlign w:val="center"/>
          </w:tcPr>
          <w:p w14:paraId="6CE4111B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065" w:type="dxa"/>
            <w:shd w:val="clear" w:color="auto" w:fill="auto"/>
          </w:tcPr>
          <w:p w14:paraId="04713425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OCUPACIÓN (PERSONA FÍSICA)</w:t>
            </w:r>
          </w:p>
        </w:tc>
      </w:tr>
      <w:tr w:rsidR="004301B4" w:rsidRPr="00D16A3F" w14:paraId="10560093" w14:textId="77777777" w:rsidTr="00AB2369">
        <w:trPr>
          <w:trHeight w:val="315"/>
        </w:trPr>
        <w:tc>
          <w:tcPr>
            <w:tcW w:w="2892" w:type="dxa"/>
            <w:vMerge/>
            <w:shd w:val="clear" w:color="auto" w:fill="auto"/>
            <w:vAlign w:val="center"/>
          </w:tcPr>
          <w:p w14:paraId="02336415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065" w:type="dxa"/>
            <w:shd w:val="clear" w:color="auto" w:fill="auto"/>
          </w:tcPr>
          <w:p w14:paraId="08932744" w14:textId="55319C8C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ACTIVIDAD EC</w:t>
            </w:r>
            <w:r w:rsidR="00AA23AD"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O</w:t>
            </w: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</w:t>
            </w:r>
            <w:r w:rsidR="00AA23AD"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Ó</w:t>
            </w: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MICA O GIRO DEL NEGOCIO (PERSONA MORAL)</w:t>
            </w:r>
          </w:p>
        </w:tc>
      </w:tr>
      <w:tr w:rsidR="004301B4" w:rsidRPr="00D16A3F" w14:paraId="1FF7C023" w14:textId="77777777" w:rsidTr="00AB2369">
        <w:trPr>
          <w:trHeight w:val="315"/>
        </w:trPr>
        <w:tc>
          <w:tcPr>
            <w:tcW w:w="2892" w:type="dxa"/>
            <w:vMerge/>
            <w:shd w:val="clear" w:color="auto" w:fill="auto"/>
            <w:vAlign w:val="center"/>
          </w:tcPr>
          <w:p w14:paraId="08D029FA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065" w:type="dxa"/>
            <w:shd w:val="clear" w:color="auto" w:fill="auto"/>
          </w:tcPr>
          <w:p w14:paraId="34E71404" w14:textId="6B4F9095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NOMBRE DE LA CALLE, AVENIDA </w:t>
            </w:r>
            <w:r w:rsidR="00AA23AD"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O</w:t>
            </w: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VÍA </w:t>
            </w:r>
          </w:p>
        </w:tc>
      </w:tr>
      <w:tr w:rsidR="004301B4" w:rsidRPr="00D16A3F" w14:paraId="19346012" w14:textId="77777777" w:rsidTr="00AB2369">
        <w:trPr>
          <w:trHeight w:val="315"/>
        </w:trPr>
        <w:tc>
          <w:tcPr>
            <w:tcW w:w="2892" w:type="dxa"/>
            <w:vMerge/>
            <w:shd w:val="clear" w:color="auto" w:fill="auto"/>
            <w:vAlign w:val="center"/>
          </w:tcPr>
          <w:p w14:paraId="7E92BAA7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065" w:type="dxa"/>
            <w:shd w:val="clear" w:color="auto" w:fill="auto"/>
          </w:tcPr>
          <w:p w14:paraId="5E0FA4DB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NÚMERO EXTERIOR </w:t>
            </w:r>
          </w:p>
        </w:tc>
      </w:tr>
      <w:tr w:rsidR="004301B4" w:rsidRPr="00D16A3F" w14:paraId="4CC4C0FF" w14:textId="77777777" w:rsidTr="00AB2369">
        <w:trPr>
          <w:trHeight w:val="315"/>
        </w:trPr>
        <w:tc>
          <w:tcPr>
            <w:tcW w:w="2892" w:type="dxa"/>
            <w:vMerge/>
            <w:shd w:val="clear" w:color="auto" w:fill="auto"/>
            <w:vAlign w:val="center"/>
          </w:tcPr>
          <w:p w14:paraId="09564558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065" w:type="dxa"/>
            <w:shd w:val="clear" w:color="auto" w:fill="auto"/>
          </w:tcPr>
          <w:p w14:paraId="4DAEFA4A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NÚMERO INTERIOR</w:t>
            </w:r>
          </w:p>
        </w:tc>
      </w:tr>
      <w:tr w:rsidR="004301B4" w:rsidRPr="00D16A3F" w14:paraId="6CC55C8C" w14:textId="77777777" w:rsidTr="00AB2369">
        <w:trPr>
          <w:trHeight w:val="315"/>
        </w:trPr>
        <w:tc>
          <w:tcPr>
            <w:tcW w:w="2892" w:type="dxa"/>
            <w:vMerge/>
            <w:shd w:val="clear" w:color="auto" w:fill="auto"/>
            <w:vAlign w:val="center"/>
          </w:tcPr>
          <w:p w14:paraId="332CE7DB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065" w:type="dxa"/>
            <w:shd w:val="clear" w:color="auto" w:fill="auto"/>
          </w:tcPr>
          <w:p w14:paraId="5CC781A4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COLONIA </w:t>
            </w:r>
          </w:p>
        </w:tc>
      </w:tr>
      <w:tr w:rsidR="004301B4" w:rsidRPr="00D16A3F" w14:paraId="108018C3" w14:textId="77777777" w:rsidTr="00AB2369">
        <w:trPr>
          <w:trHeight w:val="315"/>
        </w:trPr>
        <w:tc>
          <w:tcPr>
            <w:tcW w:w="2892" w:type="dxa"/>
            <w:vMerge/>
            <w:shd w:val="clear" w:color="auto" w:fill="auto"/>
            <w:vAlign w:val="center"/>
          </w:tcPr>
          <w:p w14:paraId="6A7C5D3E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065" w:type="dxa"/>
            <w:shd w:val="clear" w:color="auto" w:fill="auto"/>
          </w:tcPr>
          <w:p w14:paraId="4012136D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CÓDIGO POSTAL </w:t>
            </w:r>
          </w:p>
        </w:tc>
      </w:tr>
      <w:tr w:rsidR="004301B4" w:rsidRPr="00D16A3F" w14:paraId="5EC2E212" w14:textId="77777777" w:rsidTr="00AB2369">
        <w:trPr>
          <w:trHeight w:val="315"/>
        </w:trPr>
        <w:tc>
          <w:tcPr>
            <w:tcW w:w="2892" w:type="dxa"/>
            <w:vMerge/>
            <w:shd w:val="clear" w:color="auto" w:fill="auto"/>
            <w:vAlign w:val="center"/>
          </w:tcPr>
          <w:p w14:paraId="1D42B45A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065" w:type="dxa"/>
            <w:shd w:val="clear" w:color="auto" w:fill="auto"/>
          </w:tcPr>
          <w:p w14:paraId="230DAD6D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LOCALIDAD </w:t>
            </w:r>
          </w:p>
        </w:tc>
      </w:tr>
      <w:tr w:rsidR="004301B4" w:rsidRPr="00D16A3F" w14:paraId="2A437E0C" w14:textId="77777777" w:rsidTr="00AB2369">
        <w:trPr>
          <w:trHeight w:val="315"/>
        </w:trPr>
        <w:tc>
          <w:tcPr>
            <w:tcW w:w="2892" w:type="dxa"/>
            <w:vMerge/>
            <w:shd w:val="clear" w:color="auto" w:fill="auto"/>
            <w:vAlign w:val="center"/>
          </w:tcPr>
          <w:p w14:paraId="7567C492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065" w:type="dxa"/>
            <w:shd w:val="clear" w:color="auto" w:fill="auto"/>
          </w:tcPr>
          <w:p w14:paraId="28ED14CB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ESTADO </w:t>
            </w:r>
          </w:p>
        </w:tc>
      </w:tr>
      <w:tr w:rsidR="004301B4" w:rsidRPr="00D16A3F" w14:paraId="5FB5DC61" w14:textId="77777777" w:rsidTr="00AB2369">
        <w:trPr>
          <w:trHeight w:val="315"/>
        </w:trPr>
        <w:tc>
          <w:tcPr>
            <w:tcW w:w="2892" w:type="dxa"/>
            <w:vMerge/>
            <w:shd w:val="clear" w:color="auto" w:fill="auto"/>
            <w:vAlign w:val="center"/>
          </w:tcPr>
          <w:p w14:paraId="7A476514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065" w:type="dxa"/>
            <w:shd w:val="clear" w:color="auto" w:fill="auto"/>
          </w:tcPr>
          <w:p w14:paraId="1FFD9E7D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MUNICIPIO </w:t>
            </w:r>
          </w:p>
        </w:tc>
      </w:tr>
      <w:tr w:rsidR="004301B4" w:rsidRPr="00D16A3F" w14:paraId="27F41050" w14:textId="77777777" w:rsidTr="00AB2369">
        <w:trPr>
          <w:trHeight w:val="315"/>
        </w:trPr>
        <w:tc>
          <w:tcPr>
            <w:tcW w:w="2892" w:type="dxa"/>
            <w:vMerge/>
            <w:shd w:val="clear" w:color="auto" w:fill="auto"/>
            <w:vAlign w:val="center"/>
          </w:tcPr>
          <w:p w14:paraId="5ED44D34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065" w:type="dxa"/>
            <w:shd w:val="clear" w:color="auto" w:fill="auto"/>
          </w:tcPr>
          <w:p w14:paraId="11A2A72C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PAÍS </w:t>
            </w:r>
          </w:p>
        </w:tc>
      </w:tr>
      <w:tr w:rsidR="004301B4" w:rsidRPr="00D16A3F" w14:paraId="539751DC" w14:textId="77777777" w:rsidTr="00AB2369">
        <w:trPr>
          <w:trHeight w:val="315"/>
        </w:trPr>
        <w:tc>
          <w:tcPr>
            <w:tcW w:w="2892" w:type="dxa"/>
            <w:vMerge/>
            <w:shd w:val="clear" w:color="auto" w:fill="auto"/>
            <w:vAlign w:val="center"/>
          </w:tcPr>
          <w:p w14:paraId="592291EC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065" w:type="dxa"/>
            <w:shd w:val="clear" w:color="auto" w:fill="auto"/>
          </w:tcPr>
          <w:p w14:paraId="1E44E1CE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TELÉFONO</w:t>
            </w:r>
          </w:p>
        </w:tc>
      </w:tr>
      <w:tr w:rsidR="004301B4" w:rsidRPr="00D16A3F" w14:paraId="3D2AEF22" w14:textId="77777777" w:rsidTr="00AB2369">
        <w:trPr>
          <w:trHeight w:val="315"/>
        </w:trPr>
        <w:tc>
          <w:tcPr>
            <w:tcW w:w="2892" w:type="dxa"/>
            <w:vMerge/>
            <w:shd w:val="clear" w:color="auto" w:fill="auto"/>
            <w:vAlign w:val="center"/>
          </w:tcPr>
          <w:p w14:paraId="6F2C3D56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065" w:type="dxa"/>
            <w:shd w:val="clear" w:color="auto" w:fill="auto"/>
          </w:tcPr>
          <w:p w14:paraId="0F39F2F9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CORREO ELECTRÓNICO</w:t>
            </w:r>
          </w:p>
        </w:tc>
      </w:tr>
    </w:tbl>
    <w:p w14:paraId="5620F057" w14:textId="77777777" w:rsidR="0061586B" w:rsidRPr="00D16A3F" w:rsidRDefault="0061586B">
      <w:pPr>
        <w:rPr>
          <w:rFonts w:ascii="Montserrat" w:eastAsia="Times New Roman" w:hAnsi="Montserrat" w:cs="Arial"/>
          <w:sz w:val="18"/>
          <w:szCs w:val="18"/>
          <w:lang w:eastAsia="es-ES"/>
        </w:rPr>
      </w:pPr>
      <w:r w:rsidRPr="00D16A3F">
        <w:rPr>
          <w:rFonts w:ascii="Montserrat" w:hAnsi="Montserrat" w:cs="Arial"/>
          <w:sz w:val="18"/>
          <w:szCs w:val="18"/>
        </w:rPr>
        <w:br w:type="page"/>
      </w:r>
    </w:p>
    <w:p w14:paraId="48B10A87" w14:textId="6F1AAE65" w:rsidR="00335685" w:rsidRPr="00D16A3F" w:rsidRDefault="00335685" w:rsidP="00700F9D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  <w:r w:rsidRPr="00D16A3F">
        <w:rPr>
          <w:rFonts w:ascii="Montserrat" w:hAnsi="Montserrat"/>
          <w:szCs w:val="18"/>
          <w:lang w:val="es-MX"/>
        </w:rPr>
        <w:lastRenderedPageBreak/>
        <w:t xml:space="preserve">Las </w:t>
      </w:r>
      <w:r w:rsidR="00AA23AD" w:rsidRPr="00D16A3F">
        <w:rPr>
          <w:rFonts w:ascii="Montserrat" w:hAnsi="Montserrat"/>
          <w:szCs w:val="18"/>
          <w:lang w:val="es-MX"/>
        </w:rPr>
        <w:t>I</w:t>
      </w:r>
      <w:r w:rsidRPr="00D16A3F">
        <w:rPr>
          <w:rFonts w:ascii="Montserrat" w:hAnsi="Montserrat"/>
          <w:szCs w:val="18"/>
          <w:lang w:val="es-MX"/>
        </w:rPr>
        <w:t>nstituciones</w:t>
      </w:r>
      <w:r w:rsidR="00AA23AD" w:rsidRPr="00D16A3F">
        <w:rPr>
          <w:rFonts w:ascii="Montserrat" w:hAnsi="Montserrat"/>
          <w:szCs w:val="18"/>
          <w:lang w:val="es-MX"/>
        </w:rPr>
        <w:t xml:space="preserve"> de Financiamiento Colectivo</w:t>
      </w:r>
      <w:r w:rsidRPr="00D16A3F">
        <w:rPr>
          <w:rFonts w:ascii="Montserrat" w:hAnsi="Montserrat"/>
          <w:szCs w:val="18"/>
          <w:lang w:val="es-MX"/>
        </w:rPr>
        <w:t xml:space="preserve"> llevarán a cabo el envío de la información relacionada con el reporte </w:t>
      </w:r>
      <w:r w:rsidR="000C3465" w:rsidRPr="00D16A3F">
        <w:rPr>
          <w:rFonts w:ascii="Montserrat" w:hAnsi="Montserrat"/>
          <w:b/>
          <w:szCs w:val="18"/>
          <w:lang w:val="es-MX" w:eastAsia="es-MX"/>
        </w:rPr>
        <w:t xml:space="preserve">R24 G-2422 Información de </w:t>
      </w:r>
      <w:r w:rsidR="00150D7E">
        <w:rPr>
          <w:rFonts w:ascii="Montserrat" w:hAnsi="Montserrat"/>
          <w:b/>
          <w:szCs w:val="18"/>
          <w:lang w:val="es-MX" w:eastAsia="es-MX"/>
        </w:rPr>
        <w:t>I</w:t>
      </w:r>
      <w:r w:rsidR="000C3465" w:rsidRPr="00D16A3F">
        <w:rPr>
          <w:rFonts w:ascii="Montserrat" w:hAnsi="Montserrat"/>
          <w:b/>
          <w:szCs w:val="18"/>
          <w:lang w:val="es-MX" w:eastAsia="es-MX"/>
        </w:rPr>
        <w:t>nversionistas</w:t>
      </w:r>
      <w:r w:rsidRPr="00D16A3F">
        <w:rPr>
          <w:rFonts w:ascii="Montserrat" w:hAnsi="Montserrat"/>
          <w:szCs w:val="18"/>
          <w:lang w:val="es-MX"/>
        </w:rPr>
        <w:t>, mediante la utilización del siguiente formato de captura:</w:t>
      </w:r>
    </w:p>
    <w:tbl>
      <w:tblPr>
        <w:tblW w:w="895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123"/>
      </w:tblGrid>
      <w:tr w:rsidR="00C37530" w:rsidRPr="00D16A3F" w14:paraId="1D8AC265" w14:textId="77777777" w:rsidTr="00EC47C6">
        <w:trPr>
          <w:trHeight w:val="315"/>
          <w:tblHeader/>
        </w:trPr>
        <w:tc>
          <w:tcPr>
            <w:tcW w:w="8958" w:type="dxa"/>
            <w:gridSpan w:val="2"/>
            <w:shd w:val="clear" w:color="000000" w:fill="BFBFBF"/>
            <w:vAlign w:val="center"/>
            <w:hideMark/>
          </w:tcPr>
          <w:p w14:paraId="4AEDBD7A" w14:textId="77777777" w:rsidR="00C37530" w:rsidRPr="00D16A3F" w:rsidRDefault="00C37530" w:rsidP="00C472E8">
            <w:pPr>
              <w:spacing w:after="0" w:line="240" w:lineRule="auto"/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ES" w:eastAsia="es-MX"/>
              </w:rPr>
              <w:t>INFORMACIÓN SOLICITADA</w:t>
            </w:r>
          </w:p>
        </w:tc>
      </w:tr>
      <w:tr w:rsidR="002E7636" w:rsidRPr="00D16A3F" w14:paraId="358593AE" w14:textId="77777777" w:rsidTr="00C229CB">
        <w:trPr>
          <w:trHeight w:val="315"/>
        </w:trPr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14:paraId="6F5064B2" w14:textId="77777777" w:rsidR="002E7636" w:rsidRPr="00D16A3F" w:rsidRDefault="002E7636" w:rsidP="002E7636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SECCIÓN IDENTIFICADOR DEL REPORTE</w:t>
            </w:r>
          </w:p>
        </w:tc>
        <w:tc>
          <w:tcPr>
            <w:tcW w:w="6123" w:type="dxa"/>
            <w:shd w:val="clear" w:color="auto" w:fill="auto"/>
            <w:hideMark/>
          </w:tcPr>
          <w:p w14:paraId="7A33EFDB" w14:textId="77777777" w:rsidR="002E7636" w:rsidRPr="00D16A3F" w:rsidRDefault="002E7636" w:rsidP="002E763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INICIO DEL PERIODO</w:t>
            </w:r>
          </w:p>
        </w:tc>
      </w:tr>
      <w:tr w:rsidR="002E7636" w:rsidRPr="00D16A3F" w14:paraId="3989C712" w14:textId="77777777" w:rsidTr="00C229CB">
        <w:trPr>
          <w:trHeight w:val="315"/>
        </w:trPr>
        <w:tc>
          <w:tcPr>
            <w:tcW w:w="2835" w:type="dxa"/>
            <w:vMerge/>
            <w:vAlign w:val="center"/>
          </w:tcPr>
          <w:p w14:paraId="607F3C12" w14:textId="77777777" w:rsidR="002E7636" w:rsidRPr="00D16A3F" w:rsidRDefault="002E7636" w:rsidP="002E7636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0C3071C8" w14:textId="77777777" w:rsidR="002E7636" w:rsidRPr="00D16A3F" w:rsidRDefault="002E7636" w:rsidP="002E763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FIN DEL PERIODO</w:t>
            </w:r>
          </w:p>
        </w:tc>
      </w:tr>
      <w:tr w:rsidR="002E7636" w:rsidRPr="00D16A3F" w14:paraId="22F8AF0E" w14:textId="77777777" w:rsidTr="00C229CB">
        <w:trPr>
          <w:trHeight w:val="315"/>
        </w:trPr>
        <w:tc>
          <w:tcPr>
            <w:tcW w:w="2835" w:type="dxa"/>
            <w:vMerge/>
            <w:vAlign w:val="center"/>
            <w:hideMark/>
          </w:tcPr>
          <w:p w14:paraId="75A6C6F7" w14:textId="77777777" w:rsidR="002E7636" w:rsidRPr="00D16A3F" w:rsidRDefault="002E7636" w:rsidP="002E7636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  <w:hideMark/>
          </w:tcPr>
          <w:p w14:paraId="1A2BF23C" w14:textId="77777777" w:rsidR="002E7636" w:rsidRPr="00D16A3F" w:rsidRDefault="002E7636" w:rsidP="002E763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LA INSTITUCIÓN</w:t>
            </w:r>
          </w:p>
        </w:tc>
      </w:tr>
      <w:tr w:rsidR="002E7636" w:rsidRPr="00D16A3F" w14:paraId="67BBA97F" w14:textId="77777777" w:rsidTr="00C229CB">
        <w:trPr>
          <w:trHeight w:val="315"/>
        </w:trPr>
        <w:tc>
          <w:tcPr>
            <w:tcW w:w="2835" w:type="dxa"/>
            <w:vMerge/>
            <w:vAlign w:val="center"/>
            <w:hideMark/>
          </w:tcPr>
          <w:p w14:paraId="39607BF6" w14:textId="77777777" w:rsidR="002E7636" w:rsidRPr="00D16A3F" w:rsidRDefault="002E7636" w:rsidP="002E7636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  <w:hideMark/>
          </w:tcPr>
          <w:p w14:paraId="458057F8" w14:textId="77777777" w:rsidR="002E7636" w:rsidRPr="00D16A3F" w:rsidRDefault="002E7636" w:rsidP="002E763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REPORTE</w:t>
            </w:r>
          </w:p>
        </w:tc>
      </w:tr>
      <w:tr w:rsidR="000C2D65" w:rsidRPr="00D16A3F" w14:paraId="0E3B6CAD" w14:textId="77777777" w:rsidTr="00C229CB">
        <w:trPr>
          <w:trHeight w:val="315"/>
        </w:trPr>
        <w:tc>
          <w:tcPr>
            <w:tcW w:w="2835" w:type="dxa"/>
            <w:vMerge w:val="restart"/>
            <w:shd w:val="clear" w:color="auto" w:fill="auto"/>
            <w:noWrap/>
            <w:vAlign w:val="center"/>
          </w:tcPr>
          <w:p w14:paraId="25436EFA" w14:textId="68A2F551" w:rsidR="000C2D65" w:rsidRPr="00D16A3F" w:rsidRDefault="000C2D65" w:rsidP="004C365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SECCIÓN DE DATOS DE 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IDENTIFICACIÓN DE</w:t>
            </w: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L 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INVERSIONISTA</w:t>
            </w:r>
          </w:p>
        </w:tc>
        <w:tc>
          <w:tcPr>
            <w:tcW w:w="6123" w:type="dxa"/>
            <w:shd w:val="clear" w:color="auto" w:fill="auto"/>
          </w:tcPr>
          <w:p w14:paraId="270537D3" w14:textId="4AF10A10" w:rsidR="000C2D65" w:rsidRDefault="000C2D65" w:rsidP="001449A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</w:t>
            </w:r>
            <w:r w:rsidR="001449A1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DENTIFICADOR DEL INVERSIONISTA</w:t>
            </w:r>
          </w:p>
        </w:tc>
      </w:tr>
      <w:tr w:rsidR="000C2D65" w:rsidRPr="00D16A3F" w14:paraId="75073ADB" w14:textId="77777777" w:rsidTr="00C229CB">
        <w:trPr>
          <w:trHeight w:val="315"/>
        </w:trPr>
        <w:tc>
          <w:tcPr>
            <w:tcW w:w="2835" w:type="dxa"/>
            <w:vMerge/>
            <w:shd w:val="clear" w:color="auto" w:fill="auto"/>
            <w:noWrap/>
            <w:vAlign w:val="center"/>
          </w:tcPr>
          <w:p w14:paraId="25625643" w14:textId="2A53B712" w:rsidR="000C2D65" w:rsidRPr="00D16A3F" w:rsidRDefault="000C2D65" w:rsidP="004C3658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48941C1C" w14:textId="6B271D39" w:rsidR="000C2D65" w:rsidRPr="00D16A3F" w:rsidRDefault="000C2D65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ESTATUS DEL INVERSIONISTA</w:t>
            </w:r>
          </w:p>
        </w:tc>
      </w:tr>
      <w:tr w:rsidR="000C2D65" w:rsidRPr="00D16A3F" w14:paraId="428B5459" w14:textId="77777777" w:rsidTr="00C229CB">
        <w:trPr>
          <w:trHeight w:val="315"/>
        </w:trPr>
        <w:tc>
          <w:tcPr>
            <w:tcW w:w="2835" w:type="dxa"/>
            <w:vMerge/>
            <w:shd w:val="clear" w:color="auto" w:fill="auto"/>
            <w:noWrap/>
            <w:vAlign w:val="center"/>
          </w:tcPr>
          <w:p w14:paraId="3BC9EBF8" w14:textId="77777777" w:rsidR="000C2D65" w:rsidRPr="00D16A3F" w:rsidRDefault="000C2D65" w:rsidP="001734C6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4C6E67A7" w14:textId="66BAABF4" w:rsidR="000C2D65" w:rsidRPr="00D16A3F" w:rsidRDefault="000C2D65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ACTUALIZACIÓN DEL ESTATUS DEL INVERSIONISTA</w:t>
            </w:r>
          </w:p>
        </w:tc>
      </w:tr>
      <w:tr w:rsidR="00FE3189" w:rsidRPr="00D16A3F" w14:paraId="2311254A" w14:textId="77777777" w:rsidTr="004C3658">
        <w:trPr>
          <w:trHeight w:val="315"/>
        </w:trPr>
        <w:tc>
          <w:tcPr>
            <w:tcW w:w="2835" w:type="dxa"/>
            <w:vMerge w:val="restart"/>
            <w:shd w:val="clear" w:color="auto" w:fill="auto"/>
            <w:vAlign w:val="center"/>
          </w:tcPr>
          <w:p w14:paraId="11C19493" w14:textId="257BFB92" w:rsidR="00FE3189" w:rsidRPr="00D16A3F" w:rsidRDefault="007770AF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 xml:space="preserve">SECCIÓN DE DATOS </w:t>
            </w:r>
            <w:r w:rsidR="00FE3189" w:rsidRPr="00D16A3F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DEL INVERSIONISTA</w:t>
            </w:r>
          </w:p>
          <w:p w14:paraId="03164985" w14:textId="73C8B242" w:rsidR="00FE3189" w:rsidRPr="00D16A3F" w:rsidRDefault="00FE3189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090F17CF" w14:textId="35245932" w:rsidR="00FE3189" w:rsidRPr="00D16A3F" w:rsidRDefault="00FE3189" w:rsidP="005E386E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TIPO DE </w:t>
            </w:r>
            <w:r w:rsidR="005E386E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PERSONA</w:t>
            </w: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</w:t>
            </w:r>
          </w:p>
        </w:tc>
      </w:tr>
      <w:tr w:rsidR="00FE3189" w:rsidRPr="00D16A3F" w14:paraId="0EE0935E" w14:textId="77777777" w:rsidTr="004C3658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3169D7D9" w14:textId="637EC7BD" w:rsidR="00FE3189" w:rsidRPr="00D16A3F" w:rsidRDefault="00FE3189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448A7613" w14:textId="2287A403" w:rsidR="00FE3189" w:rsidRPr="00D16A3F" w:rsidRDefault="005E386E" w:rsidP="005E386E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RFC </w:t>
            </w:r>
            <w:r w:rsidR="00FE3189"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DEL INVERSIONISTA</w:t>
            </w:r>
          </w:p>
        </w:tc>
      </w:tr>
      <w:tr w:rsidR="009C5C8B" w:rsidRPr="00D16A3F" w14:paraId="3D42EF3F" w14:textId="77777777" w:rsidTr="004C3658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71100450" w14:textId="77777777" w:rsidR="009C5C8B" w:rsidRPr="00D16A3F" w:rsidRDefault="009C5C8B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0E827158" w14:textId="7E7E9367" w:rsidR="009C5C8B" w:rsidRPr="00D16A3F" w:rsidRDefault="005E386E" w:rsidP="005E386E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CURP DEL INVERSIONISTA</w:t>
            </w:r>
          </w:p>
        </w:tc>
      </w:tr>
      <w:tr w:rsidR="009C5C8B" w:rsidRPr="00D16A3F" w14:paraId="27037E9A" w14:textId="77777777" w:rsidTr="004C3658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5388C201" w14:textId="77777777" w:rsidR="009C5C8B" w:rsidRPr="00D16A3F" w:rsidRDefault="009C5C8B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408770E9" w14:textId="0D4DE5E9" w:rsidR="009C5C8B" w:rsidRDefault="009C5C8B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FECHA 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DE ALTA COMO INVERSIONISTA</w:t>
            </w:r>
          </w:p>
        </w:tc>
      </w:tr>
      <w:tr w:rsidR="005E386E" w:rsidRPr="00D16A3F" w14:paraId="0024202A" w14:textId="77777777" w:rsidTr="004C3658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27DC4192" w14:textId="77777777" w:rsidR="005E386E" w:rsidRPr="00D16A3F" w:rsidRDefault="005E386E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47CC3543" w14:textId="0B453078" w:rsidR="005E386E" w:rsidRPr="00D16A3F" w:rsidRDefault="005E386E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NIVEL DE CONTRATO DEL INVERSIONISTA</w:t>
            </w:r>
          </w:p>
        </w:tc>
      </w:tr>
      <w:tr w:rsidR="00FE3189" w:rsidRPr="00D16A3F" w14:paraId="436CC63D" w14:textId="77777777" w:rsidTr="00AA76C3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6F2B534C" w14:textId="734CA026" w:rsidR="00FE3189" w:rsidRPr="00D16A3F" w:rsidRDefault="00FE3189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6C2786D7" w14:textId="77777777" w:rsidR="00FE3189" w:rsidRPr="00D16A3F" w:rsidRDefault="00FE3189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NOMBRE(S), RAZÓN O DENOMINACIÓN SOCIAL </w:t>
            </w:r>
          </w:p>
        </w:tc>
      </w:tr>
      <w:tr w:rsidR="00FE3189" w:rsidRPr="00D16A3F" w14:paraId="2D08C640" w14:textId="77777777" w:rsidTr="00AA76C3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3EFDEDCC" w14:textId="7050F010" w:rsidR="00FE3189" w:rsidRPr="00D16A3F" w:rsidRDefault="00FE3189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2E988A92" w14:textId="77777777" w:rsidR="00FE3189" w:rsidRPr="00D16A3F" w:rsidRDefault="00FE3189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APELLIDOS PATERNOS </w:t>
            </w:r>
          </w:p>
        </w:tc>
      </w:tr>
      <w:tr w:rsidR="00FE3189" w:rsidRPr="00D16A3F" w14:paraId="5955B6C2" w14:textId="77777777" w:rsidTr="00AA76C3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44AA5C77" w14:textId="5CC06805" w:rsidR="00FE3189" w:rsidRPr="00D16A3F" w:rsidRDefault="00FE3189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56AA2B8D" w14:textId="77777777" w:rsidR="00FE3189" w:rsidRPr="00D16A3F" w:rsidRDefault="00FE3189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APELLIDOS MATERNOS </w:t>
            </w:r>
          </w:p>
        </w:tc>
      </w:tr>
      <w:tr w:rsidR="00FE3189" w:rsidRPr="00D16A3F" w14:paraId="1F91BB93" w14:textId="77777777" w:rsidTr="00AA76C3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485117F4" w14:textId="354DE413" w:rsidR="00FE3189" w:rsidRPr="00D16A3F" w:rsidRDefault="00FE3189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6A10BF8F" w14:textId="77777777" w:rsidR="00FE3189" w:rsidRPr="00D16A3F" w:rsidRDefault="00FE3189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GÉNERO </w:t>
            </w:r>
          </w:p>
        </w:tc>
      </w:tr>
      <w:tr w:rsidR="00FE3189" w:rsidRPr="00D16A3F" w14:paraId="60B78EF7" w14:textId="77777777" w:rsidTr="00AA76C3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34D5BC16" w14:textId="08753A4C" w:rsidR="00FE3189" w:rsidRPr="00D16A3F" w:rsidRDefault="00FE3189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069D6EFD" w14:textId="77777777" w:rsidR="00FE3189" w:rsidRPr="00D16A3F" w:rsidRDefault="00FE3189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FECHA DE NACIMIENTO/FECHA DE CONSTITUCIÓN </w:t>
            </w:r>
          </w:p>
        </w:tc>
      </w:tr>
      <w:tr w:rsidR="00FE3189" w:rsidRPr="00D16A3F" w14:paraId="00EAF8B9" w14:textId="77777777" w:rsidTr="00AA76C3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7CF47643" w14:textId="0CA1336A" w:rsidR="00FE3189" w:rsidRPr="00D16A3F" w:rsidRDefault="00FE3189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4969F50E" w14:textId="77777777" w:rsidR="00FE3189" w:rsidRPr="00D16A3F" w:rsidRDefault="00FE3189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ENTIDAD FEDERATIVA </w:t>
            </w:r>
          </w:p>
        </w:tc>
      </w:tr>
      <w:tr w:rsidR="00FE3189" w:rsidRPr="00D16A3F" w14:paraId="64C03FAB" w14:textId="77777777" w:rsidTr="00AA76C3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5154947E" w14:textId="6C3B9B8F" w:rsidR="00FE3189" w:rsidRPr="00D16A3F" w:rsidRDefault="00FE3189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34D183F6" w14:textId="0D087EA9" w:rsidR="00FE3189" w:rsidRPr="00D16A3F" w:rsidRDefault="00FE3189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PAÍS</w:t>
            </w:r>
            <w:r w:rsidR="00E6582C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DE NACIMIENTO</w:t>
            </w:r>
          </w:p>
        </w:tc>
      </w:tr>
      <w:tr w:rsidR="00FE3189" w:rsidRPr="00D16A3F" w14:paraId="7CE2634C" w14:textId="77777777" w:rsidTr="00AA76C3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3E577204" w14:textId="12061E9E" w:rsidR="00FE3189" w:rsidRPr="00D16A3F" w:rsidRDefault="00FE3189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3BBDD6B3" w14:textId="77777777" w:rsidR="00FE3189" w:rsidRPr="00D16A3F" w:rsidRDefault="00FE3189" w:rsidP="00AB282A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NACIONALIDAD </w:t>
            </w:r>
          </w:p>
        </w:tc>
      </w:tr>
      <w:tr w:rsidR="00FE3189" w:rsidRPr="00D16A3F" w14:paraId="59F7FD53" w14:textId="77777777" w:rsidTr="00AA76C3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14084563" w14:textId="2E0F77C0" w:rsidR="00FE3189" w:rsidRPr="00D16A3F" w:rsidRDefault="00FE3189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1C5A944D" w14:textId="77777777" w:rsidR="00FE3189" w:rsidRPr="00D16A3F" w:rsidRDefault="00FE3189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OCUPACIÓN (PERSONA FÍSICA) </w:t>
            </w:r>
          </w:p>
        </w:tc>
      </w:tr>
      <w:tr w:rsidR="00FE3189" w:rsidRPr="00D16A3F" w14:paraId="398ADFB2" w14:textId="77777777" w:rsidTr="00AA76C3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19BE5191" w14:textId="053BDA0F" w:rsidR="00FE3189" w:rsidRPr="00D16A3F" w:rsidRDefault="00FE3189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354BD72E" w14:textId="77777777" w:rsidR="00FE3189" w:rsidRPr="00D16A3F" w:rsidRDefault="00FE3189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ACTIVIDAD ECONÓMICA O GIRO DEL NEGOCIO (PERSONA MORAL) </w:t>
            </w:r>
          </w:p>
        </w:tc>
      </w:tr>
      <w:tr w:rsidR="005E386E" w:rsidRPr="00D16A3F" w14:paraId="0142EE18" w14:textId="77777777" w:rsidTr="00AA76C3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51D21F07" w14:textId="77777777" w:rsidR="005E386E" w:rsidRPr="00D16A3F" w:rsidRDefault="005E386E" w:rsidP="005E386E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04FD3766" w14:textId="4A7C7D72" w:rsidR="005E386E" w:rsidRPr="00D16A3F" w:rsidRDefault="005E386E" w:rsidP="005E386E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NOMBRE DE LA CALLE, AVENIDA O VÍA </w:t>
            </w:r>
          </w:p>
        </w:tc>
      </w:tr>
      <w:tr w:rsidR="005E386E" w:rsidRPr="00D16A3F" w14:paraId="1EE02CC1" w14:textId="77777777" w:rsidTr="00AA76C3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7366E352" w14:textId="77777777" w:rsidR="005E386E" w:rsidRPr="00D16A3F" w:rsidRDefault="005E386E" w:rsidP="005E386E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4D2BA831" w14:textId="24E56E5C" w:rsidR="005E386E" w:rsidRPr="00D16A3F" w:rsidRDefault="005E386E" w:rsidP="005E386E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NÚMERO EXTERIOR </w:t>
            </w:r>
          </w:p>
        </w:tc>
      </w:tr>
      <w:tr w:rsidR="005E386E" w:rsidRPr="00D16A3F" w14:paraId="4A08CDED" w14:textId="77777777" w:rsidTr="00AA76C3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187C98EE" w14:textId="77777777" w:rsidR="005E386E" w:rsidRPr="00D16A3F" w:rsidRDefault="005E386E" w:rsidP="005E386E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7F03A61E" w14:textId="10C78123" w:rsidR="005E386E" w:rsidRPr="00D16A3F" w:rsidRDefault="005E386E" w:rsidP="005E386E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NÚMERO INTERIOR</w:t>
            </w:r>
          </w:p>
        </w:tc>
      </w:tr>
      <w:tr w:rsidR="005E386E" w:rsidRPr="00D16A3F" w14:paraId="09737CCA" w14:textId="77777777" w:rsidTr="00AA76C3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6DD7D31E" w14:textId="77777777" w:rsidR="005E386E" w:rsidRPr="00D16A3F" w:rsidRDefault="005E386E" w:rsidP="005E386E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0BCB1864" w14:textId="50B1DAA7" w:rsidR="005E386E" w:rsidRPr="00D16A3F" w:rsidRDefault="005E386E" w:rsidP="005E386E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COLONIA </w:t>
            </w:r>
          </w:p>
        </w:tc>
      </w:tr>
      <w:tr w:rsidR="005E386E" w:rsidRPr="00D16A3F" w14:paraId="698253FB" w14:textId="77777777" w:rsidTr="00AA76C3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1FB47D4B" w14:textId="2AA502BD" w:rsidR="005E386E" w:rsidRPr="00D16A3F" w:rsidRDefault="005E386E" w:rsidP="005E386E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6A37609D" w14:textId="77777777" w:rsidR="005E386E" w:rsidRPr="00D16A3F" w:rsidRDefault="005E386E" w:rsidP="005E386E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CÓDIGO POSTAL </w:t>
            </w:r>
          </w:p>
        </w:tc>
      </w:tr>
      <w:tr w:rsidR="005E386E" w:rsidRPr="00D16A3F" w14:paraId="6A0B63AE" w14:textId="77777777" w:rsidTr="00AA76C3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47DCA212" w14:textId="58B83F23" w:rsidR="005E386E" w:rsidRPr="00D16A3F" w:rsidRDefault="005E386E" w:rsidP="005E386E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764256DD" w14:textId="77777777" w:rsidR="005E386E" w:rsidRPr="00D16A3F" w:rsidRDefault="005E386E" w:rsidP="005E386E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LOCALIDAD </w:t>
            </w:r>
          </w:p>
        </w:tc>
      </w:tr>
      <w:tr w:rsidR="005E386E" w:rsidRPr="00D16A3F" w14:paraId="0A932F67" w14:textId="77777777" w:rsidTr="004C3658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51FBECBE" w14:textId="11DB92B7" w:rsidR="005E386E" w:rsidRPr="00D16A3F" w:rsidRDefault="005E386E" w:rsidP="005E386E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48B60964" w14:textId="77777777" w:rsidR="005E386E" w:rsidRPr="00D16A3F" w:rsidRDefault="005E386E" w:rsidP="005E386E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ESTADO </w:t>
            </w:r>
          </w:p>
        </w:tc>
      </w:tr>
      <w:tr w:rsidR="005E386E" w:rsidRPr="00D16A3F" w14:paraId="5B33F230" w14:textId="77777777" w:rsidTr="004C3658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4B8E2F60" w14:textId="130FFD0D" w:rsidR="005E386E" w:rsidRPr="00D16A3F" w:rsidRDefault="005E386E" w:rsidP="005E386E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28BC4F1E" w14:textId="77777777" w:rsidR="005E386E" w:rsidRPr="00D16A3F" w:rsidRDefault="005E386E" w:rsidP="005E386E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MUNICIPIO </w:t>
            </w:r>
          </w:p>
        </w:tc>
      </w:tr>
      <w:tr w:rsidR="005E386E" w:rsidRPr="00D16A3F" w14:paraId="6B7D4925" w14:textId="77777777" w:rsidTr="004C3658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72DEEF6E" w14:textId="6A95705B" w:rsidR="005E386E" w:rsidRPr="00D16A3F" w:rsidRDefault="005E386E" w:rsidP="005E386E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6D94408D" w14:textId="77777777" w:rsidR="005E386E" w:rsidRPr="00D16A3F" w:rsidRDefault="005E386E" w:rsidP="005E386E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PAÍS </w:t>
            </w:r>
          </w:p>
        </w:tc>
      </w:tr>
      <w:tr w:rsidR="005E386E" w:rsidRPr="00D16A3F" w14:paraId="2F8CBE0E" w14:textId="77777777" w:rsidTr="004C3658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5D837E94" w14:textId="77777777" w:rsidR="005E386E" w:rsidRPr="00D16A3F" w:rsidRDefault="005E386E" w:rsidP="005E386E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189BE429" w14:textId="6A9E2C75" w:rsidR="005E386E" w:rsidRPr="00D16A3F" w:rsidRDefault="005E386E" w:rsidP="005E386E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TELÉFONO</w:t>
            </w:r>
          </w:p>
        </w:tc>
      </w:tr>
      <w:tr w:rsidR="005E386E" w:rsidRPr="00D16A3F" w14:paraId="0C9F0420" w14:textId="77777777" w:rsidTr="00C229CB">
        <w:trPr>
          <w:trHeight w:val="315"/>
        </w:trPr>
        <w:tc>
          <w:tcPr>
            <w:tcW w:w="2835" w:type="dxa"/>
            <w:vMerge/>
            <w:vAlign w:val="center"/>
          </w:tcPr>
          <w:p w14:paraId="7E05DA39" w14:textId="77777777" w:rsidR="005E386E" w:rsidRPr="00D16A3F" w:rsidRDefault="005E386E" w:rsidP="005E386E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4191ACCD" w14:textId="5524D0F5" w:rsidR="005E386E" w:rsidRPr="00D16A3F" w:rsidRDefault="005E386E" w:rsidP="005E386E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CORREO ELECTRÓNICO</w:t>
            </w:r>
          </w:p>
        </w:tc>
      </w:tr>
      <w:tr w:rsidR="005E386E" w:rsidRPr="00D16A3F" w14:paraId="0AEDD131" w14:textId="77777777" w:rsidTr="00C229CB">
        <w:trPr>
          <w:trHeight w:val="315"/>
        </w:trPr>
        <w:tc>
          <w:tcPr>
            <w:tcW w:w="2835" w:type="dxa"/>
            <w:vMerge w:val="restart"/>
            <w:vAlign w:val="center"/>
          </w:tcPr>
          <w:p w14:paraId="65C3DA5B" w14:textId="5F459935" w:rsidR="005E386E" w:rsidRPr="00D16A3F" w:rsidRDefault="005E386E" w:rsidP="005E386E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SECCIÓN DE 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CLASIFICACIÓN </w:t>
            </w: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DEL 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INVERSIONISTA</w:t>
            </w:r>
          </w:p>
        </w:tc>
        <w:tc>
          <w:tcPr>
            <w:tcW w:w="6123" w:type="dxa"/>
            <w:shd w:val="clear" w:color="auto" w:fill="auto"/>
          </w:tcPr>
          <w:p w14:paraId="259CC993" w14:textId="0C136CE9" w:rsidR="005E386E" w:rsidRDefault="005E386E" w:rsidP="005E386E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INVERSIONISTA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EXPERIMENTADO O NO EXPERIMIENTADO</w:t>
            </w:r>
          </w:p>
        </w:tc>
      </w:tr>
      <w:tr w:rsidR="005E386E" w:rsidRPr="00D16A3F" w14:paraId="356536F5" w14:textId="77777777" w:rsidTr="00C229CB">
        <w:trPr>
          <w:trHeight w:val="315"/>
        </w:trPr>
        <w:tc>
          <w:tcPr>
            <w:tcW w:w="2835" w:type="dxa"/>
            <w:vMerge/>
            <w:vAlign w:val="center"/>
          </w:tcPr>
          <w:p w14:paraId="0131EAC9" w14:textId="77777777" w:rsidR="005E386E" w:rsidRPr="00D16A3F" w:rsidRDefault="005E386E" w:rsidP="005E386E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7308D877" w14:textId="3AEB6B02" w:rsidR="005E386E" w:rsidRPr="00D16A3F" w:rsidRDefault="005E386E" w:rsidP="005E386E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FECHA 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DE LA CLASIFICACIÓN DEL </w:t>
            </w: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INVERSIONISTA</w:t>
            </w:r>
          </w:p>
        </w:tc>
      </w:tr>
    </w:tbl>
    <w:p w14:paraId="6F2B69CA" w14:textId="77777777" w:rsidR="008B7F73" w:rsidRPr="00D16A3F" w:rsidRDefault="008B7F73">
      <w:pPr>
        <w:rPr>
          <w:rFonts w:ascii="Montserrat" w:eastAsia="Times New Roman" w:hAnsi="Montserrat" w:cs="Arial"/>
          <w:sz w:val="18"/>
          <w:szCs w:val="18"/>
          <w:lang w:eastAsia="es-ES"/>
        </w:rPr>
      </w:pPr>
      <w:r w:rsidRPr="00D16A3F">
        <w:rPr>
          <w:rFonts w:ascii="Montserrat" w:hAnsi="Montserrat"/>
          <w:sz w:val="18"/>
          <w:szCs w:val="18"/>
        </w:rPr>
        <w:br w:type="page"/>
      </w:r>
    </w:p>
    <w:p w14:paraId="6F86590D" w14:textId="77777777" w:rsidR="008B7F73" w:rsidRPr="00D16A3F" w:rsidRDefault="008B7F73" w:rsidP="00AA76C3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</w:p>
    <w:p w14:paraId="10132C81" w14:textId="043F4678" w:rsidR="00AA76C3" w:rsidRPr="00D16A3F" w:rsidRDefault="00AA76C3" w:rsidP="00AA76C3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  <w:r w:rsidRPr="00D16A3F">
        <w:rPr>
          <w:rFonts w:ascii="Montserrat" w:hAnsi="Montserrat"/>
          <w:szCs w:val="18"/>
          <w:lang w:val="es-MX"/>
        </w:rPr>
        <w:t xml:space="preserve">Las </w:t>
      </w:r>
      <w:r w:rsidR="00AA23AD" w:rsidRPr="00D16A3F">
        <w:rPr>
          <w:rFonts w:ascii="Montserrat" w:hAnsi="Montserrat"/>
          <w:szCs w:val="18"/>
          <w:lang w:val="es-MX"/>
        </w:rPr>
        <w:t>I</w:t>
      </w:r>
      <w:r w:rsidRPr="00D16A3F">
        <w:rPr>
          <w:rFonts w:ascii="Montserrat" w:hAnsi="Montserrat"/>
          <w:szCs w:val="18"/>
          <w:lang w:val="es-MX"/>
        </w:rPr>
        <w:t>nstituciones</w:t>
      </w:r>
      <w:r w:rsidR="00AA23AD" w:rsidRPr="00D16A3F">
        <w:rPr>
          <w:rFonts w:ascii="Montserrat" w:hAnsi="Montserrat"/>
          <w:szCs w:val="18"/>
          <w:lang w:val="es-MX"/>
        </w:rPr>
        <w:t xml:space="preserve"> de Financiamiento Colectivo</w:t>
      </w:r>
      <w:r w:rsidRPr="00D16A3F">
        <w:rPr>
          <w:rFonts w:ascii="Montserrat" w:hAnsi="Montserrat"/>
          <w:szCs w:val="18"/>
          <w:lang w:val="es-MX"/>
        </w:rPr>
        <w:t xml:space="preserve"> llevarán a cabo el envío de la información relacionada con el reporte </w:t>
      </w:r>
      <w:r w:rsidR="00AB04E0" w:rsidRPr="00D16A3F">
        <w:rPr>
          <w:rFonts w:ascii="Montserrat" w:hAnsi="Montserrat"/>
          <w:b/>
          <w:szCs w:val="18"/>
          <w:lang w:val="es-MX" w:eastAsia="es-MX"/>
        </w:rPr>
        <w:t xml:space="preserve">R24-G-2423 Información </w:t>
      </w:r>
      <w:r w:rsidR="00AA23AD" w:rsidRPr="00D16A3F">
        <w:rPr>
          <w:rFonts w:ascii="Montserrat" w:hAnsi="Montserrat"/>
          <w:b/>
          <w:szCs w:val="18"/>
          <w:lang w:val="es-MX" w:eastAsia="es-MX"/>
        </w:rPr>
        <w:t>de</w:t>
      </w:r>
      <w:r w:rsidR="009640E4">
        <w:rPr>
          <w:rFonts w:ascii="Montserrat" w:hAnsi="Montserrat"/>
          <w:b/>
          <w:szCs w:val="18"/>
          <w:lang w:val="es-MX" w:eastAsia="es-MX"/>
        </w:rPr>
        <w:t xml:space="preserve"> operaciones de</w:t>
      </w:r>
      <w:r w:rsidR="000C3465" w:rsidRPr="00D16A3F">
        <w:rPr>
          <w:rFonts w:ascii="Montserrat" w:hAnsi="Montserrat"/>
          <w:b/>
          <w:szCs w:val="18"/>
          <w:lang w:val="es-MX" w:eastAsia="es-MX"/>
        </w:rPr>
        <w:t xml:space="preserve"> </w:t>
      </w:r>
      <w:r w:rsidR="00150D7E">
        <w:rPr>
          <w:rFonts w:ascii="Montserrat" w:hAnsi="Montserrat"/>
          <w:b/>
          <w:szCs w:val="18"/>
          <w:lang w:val="es-MX" w:eastAsia="es-MX"/>
        </w:rPr>
        <w:t>I</w:t>
      </w:r>
      <w:r w:rsidR="000C3465" w:rsidRPr="00D16A3F">
        <w:rPr>
          <w:rFonts w:ascii="Montserrat" w:hAnsi="Montserrat"/>
          <w:b/>
          <w:szCs w:val="18"/>
          <w:lang w:val="es-MX" w:eastAsia="es-MX"/>
        </w:rPr>
        <w:t>nversionistas</w:t>
      </w:r>
      <w:r w:rsidRPr="00D16A3F">
        <w:rPr>
          <w:rFonts w:ascii="Montserrat" w:hAnsi="Montserrat"/>
          <w:szCs w:val="18"/>
          <w:lang w:val="es-MX"/>
        </w:rPr>
        <w:t>, mediante la utilización del siguiente formato de captura:</w:t>
      </w:r>
    </w:p>
    <w:tbl>
      <w:tblPr>
        <w:tblW w:w="895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123"/>
      </w:tblGrid>
      <w:tr w:rsidR="00AA76C3" w:rsidRPr="00D16A3F" w14:paraId="533C7AD8" w14:textId="77777777" w:rsidTr="00C229CB">
        <w:trPr>
          <w:trHeight w:val="315"/>
          <w:tblHeader/>
        </w:trPr>
        <w:tc>
          <w:tcPr>
            <w:tcW w:w="8958" w:type="dxa"/>
            <w:gridSpan w:val="2"/>
            <w:shd w:val="clear" w:color="000000" w:fill="BFBFBF"/>
            <w:vAlign w:val="center"/>
            <w:hideMark/>
          </w:tcPr>
          <w:p w14:paraId="4A9F102D" w14:textId="77777777" w:rsidR="00AA76C3" w:rsidRPr="00D16A3F" w:rsidRDefault="00AA76C3" w:rsidP="00C229CB">
            <w:pPr>
              <w:spacing w:after="0" w:line="240" w:lineRule="auto"/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ES" w:eastAsia="es-MX"/>
              </w:rPr>
              <w:t>INFORMACIÓN SOLICITADA</w:t>
            </w:r>
          </w:p>
        </w:tc>
      </w:tr>
      <w:tr w:rsidR="00CD3DCF" w:rsidRPr="00D16A3F" w14:paraId="7C8AC706" w14:textId="77777777" w:rsidTr="00C229CB">
        <w:trPr>
          <w:trHeight w:val="315"/>
        </w:trPr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14:paraId="52418AE8" w14:textId="77777777" w:rsidR="00CD3DCF" w:rsidRPr="00D16A3F" w:rsidRDefault="00CD3DCF" w:rsidP="00CD3DCF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SECCIÓN IDENTIFICADOR DEL REPORTE</w:t>
            </w:r>
          </w:p>
        </w:tc>
        <w:tc>
          <w:tcPr>
            <w:tcW w:w="6123" w:type="dxa"/>
            <w:shd w:val="clear" w:color="auto" w:fill="auto"/>
            <w:hideMark/>
          </w:tcPr>
          <w:p w14:paraId="377AC956" w14:textId="77777777" w:rsidR="00CD3DCF" w:rsidRPr="00D16A3F" w:rsidRDefault="00CD3DCF" w:rsidP="00CD3DC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INICIO DEL PERIODO</w:t>
            </w:r>
          </w:p>
        </w:tc>
      </w:tr>
      <w:tr w:rsidR="00CD3DCF" w:rsidRPr="00D16A3F" w14:paraId="797F1B77" w14:textId="77777777" w:rsidTr="00C229CB">
        <w:trPr>
          <w:trHeight w:val="315"/>
        </w:trPr>
        <w:tc>
          <w:tcPr>
            <w:tcW w:w="2835" w:type="dxa"/>
            <w:vMerge/>
            <w:vAlign w:val="center"/>
          </w:tcPr>
          <w:p w14:paraId="730228C3" w14:textId="77777777" w:rsidR="00CD3DCF" w:rsidRPr="00D16A3F" w:rsidRDefault="00CD3DCF" w:rsidP="00CD3DCF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34E2BD26" w14:textId="77777777" w:rsidR="00CD3DCF" w:rsidRPr="00D16A3F" w:rsidRDefault="00CD3DCF" w:rsidP="00CD3DC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FIN DEL PERIODO</w:t>
            </w:r>
          </w:p>
        </w:tc>
      </w:tr>
      <w:tr w:rsidR="00CD3DCF" w:rsidRPr="00D16A3F" w14:paraId="62A5A66F" w14:textId="77777777" w:rsidTr="00C229CB">
        <w:trPr>
          <w:trHeight w:val="315"/>
        </w:trPr>
        <w:tc>
          <w:tcPr>
            <w:tcW w:w="2835" w:type="dxa"/>
            <w:vMerge/>
            <w:vAlign w:val="center"/>
            <w:hideMark/>
          </w:tcPr>
          <w:p w14:paraId="1C4D9B12" w14:textId="77777777" w:rsidR="00CD3DCF" w:rsidRPr="00D16A3F" w:rsidRDefault="00CD3DCF" w:rsidP="00CD3DCF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  <w:hideMark/>
          </w:tcPr>
          <w:p w14:paraId="6842B84F" w14:textId="77777777" w:rsidR="00CD3DCF" w:rsidRPr="00D16A3F" w:rsidRDefault="00CD3DCF" w:rsidP="00CD3DC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LA INSTITUCIÓN</w:t>
            </w:r>
          </w:p>
        </w:tc>
      </w:tr>
      <w:tr w:rsidR="00CD3DCF" w:rsidRPr="00D16A3F" w14:paraId="3BC3B733" w14:textId="77777777" w:rsidTr="00C229CB">
        <w:trPr>
          <w:trHeight w:val="315"/>
        </w:trPr>
        <w:tc>
          <w:tcPr>
            <w:tcW w:w="2835" w:type="dxa"/>
            <w:vMerge/>
            <w:vAlign w:val="center"/>
            <w:hideMark/>
          </w:tcPr>
          <w:p w14:paraId="07EED435" w14:textId="77777777" w:rsidR="00CD3DCF" w:rsidRPr="00D16A3F" w:rsidRDefault="00CD3DCF" w:rsidP="00CD3DCF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  <w:hideMark/>
          </w:tcPr>
          <w:p w14:paraId="704FAD99" w14:textId="77777777" w:rsidR="00CD3DCF" w:rsidRPr="00D16A3F" w:rsidRDefault="00CD3DCF" w:rsidP="00CD3DC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REPORTE</w:t>
            </w:r>
          </w:p>
        </w:tc>
      </w:tr>
      <w:tr w:rsidR="009640E4" w:rsidRPr="00D16A3F" w14:paraId="468530BB" w14:textId="77777777" w:rsidTr="00C229CB">
        <w:trPr>
          <w:trHeight w:val="315"/>
        </w:trPr>
        <w:tc>
          <w:tcPr>
            <w:tcW w:w="2835" w:type="dxa"/>
            <w:shd w:val="clear" w:color="auto" w:fill="auto"/>
            <w:noWrap/>
            <w:vAlign w:val="center"/>
          </w:tcPr>
          <w:p w14:paraId="4D017BFA" w14:textId="1C90ABC4" w:rsidR="009640E4" w:rsidRPr="00D16A3F" w:rsidRDefault="009640E4" w:rsidP="005E386E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 xml:space="preserve">SECCIÓN </w:t>
            </w:r>
            <w:r w:rsidR="00C43D7F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 xml:space="preserve">DE </w:t>
            </w:r>
            <w:r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IDENTIFICA</w:t>
            </w:r>
            <w:r w:rsidR="00C43D7F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DOR</w:t>
            </w:r>
            <w:r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 xml:space="preserve"> DEL INVERSIONISTA</w:t>
            </w:r>
          </w:p>
        </w:tc>
        <w:tc>
          <w:tcPr>
            <w:tcW w:w="6123" w:type="dxa"/>
            <w:shd w:val="clear" w:color="auto" w:fill="auto"/>
          </w:tcPr>
          <w:p w14:paraId="4CFDFAA4" w14:textId="41246414" w:rsidR="009640E4" w:rsidRPr="00D16A3F" w:rsidRDefault="009640E4" w:rsidP="009640E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DEL INVERSION</w:t>
            </w:r>
            <w:r w:rsidR="001449A1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ISTA</w:t>
            </w:r>
          </w:p>
        </w:tc>
      </w:tr>
      <w:tr w:rsidR="00F92F59" w:rsidRPr="00D16A3F" w14:paraId="4A80353F" w14:textId="77777777" w:rsidTr="00C229CB">
        <w:trPr>
          <w:trHeight w:val="315"/>
        </w:trPr>
        <w:tc>
          <w:tcPr>
            <w:tcW w:w="2835" w:type="dxa"/>
            <w:vMerge w:val="restart"/>
            <w:shd w:val="clear" w:color="auto" w:fill="auto"/>
            <w:vAlign w:val="center"/>
          </w:tcPr>
          <w:p w14:paraId="332A8CDB" w14:textId="58B9F2E0" w:rsidR="00F92F59" w:rsidRPr="00D16A3F" w:rsidRDefault="00F92F59" w:rsidP="00F10F9B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 xml:space="preserve">SECCIÓN DE </w:t>
            </w:r>
            <w:r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RECURSOS DISPONIBLES Y COMPROMETIDOS DEL INVERSIONISTA</w:t>
            </w:r>
          </w:p>
        </w:tc>
        <w:tc>
          <w:tcPr>
            <w:tcW w:w="6123" w:type="dxa"/>
            <w:shd w:val="clear" w:color="auto" w:fill="auto"/>
          </w:tcPr>
          <w:p w14:paraId="026A7E69" w14:textId="7C8EDE45" w:rsidR="00F92F59" w:rsidRDefault="00F92F59" w:rsidP="00F10F9B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TIPO MOVIMIENTO </w:t>
            </w:r>
          </w:p>
        </w:tc>
      </w:tr>
      <w:tr w:rsidR="00F92F59" w:rsidRPr="00D16A3F" w14:paraId="1DBED008" w14:textId="77777777" w:rsidTr="00C229CB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21797466" w14:textId="77777777" w:rsidR="00F92F59" w:rsidRPr="00D16A3F" w:rsidRDefault="00F92F59" w:rsidP="00F10F9B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4B7334D6" w14:textId="01E5EB0C" w:rsidR="00F92F59" w:rsidRPr="00D16A3F" w:rsidDel="00F10F9B" w:rsidRDefault="00F92F59" w:rsidP="00F10F9B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IDENTIFICADOR DEL MOVIMIENTO </w:t>
            </w:r>
          </w:p>
        </w:tc>
      </w:tr>
      <w:tr w:rsidR="00F92F59" w:rsidRPr="00D16A3F" w14:paraId="24AC92BB" w14:textId="77777777" w:rsidTr="00C229CB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3C3F9806" w14:textId="77777777" w:rsidR="00F92F59" w:rsidRPr="00D16A3F" w:rsidRDefault="00F92F59" w:rsidP="00F10F9B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6EB80534" w14:textId="6C76CC8D" w:rsidR="00F92F59" w:rsidRPr="00D16A3F" w:rsidDel="00F10F9B" w:rsidRDefault="00F92F59" w:rsidP="00F10F9B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DEL MOVIMIENTO</w:t>
            </w: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</w:t>
            </w:r>
          </w:p>
        </w:tc>
      </w:tr>
      <w:tr w:rsidR="00F92F59" w:rsidRPr="00D16A3F" w14:paraId="6BDBFB45" w14:textId="77777777" w:rsidTr="00C229CB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0B7B0902" w14:textId="77777777" w:rsidR="00F92F59" w:rsidRPr="00D16A3F" w:rsidRDefault="00F92F59" w:rsidP="00F10F9B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0A153D43" w14:textId="63355863" w:rsidR="00F92F59" w:rsidRPr="00D16A3F" w:rsidDel="00F10F9B" w:rsidRDefault="00F92F59" w:rsidP="00F10F9B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MONTO DEL MOVIMIENTO</w:t>
            </w:r>
          </w:p>
        </w:tc>
      </w:tr>
      <w:tr w:rsidR="00F92F59" w:rsidRPr="00D16A3F" w14:paraId="4C736CFC" w14:textId="77777777" w:rsidTr="00C229CB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71436E4A" w14:textId="77777777" w:rsidR="00F92F59" w:rsidRPr="00D16A3F" w:rsidRDefault="00F92F59" w:rsidP="00F10F9B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42EB0033" w14:textId="108CC21B" w:rsidR="00F92F59" w:rsidRPr="00D16A3F" w:rsidDel="00F10F9B" w:rsidRDefault="00F92F59" w:rsidP="00F10F9B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 MONEDA O ACTIVO VIRTUAL</w:t>
            </w:r>
          </w:p>
        </w:tc>
      </w:tr>
      <w:tr w:rsidR="00F92F59" w:rsidRPr="00D16A3F" w14:paraId="54412B48" w14:textId="77777777" w:rsidTr="00C229CB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5B7BAC86" w14:textId="77777777" w:rsidR="00F92F59" w:rsidRPr="00D16A3F" w:rsidRDefault="00F92F59" w:rsidP="00F10F9B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32968A37" w14:textId="27E16E97" w:rsidR="00F92F59" w:rsidRDefault="00F92F59" w:rsidP="00F10F9B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MONTO DEL MOVIMIENTO VALORIZADO EN MONEDA NACIONAL</w:t>
            </w:r>
          </w:p>
        </w:tc>
      </w:tr>
      <w:tr w:rsidR="00F92F59" w:rsidRPr="00D16A3F" w14:paraId="2F53D42C" w14:textId="77777777" w:rsidTr="00C229CB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1FA8D68E" w14:textId="77777777" w:rsidR="00F92F59" w:rsidRPr="00D16A3F" w:rsidRDefault="00F92F59" w:rsidP="00F10F9B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2B3BC726" w14:textId="4C4B9736" w:rsidR="00F92F59" w:rsidRPr="00D16A3F" w:rsidDel="00F10F9B" w:rsidRDefault="00F92F59" w:rsidP="00F10F9B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SALDO INICIAL DE LOS RECURSOS DISPONIBLES VALORIZADO EN MONEDA NACIONAL</w:t>
            </w:r>
          </w:p>
        </w:tc>
      </w:tr>
      <w:tr w:rsidR="00F92F59" w:rsidRPr="00D16A3F" w14:paraId="7BA9FE21" w14:textId="77777777" w:rsidTr="00C229CB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3DFF6DE2" w14:textId="77777777" w:rsidR="00F92F59" w:rsidRPr="00D16A3F" w:rsidRDefault="00F92F59" w:rsidP="00F10F9B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0B273F09" w14:textId="361215C9" w:rsidR="00F92F59" w:rsidRPr="00D16A3F" w:rsidDel="00F10F9B" w:rsidRDefault="00F92F59" w:rsidP="00F10F9B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SALDO FINAL DE LOS RECURSOS DISPONIBLES VALORIZADO EN MONEDA NACIONAL</w:t>
            </w:r>
          </w:p>
        </w:tc>
      </w:tr>
      <w:tr w:rsidR="00F92F59" w:rsidRPr="00D16A3F" w14:paraId="280A0F65" w14:textId="77777777" w:rsidTr="00C229CB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0A4A39AF" w14:textId="77777777" w:rsidR="00F92F59" w:rsidRPr="00D16A3F" w:rsidRDefault="00F92F59" w:rsidP="00F10F9B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5C93AABD" w14:textId="61CC62EE" w:rsidR="00F92F59" w:rsidRPr="00D16A3F" w:rsidDel="00F10F9B" w:rsidRDefault="00F92F59" w:rsidP="00F10F9B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TOTAL DE COMPROMISOS DE INVERSIÓN</w:t>
            </w:r>
          </w:p>
        </w:tc>
      </w:tr>
      <w:tr w:rsidR="00F92F59" w:rsidRPr="00D16A3F" w14:paraId="1C106D1E" w14:textId="77777777" w:rsidTr="00C229CB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24FD5D66" w14:textId="77777777" w:rsidR="00F92F59" w:rsidRPr="00D16A3F" w:rsidRDefault="00F92F59" w:rsidP="00F10F9B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26F4E560" w14:textId="4DC5B75E" w:rsidR="00F92F59" w:rsidRPr="00D16A3F" w:rsidDel="00F10F9B" w:rsidRDefault="00F92F59" w:rsidP="00F10F9B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TOTAL DE INVERSIONES EFECTIVAS</w:t>
            </w:r>
          </w:p>
        </w:tc>
      </w:tr>
      <w:tr w:rsidR="00F92F59" w:rsidRPr="00D16A3F" w14:paraId="4C87DE1A" w14:textId="77777777" w:rsidTr="00C229CB">
        <w:trPr>
          <w:trHeight w:val="315"/>
        </w:trPr>
        <w:tc>
          <w:tcPr>
            <w:tcW w:w="2835" w:type="dxa"/>
            <w:vMerge w:val="restart"/>
            <w:shd w:val="clear" w:color="auto" w:fill="auto"/>
            <w:vAlign w:val="center"/>
          </w:tcPr>
          <w:p w14:paraId="1E5AEB8E" w14:textId="1FB051C0" w:rsidR="00F92F59" w:rsidRPr="00D16A3F" w:rsidRDefault="00F92F59" w:rsidP="00F92F5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SECCIÓN DE IDENTIFICACIÓN DEL FINANCIAMIENTO</w:t>
            </w:r>
          </w:p>
        </w:tc>
        <w:tc>
          <w:tcPr>
            <w:tcW w:w="6123" w:type="dxa"/>
            <w:shd w:val="clear" w:color="auto" w:fill="auto"/>
          </w:tcPr>
          <w:p w14:paraId="210B60A8" w14:textId="2FE75EC1" w:rsidR="00F92F59" w:rsidRDefault="00F92F59" w:rsidP="00F92F5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 FINANCIAMIENTO</w:t>
            </w:r>
          </w:p>
        </w:tc>
      </w:tr>
      <w:tr w:rsidR="00F92F59" w:rsidRPr="00D16A3F" w14:paraId="7890C145" w14:textId="77777777" w:rsidTr="00C229CB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3D1F4E3C" w14:textId="77777777" w:rsidR="00F92F59" w:rsidRPr="00D16A3F" w:rsidRDefault="00F92F59" w:rsidP="00F92F5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750915A8" w14:textId="5A2ADFBD" w:rsidR="00F92F59" w:rsidRDefault="00F92F59" w:rsidP="00F92F5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INVERSIONISTA </w:t>
            </w: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RELACIONADO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CON EL SOLICITANTE</w:t>
            </w:r>
          </w:p>
        </w:tc>
      </w:tr>
      <w:tr w:rsidR="00F92F59" w:rsidRPr="00D16A3F" w14:paraId="5F1F7A6B" w14:textId="77777777" w:rsidTr="00C229CB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3F91A359" w14:textId="77777777" w:rsidR="00F92F59" w:rsidRPr="00D16A3F" w:rsidRDefault="00F92F59" w:rsidP="00F92F5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5134514B" w14:textId="39D63665" w:rsidR="00F92F59" w:rsidRDefault="00F92F59" w:rsidP="00F92F5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NÚMERO DE VALORES</w:t>
            </w:r>
          </w:p>
        </w:tc>
      </w:tr>
      <w:tr w:rsidR="00F92F59" w:rsidRPr="00D16A3F" w14:paraId="73F5AE70" w14:textId="77777777" w:rsidTr="00C229CB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0DA995E0" w14:textId="77777777" w:rsidR="00F92F59" w:rsidRPr="00D16A3F" w:rsidRDefault="00F92F59" w:rsidP="00F92F5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3DE7780F" w14:textId="69F18746" w:rsidR="00F92F59" w:rsidRDefault="00F92F59" w:rsidP="00F92F5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 RENDIMIENTO ESPERADO</w:t>
            </w:r>
          </w:p>
        </w:tc>
      </w:tr>
      <w:tr w:rsidR="00F92F59" w:rsidRPr="00D16A3F" w14:paraId="31218012" w14:textId="77777777" w:rsidTr="00C229CB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27259A58" w14:textId="77777777" w:rsidR="00F92F59" w:rsidRPr="00D16A3F" w:rsidRDefault="00F92F59" w:rsidP="00F92F5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689EDA17" w14:textId="71DF6650" w:rsidR="00F92F59" w:rsidRDefault="00F92F59" w:rsidP="00F92F5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MONTO, PORCENTAJE U OTRA MÉTRICA DEL RENDIMIENTO ESPERADO</w:t>
            </w:r>
          </w:p>
        </w:tc>
      </w:tr>
      <w:tr w:rsidR="00F92F59" w:rsidRPr="00D16A3F" w14:paraId="588FDDBC" w14:textId="77777777" w:rsidTr="00C229CB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241597CC" w14:textId="77777777" w:rsidR="00F92F59" w:rsidRPr="00D16A3F" w:rsidRDefault="00F92F59" w:rsidP="00F92F5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6B6D3B7B" w14:textId="2264FBC2" w:rsidR="00F92F59" w:rsidRDefault="00F92F59" w:rsidP="00F92F5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DEL SIGUIENTE PAGO EXIGIBLE</w:t>
            </w:r>
          </w:p>
        </w:tc>
      </w:tr>
      <w:tr w:rsidR="00F92F59" w:rsidRPr="00D16A3F" w14:paraId="6A9D65B6" w14:textId="77777777" w:rsidTr="00C229CB">
        <w:trPr>
          <w:trHeight w:val="315"/>
        </w:trPr>
        <w:tc>
          <w:tcPr>
            <w:tcW w:w="2835" w:type="dxa"/>
            <w:vMerge w:val="restart"/>
            <w:shd w:val="clear" w:color="auto" w:fill="auto"/>
            <w:vAlign w:val="center"/>
          </w:tcPr>
          <w:p w14:paraId="641CB284" w14:textId="321BD653" w:rsidR="00F92F59" w:rsidRPr="00D16A3F" w:rsidRDefault="00F92F59" w:rsidP="00F92F5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SECCIÓN DE ENTREGA DE RECURSOS ENTRE EL INVERSIONISTA Y LA INSTITUCIÓN</w:t>
            </w:r>
          </w:p>
        </w:tc>
        <w:tc>
          <w:tcPr>
            <w:tcW w:w="6123" w:type="dxa"/>
            <w:shd w:val="clear" w:color="auto" w:fill="auto"/>
          </w:tcPr>
          <w:p w14:paraId="3BF96B7D" w14:textId="0F3E3F42" w:rsidR="00F92F59" w:rsidRDefault="00F92F59" w:rsidP="00F92F5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MEDIO DE ENTREGA DE LOS RECURSOS</w:t>
            </w:r>
          </w:p>
        </w:tc>
      </w:tr>
      <w:tr w:rsidR="00F92F59" w:rsidRPr="00D16A3F" w14:paraId="4AB544CA" w14:textId="77777777" w:rsidTr="00C229CB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414AB9F5" w14:textId="77777777" w:rsidR="00F92F59" w:rsidRPr="00D16A3F" w:rsidRDefault="00F92F59" w:rsidP="00F92F5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6ACCB7D5" w14:textId="2EFEE06D" w:rsidR="00F92F59" w:rsidRDefault="00C43AC6" w:rsidP="00C43AC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ORIGEN O DESTINO DE LOS RECURSOS </w:t>
            </w:r>
          </w:p>
        </w:tc>
      </w:tr>
      <w:tr w:rsidR="00F92F59" w:rsidRPr="00D16A3F" w14:paraId="40BF7A24" w14:textId="77777777" w:rsidTr="00C229CB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3D3A5910" w14:textId="77777777" w:rsidR="00F92F59" w:rsidRPr="00D16A3F" w:rsidRDefault="00F92F59" w:rsidP="00F92F5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027795EE" w14:textId="02F486D3" w:rsidR="00F92F59" w:rsidRDefault="00C43AC6" w:rsidP="00F92F5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RASTREO DEL MOVIMIENTO</w:t>
            </w:r>
          </w:p>
        </w:tc>
      </w:tr>
      <w:tr w:rsidR="00F92F59" w:rsidRPr="00D16A3F" w14:paraId="183B3534" w14:textId="77777777" w:rsidTr="00C229CB">
        <w:trPr>
          <w:trHeight w:val="315"/>
        </w:trPr>
        <w:tc>
          <w:tcPr>
            <w:tcW w:w="2835" w:type="dxa"/>
            <w:vMerge w:val="restart"/>
            <w:shd w:val="clear" w:color="auto" w:fill="auto"/>
            <w:vAlign w:val="center"/>
          </w:tcPr>
          <w:p w14:paraId="07B131AA" w14:textId="4A3CED92" w:rsidR="00F92F59" w:rsidRPr="00D16A3F" w:rsidRDefault="00F92F59" w:rsidP="00F92F5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SECCIÓN DE DATOS DE RETORNO DE LA INVERSIÓN</w:t>
            </w:r>
            <w:r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 xml:space="preserve"> </w:t>
            </w:r>
          </w:p>
          <w:p w14:paraId="32E5D7FE" w14:textId="7EC1FA48" w:rsidR="00F92F59" w:rsidRPr="00D16A3F" w:rsidRDefault="00F92F59" w:rsidP="00F92F5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369BF60E" w14:textId="621C004E" w:rsidR="00F92F59" w:rsidRPr="00D16A3F" w:rsidDel="008317BF" w:rsidRDefault="00F92F59" w:rsidP="00F92F5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IMPORTE DE CAPITAL PAGADO</w:t>
            </w:r>
          </w:p>
        </w:tc>
      </w:tr>
      <w:tr w:rsidR="00F92F59" w:rsidRPr="00D16A3F" w14:paraId="65FD3908" w14:textId="77777777" w:rsidTr="00C229CB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319A0D35" w14:textId="554308B0" w:rsidR="00F92F59" w:rsidRPr="00D16A3F" w:rsidRDefault="00F92F59" w:rsidP="00F92F5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7DF974A7" w14:textId="72B9EA55" w:rsidR="00F92F59" w:rsidRPr="00D16A3F" w:rsidDel="008317BF" w:rsidRDefault="00F92F59" w:rsidP="00F92F5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IMPORTE DE INTERESES PAGADOS</w:t>
            </w:r>
          </w:p>
        </w:tc>
      </w:tr>
      <w:tr w:rsidR="00F92F59" w:rsidRPr="00D16A3F" w14:paraId="142F53A2" w14:textId="77777777" w:rsidTr="00C229CB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472D5541" w14:textId="306DF574" w:rsidR="00F92F59" w:rsidRPr="00D16A3F" w:rsidRDefault="00F92F59" w:rsidP="00F92F5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312C8677" w14:textId="66C96427" w:rsidR="00F92F59" w:rsidRPr="00D16A3F" w:rsidRDefault="00F92F59" w:rsidP="00F92F5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SALDO INSOLUTO DE PRINCIPAL</w:t>
            </w:r>
          </w:p>
        </w:tc>
      </w:tr>
      <w:tr w:rsidR="00F92F59" w:rsidRPr="00D16A3F" w14:paraId="41817BBF" w14:textId="77777777" w:rsidTr="00C229CB">
        <w:trPr>
          <w:trHeight w:val="315"/>
        </w:trPr>
        <w:tc>
          <w:tcPr>
            <w:tcW w:w="2835" w:type="dxa"/>
            <w:vMerge w:val="restart"/>
            <w:shd w:val="clear" w:color="auto" w:fill="auto"/>
            <w:vAlign w:val="center"/>
          </w:tcPr>
          <w:p w14:paraId="418A67C5" w14:textId="1062BB24" w:rsidR="00F92F59" w:rsidRPr="00D16A3F" w:rsidRDefault="00F92F59" w:rsidP="00F92F5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DE SITUACIÓN DE PAGOS VENCIDOS</w:t>
            </w:r>
          </w:p>
        </w:tc>
        <w:tc>
          <w:tcPr>
            <w:tcW w:w="6123" w:type="dxa"/>
            <w:shd w:val="clear" w:color="auto" w:fill="auto"/>
          </w:tcPr>
          <w:p w14:paraId="75BBD258" w14:textId="33D8ABB3" w:rsidR="00F92F59" w:rsidRPr="00D16A3F" w:rsidRDefault="00F92F59" w:rsidP="00F92F5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IMPORTE DE LA RETRIBUCIÓN NO PAGADA</w:t>
            </w:r>
          </w:p>
        </w:tc>
      </w:tr>
      <w:tr w:rsidR="00F92F59" w:rsidRPr="00D16A3F" w14:paraId="2D07C64B" w14:textId="77777777" w:rsidTr="00C229CB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4CADBB3C" w14:textId="77777777" w:rsidR="00F92F59" w:rsidRPr="00D16A3F" w:rsidRDefault="00F92F59" w:rsidP="00F92F5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3FF4CA75" w14:textId="7B0166C4" w:rsidR="00F92F59" w:rsidRDefault="00F92F59" w:rsidP="00F92F5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IMPORTE DE CAPITAL VENCIDO</w:t>
            </w:r>
          </w:p>
        </w:tc>
      </w:tr>
      <w:tr w:rsidR="00F92F59" w:rsidRPr="00D16A3F" w14:paraId="67F0260A" w14:textId="77777777" w:rsidTr="00C229CB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1300F698" w14:textId="77777777" w:rsidR="00F92F59" w:rsidRPr="00D16A3F" w:rsidRDefault="00F92F59" w:rsidP="00F92F5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2700E223" w14:textId="7FD05E4E" w:rsidR="00F92F59" w:rsidRDefault="00F92F59" w:rsidP="00F92F5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IMPORTE DE INTERESES VENCIDOS</w:t>
            </w:r>
          </w:p>
        </w:tc>
      </w:tr>
    </w:tbl>
    <w:p w14:paraId="0A824C76" w14:textId="77777777" w:rsidR="00042E48" w:rsidRDefault="00042E48">
      <w:pPr>
        <w:rPr>
          <w:rFonts w:ascii="Montserrat" w:hAnsi="Montserrat" w:cs="Arial"/>
          <w:sz w:val="18"/>
          <w:szCs w:val="18"/>
        </w:rPr>
      </w:pPr>
    </w:p>
    <w:p w14:paraId="1C6A1B0B" w14:textId="77777777" w:rsidR="00042E48" w:rsidRDefault="00042E48">
      <w:pPr>
        <w:rPr>
          <w:rFonts w:ascii="Montserrat" w:hAnsi="Montserrat" w:cs="Arial"/>
          <w:sz w:val="18"/>
          <w:szCs w:val="18"/>
        </w:rPr>
      </w:pPr>
    </w:p>
    <w:p w14:paraId="2DEF1C81" w14:textId="4A4DE9B6" w:rsidR="0069124F" w:rsidRPr="00D16A3F" w:rsidRDefault="0069124F" w:rsidP="0069124F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  <w:r w:rsidRPr="00D16A3F">
        <w:rPr>
          <w:rFonts w:ascii="Montserrat" w:hAnsi="Montserrat"/>
          <w:szCs w:val="18"/>
          <w:lang w:val="es-MX"/>
        </w:rPr>
        <w:lastRenderedPageBreak/>
        <w:t xml:space="preserve">Las </w:t>
      </w:r>
      <w:r w:rsidR="00AA23AD" w:rsidRPr="00D16A3F">
        <w:rPr>
          <w:rFonts w:ascii="Montserrat" w:hAnsi="Montserrat"/>
          <w:szCs w:val="18"/>
          <w:lang w:val="es-MX"/>
        </w:rPr>
        <w:t>I</w:t>
      </w:r>
      <w:r w:rsidRPr="00D16A3F">
        <w:rPr>
          <w:rFonts w:ascii="Montserrat" w:hAnsi="Montserrat"/>
          <w:szCs w:val="18"/>
          <w:lang w:val="es-MX"/>
        </w:rPr>
        <w:t>nstituciones</w:t>
      </w:r>
      <w:r w:rsidR="00AA23AD" w:rsidRPr="00D16A3F">
        <w:rPr>
          <w:rFonts w:ascii="Montserrat" w:hAnsi="Montserrat"/>
          <w:szCs w:val="18"/>
          <w:lang w:val="es-MX"/>
        </w:rPr>
        <w:t xml:space="preserve"> de Financiamiento Colectivo</w:t>
      </w:r>
      <w:r w:rsidRPr="00D16A3F">
        <w:rPr>
          <w:rFonts w:ascii="Montserrat" w:hAnsi="Montserrat"/>
          <w:szCs w:val="18"/>
          <w:lang w:val="es-MX"/>
        </w:rPr>
        <w:t xml:space="preserve"> llevarán a cabo el envío de la información relacionada con el reporte </w:t>
      </w:r>
      <w:r w:rsidRPr="00D16A3F">
        <w:rPr>
          <w:rFonts w:ascii="Montserrat" w:hAnsi="Montserrat"/>
          <w:b/>
          <w:szCs w:val="18"/>
          <w:lang w:val="es-MX" w:eastAsia="es-MX"/>
        </w:rPr>
        <w:t>R24 G-2424 Segregación de cuentas propias</w:t>
      </w:r>
      <w:r w:rsidRPr="00D16A3F">
        <w:rPr>
          <w:rFonts w:ascii="Montserrat" w:hAnsi="Montserrat"/>
          <w:szCs w:val="18"/>
          <w:lang w:val="es-MX"/>
        </w:rPr>
        <w:t>, mediante la utilización del siguiente formato de captura: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7"/>
        <w:gridCol w:w="5431"/>
      </w:tblGrid>
      <w:tr w:rsidR="00C229CB" w:rsidRPr="00D16A3F" w14:paraId="358925EE" w14:textId="77777777" w:rsidTr="00D16A3F">
        <w:trPr>
          <w:trHeight w:val="315"/>
          <w:tblHeader/>
        </w:trPr>
        <w:tc>
          <w:tcPr>
            <w:tcW w:w="5000" w:type="pct"/>
            <w:gridSpan w:val="2"/>
            <w:shd w:val="clear" w:color="000000" w:fill="BFBFBF"/>
            <w:vAlign w:val="center"/>
            <w:hideMark/>
          </w:tcPr>
          <w:p w14:paraId="49254306" w14:textId="77777777" w:rsidR="00C229CB" w:rsidRPr="00D16A3F" w:rsidRDefault="00C229CB" w:rsidP="00C229CB">
            <w:pPr>
              <w:spacing w:after="0" w:line="240" w:lineRule="auto"/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ES" w:eastAsia="es-MX"/>
              </w:rPr>
              <w:t>INFORMACIÓN SOLICITADA</w:t>
            </w:r>
          </w:p>
        </w:tc>
      </w:tr>
      <w:tr w:rsidR="00D04C96" w:rsidRPr="00D16A3F" w14:paraId="7FAA8735" w14:textId="77777777" w:rsidTr="00C92BEA">
        <w:trPr>
          <w:trHeight w:val="315"/>
        </w:trPr>
        <w:tc>
          <w:tcPr>
            <w:tcW w:w="1924" w:type="pct"/>
            <w:vMerge w:val="restart"/>
            <w:shd w:val="clear" w:color="auto" w:fill="auto"/>
            <w:noWrap/>
            <w:vAlign w:val="center"/>
            <w:hideMark/>
          </w:tcPr>
          <w:p w14:paraId="6980F2C0" w14:textId="77777777" w:rsidR="00D04C96" w:rsidRPr="00D16A3F" w:rsidRDefault="00C229CB" w:rsidP="00C229CB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 xml:space="preserve">SECCIÓN IDENTIFICADOR </w:t>
            </w:r>
          </w:p>
          <w:p w14:paraId="12EDA10B" w14:textId="77777777" w:rsidR="00C229CB" w:rsidRPr="00D16A3F" w:rsidRDefault="00C229CB" w:rsidP="00C229CB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DEL REPORTE</w:t>
            </w:r>
          </w:p>
        </w:tc>
        <w:tc>
          <w:tcPr>
            <w:tcW w:w="3076" w:type="pct"/>
            <w:shd w:val="clear" w:color="auto" w:fill="auto"/>
            <w:hideMark/>
          </w:tcPr>
          <w:p w14:paraId="4147EF0C" w14:textId="77777777" w:rsidR="00C229CB" w:rsidRPr="00D16A3F" w:rsidRDefault="00C229CB" w:rsidP="00C229CB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INICIO DEL PERIODO</w:t>
            </w:r>
          </w:p>
        </w:tc>
      </w:tr>
      <w:tr w:rsidR="00D04C96" w:rsidRPr="00D16A3F" w14:paraId="34FBE763" w14:textId="77777777" w:rsidTr="00C92BEA">
        <w:trPr>
          <w:trHeight w:val="315"/>
        </w:trPr>
        <w:tc>
          <w:tcPr>
            <w:tcW w:w="1924" w:type="pct"/>
            <w:vMerge/>
            <w:vAlign w:val="center"/>
          </w:tcPr>
          <w:p w14:paraId="4C11F304" w14:textId="77777777" w:rsidR="00C229CB" w:rsidRPr="00D16A3F" w:rsidRDefault="00C229CB" w:rsidP="00C229CB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076" w:type="pct"/>
            <w:shd w:val="clear" w:color="auto" w:fill="auto"/>
          </w:tcPr>
          <w:p w14:paraId="67A4B68B" w14:textId="77777777" w:rsidR="00C229CB" w:rsidRPr="00D16A3F" w:rsidRDefault="00C229CB" w:rsidP="00C229CB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FIN DEL PERIODO</w:t>
            </w:r>
          </w:p>
        </w:tc>
      </w:tr>
      <w:tr w:rsidR="00D04C96" w:rsidRPr="00D16A3F" w14:paraId="303A827B" w14:textId="77777777" w:rsidTr="00C92BEA">
        <w:trPr>
          <w:trHeight w:val="315"/>
        </w:trPr>
        <w:tc>
          <w:tcPr>
            <w:tcW w:w="1924" w:type="pct"/>
            <w:vMerge/>
            <w:vAlign w:val="center"/>
            <w:hideMark/>
          </w:tcPr>
          <w:p w14:paraId="3EE8823A" w14:textId="77777777" w:rsidR="00C229CB" w:rsidRPr="00D16A3F" w:rsidRDefault="00C229CB" w:rsidP="00C229CB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076" w:type="pct"/>
            <w:shd w:val="clear" w:color="auto" w:fill="auto"/>
            <w:hideMark/>
          </w:tcPr>
          <w:p w14:paraId="78D8CCEC" w14:textId="77777777" w:rsidR="00C229CB" w:rsidRPr="00D16A3F" w:rsidRDefault="00C229CB" w:rsidP="00C229CB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LA INSTITUCIÓN</w:t>
            </w:r>
          </w:p>
        </w:tc>
      </w:tr>
      <w:tr w:rsidR="00D04C96" w:rsidRPr="00D16A3F" w14:paraId="1DA73E4C" w14:textId="77777777" w:rsidTr="00C92BEA">
        <w:trPr>
          <w:trHeight w:val="315"/>
        </w:trPr>
        <w:tc>
          <w:tcPr>
            <w:tcW w:w="1924" w:type="pct"/>
            <w:vMerge/>
            <w:vAlign w:val="center"/>
            <w:hideMark/>
          </w:tcPr>
          <w:p w14:paraId="4FAC6F31" w14:textId="77777777" w:rsidR="00C229CB" w:rsidRPr="00D16A3F" w:rsidRDefault="00C229CB" w:rsidP="00C229CB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076" w:type="pct"/>
            <w:shd w:val="clear" w:color="auto" w:fill="auto"/>
            <w:hideMark/>
          </w:tcPr>
          <w:p w14:paraId="253281B8" w14:textId="77777777" w:rsidR="00C229CB" w:rsidRPr="00D16A3F" w:rsidRDefault="00C229CB" w:rsidP="00C229CB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REPORTE</w:t>
            </w:r>
          </w:p>
        </w:tc>
      </w:tr>
      <w:tr w:rsidR="008A2B14" w:rsidRPr="00D16A3F" w14:paraId="35D2384C" w14:textId="77777777" w:rsidTr="00C92BEA">
        <w:trPr>
          <w:trHeight w:val="315"/>
        </w:trPr>
        <w:tc>
          <w:tcPr>
            <w:tcW w:w="1924" w:type="pct"/>
            <w:vMerge w:val="restart"/>
            <w:shd w:val="clear" w:color="auto" w:fill="auto"/>
            <w:noWrap/>
            <w:vAlign w:val="center"/>
          </w:tcPr>
          <w:p w14:paraId="5E9C06B2" w14:textId="7F0B2D13" w:rsidR="008A2B14" w:rsidRPr="00D16A3F" w:rsidRDefault="008A2B14" w:rsidP="00D14B41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 xml:space="preserve">SECCIÓN IDENTIFICACIÓN DE </w:t>
            </w:r>
            <w:r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LA</w:t>
            </w:r>
          </w:p>
          <w:p w14:paraId="629709CD" w14:textId="2A0BD7EA" w:rsidR="00625360" w:rsidRDefault="008A2B14" w:rsidP="00D14B41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 xml:space="preserve">CUENTA </w:t>
            </w:r>
          </w:p>
          <w:p w14:paraId="22B9B64E" w14:textId="6DAB6037" w:rsidR="008A2B14" w:rsidRPr="00D16A3F" w:rsidRDefault="00625360" w:rsidP="00D14B41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O FIDEICOMISO</w:t>
            </w:r>
          </w:p>
          <w:p w14:paraId="4B661811" w14:textId="53DCF5B5" w:rsidR="008A2B14" w:rsidRPr="00D16A3F" w:rsidRDefault="008A2B14" w:rsidP="00D14B41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076" w:type="pct"/>
            <w:shd w:val="clear" w:color="auto" w:fill="auto"/>
          </w:tcPr>
          <w:p w14:paraId="26B62C67" w14:textId="307FAFA5" w:rsidR="008A2B14" w:rsidRPr="00D16A3F" w:rsidRDefault="005D72E1" w:rsidP="00F7250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IDENTIFICADOR DE LA </w:t>
            </w:r>
            <w:r w:rsidR="00F72508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CUENTA</w:t>
            </w:r>
            <w:r w:rsidR="0062536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O FIDEICOMISO</w:t>
            </w:r>
          </w:p>
        </w:tc>
      </w:tr>
      <w:tr w:rsidR="00B76FA3" w:rsidRPr="00D16A3F" w14:paraId="4F3746D8" w14:textId="77777777" w:rsidTr="00C92BEA">
        <w:trPr>
          <w:trHeight w:val="315"/>
        </w:trPr>
        <w:tc>
          <w:tcPr>
            <w:tcW w:w="1924" w:type="pct"/>
            <w:vMerge/>
            <w:shd w:val="clear" w:color="auto" w:fill="auto"/>
            <w:noWrap/>
            <w:vAlign w:val="center"/>
          </w:tcPr>
          <w:p w14:paraId="27587E7A" w14:textId="77777777" w:rsidR="00B76FA3" w:rsidRPr="00D16A3F" w:rsidRDefault="00B76FA3" w:rsidP="00D14B41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076" w:type="pct"/>
            <w:shd w:val="clear" w:color="auto" w:fill="auto"/>
          </w:tcPr>
          <w:p w14:paraId="08F8E35E" w14:textId="2463631C" w:rsidR="00B76FA3" w:rsidRPr="00D16A3F" w:rsidRDefault="005D72E1" w:rsidP="00F7250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ESTATUS DE LA CUENTA </w:t>
            </w:r>
            <w:r w:rsidR="0062536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O FIDEICOMISO</w:t>
            </w:r>
          </w:p>
        </w:tc>
      </w:tr>
      <w:tr w:rsidR="008A2B14" w:rsidRPr="00D16A3F" w14:paraId="3291F63D" w14:textId="77777777" w:rsidTr="00C92BEA">
        <w:trPr>
          <w:trHeight w:val="315"/>
        </w:trPr>
        <w:tc>
          <w:tcPr>
            <w:tcW w:w="1924" w:type="pct"/>
            <w:vMerge/>
            <w:shd w:val="clear" w:color="auto" w:fill="auto"/>
            <w:noWrap/>
            <w:vAlign w:val="center"/>
          </w:tcPr>
          <w:p w14:paraId="15EFC533" w14:textId="740428BE" w:rsidR="008A2B14" w:rsidRPr="00D16A3F" w:rsidRDefault="008A2B14" w:rsidP="00D14B41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076" w:type="pct"/>
            <w:shd w:val="clear" w:color="auto" w:fill="auto"/>
          </w:tcPr>
          <w:p w14:paraId="2A6CFF7C" w14:textId="2366FBF5" w:rsidR="008A2B14" w:rsidRPr="00D16A3F" w:rsidRDefault="005D72E1" w:rsidP="00F7250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FECHA DE ACTUALIZACIÓN DEL ESTATUS DE LA CUENTA </w:t>
            </w:r>
            <w:r w:rsidR="0062536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O FIDEICOMISO</w:t>
            </w:r>
          </w:p>
        </w:tc>
      </w:tr>
      <w:tr w:rsidR="00E56834" w:rsidRPr="00D16A3F" w14:paraId="121A5237" w14:textId="77777777" w:rsidTr="00C92BEA">
        <w:trPr>
          <w:trHeight w:val="315"/>
        </w:trPr>
        <w:tc>
          <w:tcPr>
            <w:tcW w:w="1924" w:type="pct"/>
            <w:vMerge w:val="restart"/>
            <w:shd w:val="clear" w:color="auto" w:fill="auto"/>
            <w:vAlign w:val="center"/>
          </w:tcPr>
          <w:p w14:paraId="1BD13632" w14:textId="457695FD" w:rsidR="00E56834" w:rsidRPr="00D16A3F" w:rsidRDefault="00E56834" w:rsidP="00E56834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SECCIÓN IDENTIFICACIÓN DE</w:t>
            </w:r>
            <w:r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 xml:space="preserve">L DETALLE DE LA </w:t>
            </w:r>
            <w:r w:rsidRPr="00D16A3F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 xml:space="preserve">CUENTA </w:t>
            </w:r>
            <w:r w:rsidR="00625360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O FIDEICOMISO</w:t>
            </w:r>
          </w:p>
          <w:p w14:paraId="24A052DC" w14:textId="649163AF" w:rsidR="00E56834" w:rsidRPr="00D16A3F" w:rsidRDefault="00E56834" w:rsidP="00E56834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076" w:type="pct"/>
            <w:shd w:val="clear" w:color="auto" w:fill="auto"/>
          </w:tcPr>
          <w:p w14:paraId="35978D73" w14:textId="77777777" w:rsidR="00E56834" w:rsidRPr="00D16A3F" w:rsidRDefault="00E56834" w:rsidP="00C229CB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BANCARIA ESTANDARIZADA (CLABE)</w:t>
            </w:r>
          </w:p>
        </w:tc>
      </w:tr>
      <w:tr w:rsidR="00E56834" w:rsidRPr="00D16A3F" w14:paraId="10A53E6C" w14:textId="77777777" w:rsidTr="00C92BEA">
        <w:trPr>
          <w:trHeight w:val="56"/>
        </w:trPr>
        <w:tc>
          <w:tcPr>
            <w:tcW w:w="1924" w:type="pct"/>
            <w:vMerge/>
            <w:shd w:val="clear" w:color="auto" w:fill="auto"/>
            <w:vAlign w:val="center"/>
          </w:tcPr>
          <w:p w14:paraId="16D0CEDE" w14:textId="3F24443F" w:rsidR="00E56834" w:rsidRPr="00D16A3F" w:rsidRDefault="00E56834" w:rsidP="00D14B41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076" w:type="pct"/>
            <w:shd w:val="clear" w:color="auto" w:fill="auto"/>
          </w:tcPr>
          <w:p w14:paraId="639CC7AE" w14:textId="2084EC1D" w:rsidR="00E56834" w:rsidRPr="00D16A3F" w:rsidRDefault="00E56834" w:rsidP="00C229CB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CASFIM DE LA ENTIDAD FINANCIERA</w:t>
            </w:r>
          </w:p>
        </w:tc>
      </w:tr>
      <w:tr w:rsidR="00E56834" w:rsidRPr="00D16A3F" w14:paraId="243F1D17" w14:textId="77777777" w:rsidTr="00C92BEA">
        <w:trPr>
          <w:trHeight w:val="315"/>
        </w:trPr>
        <w:tc>
          <w:tcPr>
            <w:tcW w:w="1924" w:type="pct"/>
            <w:vMerge/>
            <w:shd w:val="clear" w:color="auto" w:fill="auto"/>
            <w:noWrap/>
            <w:vAlign w:val="center"/>
          </w:tcPr>
          <w:p w14:paraId="2E587167" w14:textId="6343A2F8" w:rsidR="00E56834" w:rsidRPr="00D16A3F" w:rsidRDefault="00E56834" w:rsidP="00D14B41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076" w:type="pct"/>
            <w:shd w:val="clear" w:color="auto" w:fill="auto"/>
          </w:tcPr>
          <w:p w14:paraId="120350CA" w14:textId="7B452711" w:rsidR="00E56834" w:rsidRPr="00D16A3F" w:rsidRDefault="00E56834" w:rsidP="00C229CB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NÚMERO DE FIDEICOMISO</w:t>
            </w:r>
          </w:p>
        </w:tc>
      </w:tr>
      <w:tr w:rsidR="00E56834" w:rsidRPr="00D16A3F" w14:paraId="6224DEA4" w14:textId="77777777" w:rsidTr="00C92BEA">
        <w:trPr>
          <w:trHeight w:val="315"/>
        </w:trPr>
        <w:tc>
          <w:tcPr>
            <w:tcW w:w="1924" w:type="pct"/>
            <w:vMerge/>
            <w:shd w:val="clear" w:color="auto" w:fill="auto"/>
            <w:vAlign w:val="center"/>
          </w:tcPr>
          <w:p w14:paraId="244BCEAE" w14:textId="77777777" w:rsidR="00E56834" w:rsidRPr="00D16A3F" w:rsidRDefault="00E56834" w:rsidP="00C229CB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076" w:type="pct"/>
            <w:shd w:val="clear" w:color="auto" w:fill="auto"/>
          </w:tcPr>
          <w:p w14:paraId="0B449C17" w14:textId="77777777" w:rsidR="00E56834" w:rsidRPr="00D16A3F" w:rsidRDefault="00E56834" w:rsidP="00C229CB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NOMBRE ENTIDAD FINANCIERA</w:t>
            </w:r>
          </w:p>
        </w:tc>
      </w:tr>
      <w:tr w:rsidR="00E56834" w:rsidRPr="00D16A3F" w14:paraId="275C4F6F" w14:textId="77777777" w:rsidTr="00C92BEA">
        <w:trPr>
          <w:trHeight w:val="315"/>
        </w:trPr>
        <w:tc>
          <w:tcPr>
            <w:tcW w:w="1924" w:type="pct"/>
            <w:vMerge/>
            <w:shd w:val="clear" w:color="auto" w:fill="auto"/>
            <w:vAlign w:val="center"/>
          </w:tcPr>
          <w:p w14:paraId="3B7E33F0" w14:textId="53F0FF44" w:rsidR="00E56834" w:rsidRPr="00D16A3F" w:rsidRDefault="00E56834" w:rsidP="00D14B41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076" w:type="pct"/>
            <w:shd w:val="clear" w:color="auto" w:fill="auto"/>
          </w:tcPr>
          <w:p w14:paraId="739B496A" w14:textId="77777777" w:rsidR="00E56834" w:rsidRPr="00D16A3F" w:rsidRDefault="00E56834" w:rsidP="00C229CB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 CUENTA</w:t>
            </w:r>
          </w:p>
        </w:tc>
      </w:tr>
      <w:tr w:rsidR="00E56834" w:rsidRPr="00D16A3F" w14:paraId="10B45A5A" w14:textId="77777777" w:rsidTr="00C92BEA">
        <w:trPr>
          <w:trHeight w:val="315"/>
        </w:trPr>
        <w:tc>
          <w:tcPr>
            <w:tcW w:w="1924" w:type="pct"/>
            <w:vMerge/>
            <w:shd w:val="clear" w:color="auto" w:fill="auto"/>
            <w:vAlign w:val="center"/>
          </w:tcPr>
          <w:p w14:paraId="1B602CC5" w14:textId="77777777" w:rsidR="00E56834" w:rsidRPr="00D16A3F" w:rsidRDefault="00E56834" w:rsidP="00C229CB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076" w:type="pct"/>
            <w:shd w:val="clear" w:color="auto" w:fill="auto"/>
          </w:tcPr>
          <w:p w14:paraId="53A23411" w14:textId="77777777" w:rsidR="00E56834" w:rsidRPr="00D16A3F" w:rsidRDefault="00E56834" w:rsidP="00C229CB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 MONEDA</w:t>
            </w:r>
          </w:p>
        </w:tc>
      </w:tr>
    </w:tbl>
    <w:p w14:paraId="23F465A6" w14:textId="77777777" w:rsidR="00C229CB" w:rsidRPr="00D16A3F" w:rsidRDefault="00C229CB" w:rsidP="0069124F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</w:p>
    <w:p w14:paraId="60E38004" w14:textId="77777777" w:rsidR="005D72E1" w:rsidRPr="00D16A3F" w:rsidRDefault="005D72E1" w:rsidP="005D72E1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</w:pPr>
    </w:p>
    <w:p w14:paraId="12B303C8" w14:textId="6467C6AF" w:rsidR="005D72E1" w:rsidRPr="00D16A3F" w:rsidRDefault="005D72E1" w:rsidP="005D72E1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  <w:r w:rsidRPr="00D16A3F">
        <w:rPr>
          <w:rFonts w:ascii="Montserrat" w:hAnsi="Montserrat"/>
          <w:szCs w:val="18"/>
          <w:lang w:val="es-MX"/>
        </w:rPr>
        <w:t xml:space="preserve">Las Instituciones de Financiamiento Colectivo llevarán a cabo el envío de la información relacionada con el reporte </w:t>
      </w:r>
      <w:r w:rsidR="00193839">
        <w:rPr>
          <w:rFonts w:ascii="Montserrat" w:hAnsi="Montserrat"/>
          <w:b/>
          <w:szCs w:val="18"/>
          <w:lang w:val="es-MX" w:eastAsia="es-MX"/>
        </w:rPr>
        <w:t>R24 G-2425</w:t>
      </w:r>
      <w:r w:rsidRPr="00D16A3F">
        <w:rPr>
          <w:rFonts w:ascii="Montserrat" w:hAnsi="Montserrat"/>
          <w:b/>
          <w:szCs w:val="18"/>
          <w:lang w:val="es-MX" w:eastAsia="es-MX"/>
        </w:rPr>
        <w:t xml:space="preserve"> Segregación de cuentas </w:t>
      </w:r>
      <w:r>
        <w:rPr>
          <w:rFonts w:ascii="Montserrat" w:hAnsi="Montserrat"/>
          <w:b/>
          <w:szCs w:val="18"/>
          <w:lang w:val="es-MX" w:eastAsia="es-MX"/>
        </w:rPr>
        <w:t>para el</w:t>
      </w:r>
      <w:r w:rsidRPr="00D16A3F">
        <w:rPr>
          <w:rFonts w:ascii="Montserrat" w:hAnsi="Montserrat"/>
          <w:b/>
          <w:szCs w:val="18"/>
          <w:lang w:val="es-MX" w:eastAsia="es-MX"/>
        </w:rPr>
        <w:t xml:space="preserve"> manejo de recursos de los </w:t>
      </w:r>
      <w:r>
        <w:rPr>
          <w:rFonts w:ascii="Montserrat" w:hAnsi="Montserrat"/>
          <w:b/>
          <w:szCs w:val="18"/>
          <w:lang w:val="es-MX" w:eastAsia="es-MX"/>
        </w:rPr>
        <w:t>C</w:t>
      </w:r>
      <w:r w:rsidRPr="00D16A3F">
        <w:rPr>
          <w:rFonts w:ascii="Montserrat" w:hAnsi="Montserrat"/>
          <w:b/>
          <w:szCs w:val="18"/>
          <w:lang w:val="es-MX" w:eastAsia="es-MX"/>
        </w:rPr>
        <w:t>lientes</w:t>
      </w:r>
      <w:r w:rsidRPr="00D16A3F">
        <w:rPr>
          <w:rFonts w:ascii="Montserrat" w:hAnsi="Montserrat"/>
          <w:szCs w:val="18"/>
          <w:lang w:val="es-MX"/>
        </w:rPr>
        <w:t>, mediante la utilización del siguiente formato de captura: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2"/>
        <w:gridCol w:w="5246"/>
      </w:tblGrid>
      <w:tr w:rsidR="005D72E1" w:rsidRPr="00D16A3F" w14:paraId="626BF1B4" w14:textId="77777777" w:rsidTr="00E5323B">
        <w:trPr>
          <w:trHeight w:val="315"/>
          <w:tblHeader/>
        </w:trPr>
        <w:tc>
          <w:tcPr>
            <w:tcW w:w="5000" w:type="pct"/>
            <w:gridSpan w:val="2"/>
            <w:shd w:val="clear" w:color="000000" w:fill="BFBFBF"/>
            <w:vAlign w:val="center"/>
            <w:hideMark/>
          </w:tcPr>
          <w:p w14:paraId="78A4B977" w14:textId="77777777" w:rsidR="005D72E1" w:rsidRPr="00D16A3F" w:rsidRDefault="005D72E1" w:rsidP="00E5323B">
            <w:pPr>
              <w:spacing w:after="0" w:line="240" w:lineRule="auto"/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ES" w:eastAsia="es-MX"/>
              </w:rPr>
              <w:t>INFORMACIÓN SOLICITADA</w:t>
            </w:r>
          </w:p>
        </w:tc>
      </w:tr>
      <w:tr w:rsidR="005D72E1" w:rsidRPr="00D16A3F" w14:paraId="58122CC1" w14:textId="77777777" w:rsidTr="00E5323B">
        <w:trPr>
          <w:trHeight w:val="315"/>
        </w:trPr>
        <w:tc>
          <w:tcPr>
            <w:tcW w:w="2029" w:type="pct"/>
            <w:vMerge w:val="restart"/>
            <w:shd w:val="clear" w:color="auto" w:fill="auto"/>
            <w:noWrap/>
            <w:vAlign w:val="center"/>
            <w:hideMark/>
          </w:tcPr>
          <w:p w14:paraId="622480BF" w14:textId="77777777" w:rsidR="005D72E1" w:rsidRPr="00D16A3F" w:rsidRDefault="005D72E1" w:rsidP="00E5323B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 xml:space="preserve">SECCIÓN IDENTIFICADOR </w:t>
            </w:r>
          </w:p>
          <w:p w14:paraId="2D6C10FB" w14:textId="77777777" w:rsidR="005D72E1" w:rsidRPr="00D16A3F" w:rsidRDefault="005D72E1" w:rsidP="00E5323B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DEL REPORTE</w:t>
            </w:r>
          </w:p>
        </w:tc>
        <w:tc>
          <w:tcPr>
            <w:tcW w:w="2971" w:type="pct"/>
            <w:shd w:val="clear" w:color="auto" w:fill="auto"/>
            <w:hideMark/>
          </w:tcPr>
          <w:p w14:paraId="25D42EBF" w14:textId="77777777" w:rsidR="005D72E1" w:rsidRPr="00D16A3F" w:rsidRDefault="005D72E1" w:rsidP="00E5323B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INICIO DEL PERIODO</w:t>
            </w:r>
          </w:p>
        </w:tc>
      </w:tr>
      <w:tr w:rsidR="005D72E1" w:rsidRPr="00D16A3F" w14:paraId="7B65210A" w14:textId="77777777" w:rsidTr="00E5323B">
        <w:trPr>
          <w:trHeight w:val="315"/>
        </w:trPr>
        <w:tc>
          <w:tcPr>
            <w:tcW w:w="2029" w:type="pct"/>
            <w:vMerge/>
            <w:vAlign w:val="center"/>
          </w:tcPr>
          <w:p w14:paraId="4C4BBA02" w14:textId="77777777" w:rsidR="005D72E1" w:rsidRPr="00D16A3F" w:rsidRDefault="005D72E1" w:rsidP="00E5323B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971" w:type="pct"/>
            <w:shd w:val="clear" w:color="auto" w:fill="auto"/>
          </w:tcPr>
          <w:p w14:paraId="102BCD06" w14:textId="77777777" w:rsidR="005D72E1" w:rsidRPr="00D16A3F" w:rsidRDefault="005D72E1" w:rsidP="00E5323B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FIN DEL PERIODO</w:t>
            </w:r>
          </w:p>
        </w:tc>
      </w:tr>
      <w:tr w:rsidR="005D72E1" w:rsidRPr="00D16A3F" w14:paraId="6F73BFA0" w14:textId="77777777" w:rsidTr="00E5323B">
        <w:trPr>
          <w:trHeight w:val="315"/>
        </w:trPr>
        <w:tc>
          <w:tcPr>
            <w:tcW w:w="2029" w:type="pct"/>
            <w:vMerge/>
            <w:vAlign w:val="center"/>
            <w:hideMark/>
          </w:tcPr>
          <w:p w14:paraId="71B16FDF" w14:textId="77777777" w:rsidR="005D72E1" w:rsidRPr="00D16A3F" w:rsidRDefault="005D72E1" w:rsidP="00E5323B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971" w:type="pct"/>
            <w:shd w:val="clear" w:color="auto" w:fill="auto"/>
            <w:hideMark/>
          </w:tcPr>
          <w:p w14:paraId="3F1DA5F0" w14:textId="77777777" w:rsidR="005D72E1" w:rsidRPr="00D16A3F" w:rsidRDefault="005D72E1" w:rsidP="00E5323B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LA INSTITUCIÓN</w:t>
            </w:r>
          </w:p>
        </w:tc>
      </w:tr>
      <w:tr w:rsidR="005D72E1" w:rsidRPr="00D16A3F" w14:paraId="494636FD" w14:textId="77777777" w:rsidTr="00E5323B">
        <w:trPr>
          <w:trHeight w:val="315"/>
        </w:trPr>
        <w:tc>
          <w:tcPr>
            <w:tcW w:w="2029" w:type="pct"/>
            <w:vMerge/>
            <w:vAlign w:val="center"/>
            <w:hideMark/>
          </w:tcPr>
          <w:p w14:paraId="468B5C5A" w14:textId="77777777" w:rsidR="005D72E1" w:rsidRPr="00D16A3F" w:rsidRDefault="005D72E1" w:rsidP="00E5323B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971" w:type="pct"/>
            <w:shd w:val="clear" w:color="auto" w:fill="auto"/>
            <w:hideMark/>
          </w:tcPr>
          <w:p w14:paraId="6B62D304" w14:textId="77777777" w:rsidR="005D72E1" w:rsidRPr="00D16A3F" w:rsidRDefault="005D72E1" w:rsidP="00E5323B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REPORTE</w:t>
            </w:r>
          </w:p>
        </w:tc>
      </w:tr>
      <w:tr w:rsidR="005D72E1" w:rsidRPr="00D16A3F" w14:paraId="76CB2857" w14:textId="77777777" w:rsidTr="00E5323B">
        <w:trPr>
          <w:trHeight w:val="315"/>
        </w:trPr>
        <w:tc>
          <w:tcPr>
            <w:tcW w:w="2029" w:type="pct"/>
            <w:vMerge w:val="restart"/>
            <w:shd w:val="clear" w:color="auto" w:fill="auto"/>
            <w:noWrap/>
            <w:vAlign w:val="center"/>
          </w:tcPr>
          <w:p w14:paraId="25B86F8A" w14:textId="77777777" w:rsidR="005D72E1" w:rsidRPr="00D16A3F" w:rsidRDefault="005D72E1" w:rsidP="00E5323B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 xml:space="preserve">SECCIÓN IDENTIFICACIÓN DE </w:t>
            </w:r>
            <w:r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LA</w:t>
            </w:r>
          </w:p>
          <w:p w14:paraId="04A02883" w14:textId="60356A1F" w:rsidR="005D72E1" w:rsidRPr="00D16A3F" w:rsidRDefault="005D72E1" w:rsidP="005D72E1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CUENTA O FIDEICOMISO</w:t>
            </w:r>
          </w:p>
        </w:tc>
        <w:tc>
          <w:tcPr>
            <w:tcW w:w="2971" w:type="pct"/>
            <w:shd w:val="clear" w:color="auto" w:fill="auto"/>
          </w:tcPr>
          <w:p w14:paraId="0F3EC9AA" w14:textId="77777777" w:rsidR="005D72E1" w:rsidRPr="00D16A3F" w:rsidRDefault="005D72E1" w:rsidP="00E5323B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 LA CUENTA O FIDEICOMISO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</w:t>
            </w:r>
          </w:p>
        </w:tc>
      </w:tr>
      <w:tr w:rsidR="005D72E1" w:rsidRPr="00D16A3F" w14:paraId="6B847BD2" w14:textId="77777777" w:rsidTr="00E5323B">
        <w:trPr>
          <w:trHeight w:val="315"/>
        </w:trPr>
        <w:tc>
          <w:tcPr>
            <w:tcW w:w="2029" w:type="pct"/>
            <w:vMerge/>
            <w:shd w:val="clear" w:color="auto" w:fill="auto"/>
            <w:noWrap/>
            <w:vAlign w:val="center"/>
          </w:tcPr>
          <w:p w14:paraId="6AD78A8A" w14:textId="77777777" w:rsidR="005D72E1" w:rsidRPr="00D16A3F" w:rsidRDefault="005D72E1" w:rsidP="00E5323B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971" w:type="pct"/>
            <w:shd w:val="clear" w:color="auto" w:fill="auto"/>
          </w:tcPr>
          <w:p w14:paraId="69EAB090" w14:textId="77777777" w:rsidR="005D72E1" w:rsidRPr="00D16A3F" w:rsidRDefault="005D72E1" w:rsidP="00E5323B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ESTATUS DE LA CUENTA O FIDEICOMISO </w:t>
            </w:r>
          </w:p>
        </w:tc>
      </w:tr>
      <w:tr w:rsidR="005D72E1" w:rsidRPr="00D16A3F" w14:paraId="61885A66" w14:textId="77777777" w:rsidTr="00E5323B">
        <w:trPr>
          <w:trHeight w:val="315"/>
        </w:trPr>
        <w:tc>
          <w:tcPr>
            <w:tcW w:w="2029" w:type="pct"/>
            <w:vMerge/>
            <w:shd w:val="clear" w:color="auto" w:fill="auto"/>
            <w:noWrap/>
            <w:vAlign w:val="center"/>
          </w:tcPr>
          <w:p w14:paraId="548F1CA0" w14:textId="77777777" w:rsidR="005D72E1" w:rsidRPr="00D16A3F" w:rsidRDefault="005D72E1" w:rsidP="00E5323B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971" w:type="pct"/>
            <w:shd w:val="clear" w:color="auto" w:fill="auto"/>
          </w:tcPr>
          <w:p w14:paraId="114A115A" w14:textId="7C3E0408" w:rsidR="005D72E1" w:rsidRPr="00D16A3F" w:rsidRDefault="005D72E1" w:rsidP="00E5323B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ACTUALIZACIÓN DEL ESTATUS DE LA CUENTA O FIDEICOMISO</w:t>
            </w:r>
          </w:p>
        </w:tc>
      </w:tr>
      <w:tr w:rsidR="00F72508" w:rsidRPr="00D16A3F" w14:paraId="1944AE40" w14:textId="77777777" w:rsidTr="00E5323B">
        <w:trPr>
          <w:trHeight w:val="315"/>
        </w:trPr>
        <w:tc>
          <w:tcPr>
            <w:tcW w:w="2029" w:type="pct"/>
            <w:vMerge w:val="restart"/>
            <w:shd w:val="clear" w:color="auto" w:fill="auto"/>
            <w:vAlign w:val="center"/>
          </w:tcPr>
          <w:p w14:paraId="1E043F89" w14:textId="775271FD" w:rsidR="00F72508" w:rsidRPr="00D16A3F" w:rsidRDefault="00F72508" w:rsidP="00F72508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SECCIÓN IDENTIFICACIÓN DE</w:t>
            </w:r>
            <w:r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 xml:space="preserve">L DETALLE DE LA </w:t>
            </w:r>
            <w:r w:rsidRPr="00D16A3F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CUENTA</w:t>
            </w:r>
            <w:r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 xml:space="preserve"> O FIDEICOMISO</w:t>
            </w:r>
          </w:p>
        </w:tc>
        <w:tc>
          <w:tcPr>
            <w:tcW w:w="2971" w:type="pct"/>
            <w:shd w:val="clear" w:color="auto" w:fill="auto"/>
          </w:tcPr>
          <w:p w14:paraId="24061AF3" w14:textId="77A22002" w:rsidR="00F72508" w:rsidRPr="00D66F3A" w:rsidRDefault="00F72508" w:rsidP="00F7250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BANCARIA ESTANDARIZADA (CLABE)</w:t>
            </w:r>
          </w:p>
        </w:tc>
      </w:tr>
      <w:tr w:rsidR="00F72508" w:rsidRPr="00D16A3F" w14:paraId="2B3954E6" w14:textId="77777777" w:rsidTr="00E5323B">
        <w:trPr>
          <w:trHeight w:val="315"/>
        </w:trPr>
        <w:tc>
          <w:tcPr>
            <w:tcW w:w="2029" w:type="pct"/>
            <w:vMerge/>
            <w:shd w:val="clear" w:color="auto" w:fill="auto"/>
            <w:vAlign w:val="center"/>
          </w:tcPr>
          <w:p w14:paraId="7ADD9C25" w14:textId="77777777" w:rsidR="00F72508" w:rsidRPr="00D16A3F" w:rsidRDefault="00F72508" w:rsidP="00F72508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971" w:type="pct"/>
            <w:shd w:val="clear" w:color="auto" w:fill="auto"/>
          </w:tcPr>
          <w:p w14:paraId="22BC41E9" w14:textId="21B2D6AD" w:rsidR="00F72508" w:rsidRPr="00D66F3A" w:rsidRDefault="00F72508" w:rsidP="00F7250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CASFIM DE LA ENTIDAD FINANCIERA</w:t>
            </w:r>
          </w:p>
        </w:tc>
      </w:tr>
      <w:tr w:rsidR="00F72508" w:rsidRPr="00D16A3F" w14:paraId="019460F6" w14:textId="77777777" w:rsidTr="00E5323B">
        <w:trPr>
          <w:trHeight w:val="315"/>
        </w:trPr>
        <w:tc>
          <w:tcPr>
            <w:tcW w:w="2029" w:type="pct"/>
            <w:vMerge/>
            <w:shd w:val="clear" w:color="auto" w:fill="auto"/>
            <w:vAlign w:val="center"/>
          </w:tcPr>
          <w:p w14:paraId="517AB972" w14:textId="77777777" w:rsidR="00F72508" w:rsidRPr="00D16A3F" w:rsidRDefault="00F72508" w:rsidP="00F72508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971" w:type="pct"/>
            <w:shd w:val="clear" w:color="auto" w:fill="auto"/>
          </w:tcPr>
          <w:p w14:paraId="6C292599" w14:textId="64E27EB1" w:rsidR="00F72508" w:rsidRPr="00D66F3A" w:rsidRDefault="00F72508" w:rsidP="00F7250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NÚMERO DE FIDEICOMISO</w:t>
            </w:r>
          </w:p>
        </w:tc>
      </w:tr>
      <w:tr w:rsidR="00F72508" w:rsidRPr="00D16A3F" w14:paraId="47E1C061" w14:textId="77777777" w:rsidTr="00E5323B">
        <w:trPr>
          <w:trHeight w:val="315"/>
        </w:trPr>
        <w:tc>
          <w:tcPr>
            <w:tcW w:w="2029" w:type="pct"/>
            <w:vMerge/>
            <w:shd w:val="clear" w:color="auto" w:fill="auto"/>
            <w:vAlign w:val="center"/>
          </w:tcPr>
          <w:p w14:paraId="1D8A8BA8" w14:textId="77777777" w:rsidR="00F72508" w:rsidRPr="00D16A3F" w:rsidRDefault="00F72508" w:rsidP="00F72508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971" w:type="pct"/>
            <w:shd w:val="clear" w:color="auto" w:fill="auto"/>
          </w:tcPr>
          <w:p w14:paraId="671C687F" w14:textId="60232FF4" w:rsidR="00F72508" w:rsidRPr="00D66F3A" w:rsidRDefault="00F72508" w:rsidP="00F7250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NOMBRE ENTIDAD FINANCIERA</w:t>
            </w:r>
          </w:p>
        </w:tc>
      </w:tr>
      <w:tr w:rsidR="00F72508" w:rsidRPr="00D16A3F" w14:paraId="35908A1C" w14:textId="77777777" w:rsidTr="00E5323B">
        <w:trPr>
          <w:trHeight w:val="315"/>
        </w:trPr>
        <w:tc>
          <w:tcPr>
            <w:tcW w:w="2029" w:type="pct"/>
            <w:vMerge/>
            <w:shd w:val="clear" w:color="auto" w:fill="auto"/>
            <w:vAlign w:val="center"/>
          </w:tcPr>
          <w:p w14:paraId="3A9E26D3" w14:textId="77777777" w:rsidR="00F72508" w:rsidRPr="00D16A3F" w:rsidRDefault="00F72508" w:rsidP="00F72508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971" w:type="pct"/>
            <w:shd w:val="clear" w:color="auto" w:fill="auto"/>
          </w:tcPr>
          <w:p w14:paraId="60444178" w14:textId="40F393CF" w:rsidR="00F72508" w:rsidRPr="00D66F3A" w:rsidRDefault="00F72508" w:rsidP="00F7250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 CUENTA</w:t>
            </w:r>
          </w:p>
        </w:tc>
      </w:tr>
      <w:tr w:rsidR="00F72508" w:rsidRPr="00D16A3F" w14:paraId="53162FD7" w14:textId="77777777" w:rsidTr="00E5323B">
        <w:trPr>
          <w:trHeight w:val="315"/>
        </w:trPr>
        <w:tc>
          <w:tcPr>
            <w:tcW w:w="2029" w:type="pct"/>
            <w:vMerge/>
            <w:shd w:val="clear" w:color="auto" w:fill="auto"/>
            <w:vAlign w:val="center"/>
          </w:tcPr>
          <w:p w14:paraId="050F3522" w14:textId="77777777" w:rsidR="00F72508" w:rsidRPr="00D16A3F" w:rsidRDefault="00F72508" w:rsidP="00F72508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971" w:type="pct"/>
            <w:shd w:val="clear" w:color="auto" w:fill="auto"/>
          </w:tcPr>
          <w:p w14:paraId="33760E7A" w14:textId="5B7A42D1" w:rsidR="00F72508" w:rsidRPr="00D66F3A" w:rsidRDefault="00F72508" w:rsidP="00F7250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 MONEDA</w:t>
            </w:r>
          </w:p>
        </w:tc>
      </w:tr>
      <w:tr w:rsidR="00F72508" w:rsidRPr="00D16A3F" w14:paraId="0465F2F9" w14:textId="77777777" w:rsidTr="00E5323B">
        <w:trPr>
          <w:trHeight w:val="315"/>
        </w:trPr>
        <w:tc>
          <w:tcPr>
            <w:tcW w:w="2029" w:type="pct"/>
            <w:vMerge w:val="restart"/>
            <w:shd w:val="clear" w:color="auto" w:fill="auto"/>
            <w:vAlign w:val="center"/>
          </w:tcPr>
          <w:p w14:paraId="0655E278" w14:textId="63246D96" w:rsidR="00F72508" w:rsidRPr="00D16A3F" w:rsidRDefault="00F72508" w:rsidP="00F72508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 xml:space="preserve">SECCIÓN </w:t>
            </w:r>
            <w:r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DE SEGUMIENTO DE LA CUENTA O FIDEICOMISO</w:t>
            </w:r>
          </w:p>
        </w:tc>
        <w:tc>
          <w:tcPr>
            <w:tcW w:w="2971" w:type="pct"/>
            <w:shd w:val="clear" w:color="auto" w:fill="auto"/>
            <w:vAlign w:val="center"/>
          </w:tcPr>
          <w:p w14:paraId="27DDD5F5" w14:textId="5B81AFE2" w:rsidR="00F72508" w:rsidRPr="00D16A3F" w:rsidRDefault="00F72508" w:rsidP="00F7250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SALDO AL INICIO DEL PERIODO VALORIZADO EN MONEDA NACIONAL</w:t>
            </w:r>
          </w:p>
        </w:tc>
      </w:tr>
      <w:tr w:rsidR="00F72508" w:rsidRPr="00D16A3F" w14:paraId="379C67DC" w14:textId="77777777" w:rsidTr="00E5323B">
        <w:trPr>
          <w:trHeight w:val="56"/>
        </w:trPr>
        <w:tc>
          <w:tcPr>
            <w:tcW w:w="2029" w:type="pct"/>
            <w:vMerge/>
            <w:shd w:val="clear" w:color="auto" w:fill="auto"/>
            <w:vAlign w:val="center"/>
          </w:tcPr>
          <w:p w14:paraId="5626DB33" w14:textId="77777777" w:rsidR="00F72508" w:rsidRPr="00D16A3F" w:rsidRDefault="00F72508" w:rsidP="00F72508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971" w:type="pct"/>
            <w:shd w:val="clear" w:color="auto" w:fill="auto"/>
            <w:vAlign w:val="center"/>
          </w:tcPr>
          <w:p w14:paraId="2BB41BD4" w14:textId="194559DB" w:rsidR="00F72508" w:rsidRPr="00D16A3F" w:rsidRDefault="00F72508" w:rsidP="00F7250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SALDO AL FINAL DEL PERIODO VALORIZADO EN MONEDA NACIONAL</w:t>
            </w:r>
          </w:p>
        </w:tc>
      </w:tr>
      <w:tr w:rsidR="00F72508" w:rsidRPr="00D16A3F" w14:paraId="69B668A7" w14:textId="77777777" w:rsidTr="00E5323B">
        <w:trPr>
          <w:trHeight w:val="315"/>
        </w:trPr>
        <w:tc>
          <w:tcPr>
            <w:tcW w:w="2029" w:type="pct"/>
            <w:vMerge/>
            <w:shd w:val="clear" w:color="auto" w:fill="auto"/>
            <w:noWrap/>
            <w:vAlign w:val="center"/>
          </w:tcPr>
          <w:p w14:paraId="06494695" w14:textId="77777777" w:rsidR="00F72508" w:rsidRPr="00D16A3F" w:rsidRDefault="00F72508" w:rsidP="00F72508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971" w:type="pct"/>
            <w:shd w:val="clear" w:color="auto" w:fill="auto"/>
            <w:vAlign w:val="center"/>
          </w:tcPr>
          <w:p w14:paraId="44256592" w14:textId="3D760042" w:rsidR="00F72508" w:rsidRPr="00D16A3F" w:rsidRDefault="00F72508" w:rsidP="0080522A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0D67A2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MONTO DEL TOTAL DE COMISIONES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COBRADAS</w:t>
            </w:r>
            <w:r w:rsidRPr="000D67A2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A L</w:t>
            </w:r>
            <w:r w:rsidR="0080522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A INSTITUCIÓN</w:t>
            </w:r>
          </w:p>
        </w:tc>
      </w:tr>
      <w:tr w:rsidR="00F72508" w:rsidRPr="00D16A3F" w14:paraId="53A6A646" w14:textId="77777777" w:rsidTr="00E5323B">
        <w:trPr>
          <w:trHeight w:val="315"/>
        </w:trPr>
        <w:tc>
          <w:tcPr>
            <w:tcW w:w="2029" w:type="pct"/>
            <w:vMerge/>
            <w:shd w:val="clear" w:color="auto" w:fill="auto"/>
            <w:vAlign w:val="center"/>
          </w:tcPr>
          <w:p w14:paraId="15D9CDF9" w14:textId="77777777" w:rsidR="00F72508" w:rsidRPr="00D16A3F" w:rsidRDefault="00F72508" w:rsidP="00F72508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971" w:type="pct"/>
            <w:shd w:val="clear" w:color="auto" w:fill="auto"/>
            <w:vAlign w:val="center"/>
          </w:tcPr>
          <w:p w14:paraId="5FBF943C" w14:textId="2D1BA157" w:rsidR="00F72508" w:rsidRPr="00D16A3F" w:rsidRDefault="00F72508" w:rsidP="00F7250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0D67A2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MONTO POR MOVIMIENTOS NO DERIVADOS DE LA OPERACIÓN</w:t>
            </w:r>
          </w:p>
        </w:tc>
      </w:tr>
    </w:tbl>
    <w:p w14:paraId="366CCA57" w14:textId="7CE57720" w:rsidR="005D72E1" w:rsidRDefault="005D72E1" w:rsidP="005D72E1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</w:p>
    <w:p w14:paraId="0A180C27" w14:textId="77777777" w:rsidR="00594FAA" w:rsidRPr="00D16A3F" w:rsidRDefault="00594FAA" w:rsidP="005D72E1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</w:p>
    <w:p w14:paraId="1E13E1A5" w14:textId="77777777" w:rsidR="00BA0AF5" w:rsidRPr="00D16A3F" w:rsidRDefault="00BA0AF5" w:rsidP="00BA0AF5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</w:pPr>
      <w:r w:rsidRPr="00D16A3F">
        <w:rPr>
          <w:rFonts w:ascii="Montserrat" w:hAnsi="Montserrat" w:cs="Arial"/>
          <w:sz w:val="18"/>
          <w:szCs w:val="18"/>
        </w:rPr>
        <w:t xml:space="preserve">Las Instituciones de Financiamiento Colectivo reportarán la información que se indica en la presente serie, la cual deberá cumplir con las validaciones y estándares de calidad que indique la Comisión Nacional Bancaria y de Valores (Comisión), ajustándose a las características y especificaciones. Una vez superadas las validaciones y estándares de calidad, el SITI generará un acuse de recibo electrónico. </w:t>
      </w:r>
    </w:p>
    <w:p w14:paraId="7BC43B46" w14:textId="77777777" w:rsidR="00BA0AF5" w:rsidRPr="00A03A18" w:rsidRDefault="00BA0AF5" w:rsidP="00BA0AF5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</w:pPr>
      <w:r w:rsidRPr="00D16A3F">
        <w:rPr>
          <w:rFonts w:ascii="Montserrat" w:hAnsi="Montserrat" w:cs="Arial"/>
          <w:sz w:val="18"/>
          <w:szCs w:val="18"/>
        </w:rPr>
        <w:t>La información, deberá enviarse una sola vez y se recibirá asumiendo que reúne todas las características y especificaciones, en virtud de lo cual no podrá ser modificada y deberá presentar consistencia con los diversos reportes en los que se incluya la misma información con un nivel distinto de integración, por lo que, de no reunir la calidad y características exigibles o haber sido presentada de forma incompleta, se considerará como no cumplida la obligación de su presentación y, en consecuencia, se procederá a la imposición de las sanciones correspondientes de conformidad con las disposiciones legales que resulten aplicables.</w:t>
      </w:r>
    </w:p>
    <w:p w14:paraId="7EE2EB5B" w14:textId="77777777" w:rsidR="008B7F73" w:rsidRPr="00FF6040" w:rsidRDefault="008B7F73" w:rsidP="008B7F73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</w:pPr>
    </w:p>
    <w:p w14:paraId="626C052E" w14:textId="77777777" w:rsidR="008B7F73" w:rsidRPr="00FF6040" w:rsidRDefault="008B7F73" w:rsidP="00F316AD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</w:pPr>
    </w:p>
    <w:sectPr w:rsidR="008B7F73" w:rsidRPr="00FF6040" w:rsidSect="00AC307B">
      <w:headerReference w:type="even" r:id="rId8"/>
      <w:footerReference w:type="default" r:id="rId9"/>
      <w:pgSz w:w="12240" w:h="15840"/>
      <w:pgMar w:top="1417" w:right="1701" w:bottom="1417" w:left="1701" w:header="708" w:footer="708" w:gutter="0"/>
      <w:pgNumType w:start="49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414393" w14:textId="77777777" w:rsidR="003158B4" w:rsidRDefault="003158B4">
      <w:pPr>
        <w:spacing w:after="0" w:line="240" w:lineRule="auto"/>
      </w:pPr>
      <w:r>
        <w:separator/>
      </w:r>
    </w:p>
  </w:endnote>
  <w:endnote w:type="continuationSeparator" w:id="0">
    <w:p w14:paraId="1E09C417" w14:textId="77777777" w:rsidR="003158B4" w:rsidRDefault="00315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ency FB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CG Palacio (WN)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egrita">
    <w:altName w:val="Times New Roman"/>
    <w:panose1 w:val="00000000000000000000"/>
    <w:charset w:val="00"/>
    <w:family w:val="roman"/>
    <w:notTrueType/>
    <w:pitch w:val="default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B49FC4" w14:textId="77777777" w:rsidR="00E5323B" w:rsidRDefault="00E5323B">
    <w:pPr>
      <w:pStyle w:val="Piedepgina"/>
      <w:jc w:val="center"/>
    </w:pPr>
  </w:p>
  <w:p w14:paraId="2A61EC16" w14:textId="77777777" w:rsidR="00E5323B" w:rsidRDefault="00E5323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AC4D3D" w14:textId="77777777" w:rsidR="003158B4" w:rsidRDefault="003158B4">
      <w:pPr>
        <w:spacing w:after="0" w:line="240" w:lineRule="auto"/>
      </w:pPr>
      <w:r>
        <w:separator/>
      </w:r>
    </w:p>
  </w:footnote>
  <w:footnote w:type="continuationSeparator" w:id="0">
    <w:p w14:paraId="14ED9502" w14:textId="77777777" w:rsidR="003158B4" w:rsidRDefault="003158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842787" w14:textId="77777777" w:rsidR="00E5323B" w:rsidRPr="00401BE4" w:rsidRDefault="00E5323B" w:rsidP="000548C4">
    <w:pPr>
      <w:pStyle w:val="Encabezado"/>
      <w:framePr w:w="432" w:h="8597" w:hRule="exact" w:hSpace="187" w:wrap="around" w:hAnchor="page" w:x="14789" w:yAlign="center"/>
      <w:pBdr>
        <w:bottom w:val="double" w:sz="6" w:space="1" w:color="auto"/>
      </w:pBdr>
      <w:shd w:val="solid" w:color="FFFFFF" w:fill="FFFFFF"/>
      <w:tabs>
        <w:tab w:val="center" w:pos="4464"/>
        <w:tab w:val="right" w:pos="8582"/>
      </w:tabs>
      <w:spacing w:before="120" w:after="5"/>
      <w:jc w:val="both"/>
      <w:textDirection w:val="tbRl"/>
      <w:rPr>
        <w:sz w:val="18"/>
        <w:szCs w:val="18"/>
      </w:rPr>
    </w:pPr>
    <w:r w:rsidRPr="00401BE4">
      <w:rPr>
        <w:sz w:val="18"/>
        <w:szCs w:val="18"/>
      </w:rPr>
      <w:fldChar w:fldCharType="begin"/>
    </w:r>
    <w:r w:rsidRPr="00401BE4">
      <w:rPr>
        <w:sz w:val="18"/>
        <w:szCs w:val="18"/>
      </w:rPr>
      <w:instrText xml:space="preserve"> PAGE  \* MERGEFORMAT </w:instrText>
    </w:r>
    <w:r w:rsidRPr="00401BE4">
      <w:rPr>
        <w:sz w:val="18"/>
        <w:szCs w:val="18"/>
      </w:rPr>
      <w:fldChar w:fldCharType="separate"/>
    </w:r>
    <w:r>
      <w:rPr>
        <w:noProof/>
        <w:sz w:val="18"/>
        <w:szCs w:val="18"/>
      </w:rPr>
      <w:t>94</w:t>
    </w:r>
    <w:r w:rsidRPr="00401BE4">
      <w:rPr>
        <w:sz w:val="18"/>
        <w:szCs w:val="18"/>
      </w:rPr>
      <w:fldChar w:fldCharType="end"/>
    </w:r>
    <w:r>
      <w:rPr>
        <w:sz w:val="18"/>
        <w:szCs w:val="18"/>
      </w:rPr>
      <w:t xml:space="preserve">     (Tercera Sección)</w:t>
    </w:r>
    <w:r w:rsidRPr="00401BE4">
      <w:rPr>
        <w:sz w:val="18"/>
        <w:szCs w:val="18"/>
      </w:rPr>
      <w:fldChar w:fldCharType="begin"/>
    </w:r>
    <w:r w:rsidRPr="00401BE4">
      <w:rPr>
        <w:sz w:val="18"/>
        <w:szCs w:val="18"/>
      </w:rPr>
      <w:instrText xml:space="preserve"> DocVariable dvSeccion </w:instrText>
    </w:r>
    <w:r w:rsidRPr="00401BE4">
      <w:rPr>
        <w:sz w:val="18"/>
        <w:szCs w:val="18"/>
      </w:rPr>
      <w:fldChar w:fldCharType="end"/>
    </w:r>
    <w:r w:rsidRPr="00401BE4">
      <w:rPr>
        <w:sz w:val="18"/>
        <w:szCs w:val="18"/>
      </w:rPr>
      <w:tab/>
      <w:t>DIARIO OFICIAL</w:t>
    </w:r>
    <w:r w:rsidRPr="00401BE4">
      <w:rPr>
        <w:sz w:val="18"/>
        <w:szCs w:val="18"/>
      </w:rPr>
      <w:tab/>
    </w:r>
    <w:r>
      <w:rPr>
        <w:sz w:val="18"/>
        <w:szCs w:val="18"/>
      </w:rPr>
      <w:t>Jueves 27 de enero de 2011</w:t>
    </w:r>
    <w:r w:rsidRPr="00401BE4">
      <w:rPr>
        <w:sz w:val="18"/>
        <w:szCs w:val="18"/>
      </w:rPr>
      <w:fldChar w:fldCharType="begin"/>
    </w:r>
    <w:r w:rsidRPr="00401BE4">
      <w:rPr>
        <w:sz w:val="18"/>
        <w:szCs w:val="18"/>
      </w:rPr>
      <w:instrText xml:space="preserve"> DocVariable dvFecha </w:instrText>
    </w:r>
    <w:r w:rsidRPr="00401BE4">
      <w:rPr>
        <w:sz w:val="18"/>
        <w:szCs w:val="18"/>
      </w:rPr>
      <w:fldChar w:fldCharType="end"/>
    </w:r>
  </w:p>
  <w:p w14:paraId="5BED10FA" w14:textId="77777777" w:rsidR="00E5323B" w:rsidRPr="00586535" w:rsidRDefault="00E5323B" w:rsidP="000548C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225D"/>
    <w:multiLevelType w:val="hybridMultilevel"/>
    <w:tmpl w:val="E7205464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804F9"/>
    <w:multiLevelType w:val="hybridMultilevel"/>
    <w:tmpl w:val="D32E06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16699"/>
    <w:multiLevelType w:val="hybridMultilevel"/>
    <w:tmpl w:val="AE86DC8C"/>
    <w:lvl w:ilvl="0" w:tplc="4ACCFCA6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40BE1"/>
    <w:multiLevelType w:val="hybridMultilevel"/>
    <w:tmpl w:val="D3F4B100"/>
    <w:lvl w:ilvl="0" w:tplc="58D65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67FB5"/>
    <w:multiLevelType w:val="hybridMultilevel"/>
    <w:tmpl w:val="3F62E590"/>
    <w:lvl w:ilvl="0" w:tplc="CF50B09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5D10BD"/>
    <w:multiLevelType w:val="hybridMultilevel"/>
    <w:tmpl w:val="5FDCF568"/>
    <w:lvl w:ilvl="0" w:tplc="98EE7246">
      <w:start w:val="1"/>
      <w:numFmt w:val="decimal"/>
      <w:lvlText w:val="%1."/>
      <w:lvlJc w:val="left"/>
      <w:pPr>
        <w:ind w:left="723" w:hanging="43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0BF9005A"/>
    <w:multiLevelType w:val="hybridMultilevel"/>
    <w:tmpl w:val="4598591A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4472B6"/>
    <w:multiLevelType w:val="hybridMultilevel"/>
    <w:tmpl w:val="1EDC43AA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9E64F1"/>
    <w:multiLevelType w:val="hybridMultilevel"/>
    <w:tmpl w:val="8E141EB6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B2658B"/>
    <w:multiLevelType w:val="hybridMultilevel"/>
    <w:tmpl w:val="BAEC7040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D36921"/>
    <w:multiLevelType w:val="hybridMultilevel"/>
    <w:tmpl w:val="D92E3F5E"/>
    <w:lvl w:ilvl="0" w:tplc="280CB3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7C1A82"/>
    <w:multiLevelType w:val="hybridMultilevel"/>
    <w:tmpl w:val="410E3142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A82819"/>
    <w:multiLevelType w:val="hybridMultilevel"/>
    <w:tmpl w:val="1CDEEBB0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A9309F"/>
    <w:multiLevelType w:val="hybridMultilevel"/>
    <w:tmpl w:val="E9C262BC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4F3331"/>
    <w:multiLevelType w:val="hybridMultilevel"/>
    <w:tmpl w:val="E0BC5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C34A73"/>
    <w:multiLevelType w:val="hybridMultilevel"/>
    <w:tmpl w:val="5034646A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A7361E"/>
    <w:multiLevelType w:val="hybridMultilevel"/>
    <w:tmpl w:val="C6E8604A"/>
    <w:lvl w:ilvl="0" w:tplc="E60C0C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9EFA833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D7B4AE3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DA3CADC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53706A6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D610A7E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4D2E03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DE6A724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ADA4E942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70A66E5"/>
    <w:multiLevelType w:val="hybridMultilevel"/>
    <w:tmpl w:val="33303E54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F12D86"/>
    <w:multiLevelType w:val="multilevel"/>
    <w:tmpl w:val="498A971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31414ED3"/>
    <w:multiLevelType w:val="hybridMultilevel"/>
    <w:tmpl w:val="CB286BF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FB76A8"/>
    <w:multiLevelType w:val="multilevel"/>
    <w:tmpl w:val="F96E9B7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35746486"/>
    <w:multiLevelType w:val="hybridMultilevel"/>
    <w:tmpl w:val="72164F0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081468"/>
    <w:multiLevelType w:val="hybridMultilevel"/>
    <w:tmpl w:val="5C20A132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FB2593"/>
    <w:multiLevelType w:val="hybridMultilevel"/>
    <w:tmpl w:val="0394A5AE"/>
    <w:lvl w:ilvl="0" w:tplc="080A0015">
      <w:start w:val="1"/>
      <w:numFmt w:val="upperLetter"/>
      <w:lvlText w:val="%1."/>
      <w:lvlJc w:val="left"/>
      <w:pPr>
        <w:ind w:left="36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A840B8E"/>
    <w:multiLevelType w:val="hybridMultilevel"/>
    <w:tmpl w:val="FFF61C3E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3A4991"/>
    <w:multiLevelType w:val="hybridMultilevel"/>
    <w:tmpl w:val="067C0402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FA4841"/>
    <w:multiLevelType w:val="hybridMultilevel"/>
    <w:tmpl w:val="5120AC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911E89"/>
    <w:multiLevelType w:val="multilevel"/>
    <w:tmpl w:val="F96E9B7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480C3737"/>
    <w:multiLevelType w:val="hybridMultilevel"/>
    <w:tmpl w:val="0A106F16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155E0F"/>
    <w:multiLevelType w:val="hybridMultilevel"/>
    <w:tmpl w:val="716E0A28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A43B96"/>
    <w:multiLevelType w:val="hybridMultilevel"/>
    <w:tmpl w:val="A7202B74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9143F6"/>
    <w:multiLevelType w:val="hybridMultilevel"/>
    <w:tmpl w:val="C90C6E20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3E2702"/>
    <w:multiLevelType w:val="hybridMultilevel"/>
    <w:tmpl w:val="563239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CB470A"/>
    <w:multiLevelType w:val="hybridMultilevel"/>
    <w:tmpl w:val="3C481B52"/>
    <w:lvl w:ilvl="0" w:tplc="080A0015">
      <w:start w:val="1"/>
      <w:numFmt w:val="upperLetter"/>
      <w:lvlText w:val="%1."/>
      <w:lvlJc w:val="left"/>
      <w:pPr>
        <w:ind w:left="36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4562B8B"/>
    <w:multiLevelType w:val="hybridMultilevel"/>
    <w:tmpl w:val="5B623412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55288F"/>
    <w:multiLevelType w:val="hybridMultilevel"/>
    <w:tmpl w:val="3C48F8E4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CB0544"/>
    <w:multiLevelType w:val="hybridMultilevel"/>
    <w:tmpl w:val="53FC751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F71ECF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5EDC7645"/>
    <w:multiLevelType w:val="hybridMultilevel"/>
    <w:tmpl w:val="058E8960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8A64B7"/>
    <w:multiLevelType w:val="multilevel"/>
    <w:tmpl w:val="3D7412C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0" w15:restartNumberingAfterBreak="0">
    <w:nsid w:val="61D31A99"/>
    <w:multiLevelType w:val="hybridMultilevel"/>
    <w:tmpl w:val="13B20BF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3143579"/>
    <w:multiLevelType w:val="hybridMultilevel"/>
    <w:tmpl w:val="5540EB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8B49E8"/>
    <w:multiLevelType w:val="hybridMultilevel"/>
    <w:tmpl w:val="C7E2C4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E315DD"/>
    <w:multiLevelType w:val="hybridMultilevel"/>
    <w:tmpl w:val="D5BE8058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AE4574"/>
    <w:multiLevelType w:val="hybridMultilevel"/>
    <w:tmpl w:val="92A4101C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903C1E"/>
    <w:multiLevelType w:val="hybridMultilevel"/>
    <w:tmpl w:val="2A1005F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014555"/>
    <w:multiLevelType w:val="hybridMultilevel"/>
    <w:tmpl w:val="474EF366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093C52"/>
    <w:multiLevelType w:val="singleLevel"/>
    <w:tmpl w:val="DDBE6ED8"/>
    <w:lvl w:ilvl="0">
      <w:start w:val="1"/>
      <w:numFmt w:val="bullet"/>
      <w:pStyle w:val="BulletText1"/>
      <w:lvlText w:val=""/>
      <w:lvlJc w:val="left"/>
      <w:pPr>
        <w:tabs>
          <w:tab w:val="num" w:pos="0"/>
        </w:tabs>
        <w:ind w:left="187" w:hanging="187"/>
      </w:pPr>
      <w:rPr>
        <w:rFonts w:ascii="Symbol" w:hAnsi="Symbol" w:hint="default"/>
      </w:rPr>
    </w:lvl>
  </w:abstractNum>
  <w:abstractNum w:abstractNumId="48" w15:restartNumberingAfterBreak="0">
    <w:nsid w:val="78664589"/>
    <w:multiLevelType w:val="hybridMultilevel"/>
    <w:tmpl w:val="DA489402"/>
    <w:lvl w:ilvl="0" w:tplc="5F6403AA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D07A83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E386F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E648A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4EC191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18A1A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C432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CEC1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58FC5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9545B4"/>
    <w:multiLevelType w:val="hybridMultilevel"/>
    <w:tmpl w:val="7BF852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2"/>
  </w:num>
  <w:num w:numId="3">
    <w:abstractNumId w:val="14"/>
  </w:num>
  <w:num w:numId="4">
    <w:abstractNumId w:val="0"/>
  </w:num>
  <w:num w:numId="5">
    <w:abstractNumId w:val="46"/>
  </w:num>
  <w:num w:numId="6">
    <w:abstractNumId w:val="9"/>
  </w:num>
  <w:num w:numId="7">
    <w:abstractNumId w:val="35"/>
  </w:num>
  <w:num w:numId="8">
    <w:abstractNumId w:val="24"/>
  </w:num>
  <w:num w:numId="9">
    <w:abstractNumId w:val="43"/>
  </w:num>
  <w:num w:numId="10">
    <w:abstractNumId w:val="11"/>
  </w:num>
  <w:num w:numId="11">
    <w:abstractNumId w:val="12"/>
  </w:num>
  <w:num w:numId="12">
    <w:abstractNumId w:val="15"/>
  </w:num>
  <w:num w:numId="13">
    <w:abstractNumId w:val="16"/>
  </w:num>
  <w:num w:numId="14">
    <w:abstractNumId w:val="25"/>
  </w:num>
  <w:num w:numId="15">
    <w:abstractNumId w:val="31"/>
  </w:num>
  <w:num w:numId="16">
    <w:abstractNumId w:val="17"/>
  </w:num>
  <w:num w:numId="17">
    <w:abstractNumId w:val="29"/>
  </w:num>
  <w:num w:numId="18">
    <w:abstractNumId w:val="34"/>
  </w:num>
  <w:num w:numId="19">
    <w:abstractNumId w:val="8"/>
  </w:num>
  <w:num w:numId="20">
    <w:abstractNumId w:val="28"/>
  </w:num>
  <w:num w:numId="21">
    <w:abstractNumId w:val="6"/>
  </w:num>
  <w:num w:numId="22">
    <w:abstractNumId w:val="30"/>
  </w:num>
  <w:num w:numId="23">
    <w:abstractNumId w:val="22"/>
  </w:num>
  <w:num w:numId="24">
    <w:abstractNumId w:val="7"/>
  </w:num>
  <w:num w:numId="25">
    <w:abstractNumId w:val="44"/>
  </w:num>
  <w:num w:numId="26">
    <w:abstractNumId w:val="38"/>
  </w:num>
  <w:num w:numId="27">
    <w:abstractNumId w:val="48"/>
  </w:num>
  <w:num w:numId="28">
    <w:abstractNumId w:val="13"/>
  </w:num>
  <w:num w:numId="29">
    <w:abstractNumId w:val="1"/>
  </w:num>
  <w:num w:numId="30">
    <w:abstractNumId w:val="42"/>
  </w:num>
  <w:num w:numId="31">
    <w:abstractNumId w:val="37"/>
    <w:lvlOverride w:ilvl="0">
      <w:startOverride w:val="1"/>
    </w:lvlOverride>
  </w:num>
  <w:num w:numId="32">
    <w:abstractNumId w:val="45"/>
  </w:num>
  <w:num w:numId="33">
    <w:abstractNumId w:val="40"/>
  </w:num>
  <w:num w:numId="34">
    <w:abstractNumId w:val="41"/>
  </w:num>
  <w:num w:numId="35">
    <w:abstractNumId w:val="32"/>
  </w:num>
  <w:num w:numId="36">
    <w:abstractNumId w:val="49"/>
  </w:num>
  <w:num w:numId="37">
    <w:abstractNumId w:val="26"/>
  </w:num>
  <w:num w:numId="38">
    <w:abstractNumId w:val="19"/>
  </w:num>
  <w:num w:numId="39">
    <w:abstractNumId w:val="10"/>
  </w:num>
  <w:num w:numId="40">
    <w:abstractNumId w:val="3"/>
  </w:num>
  <w:num w:numId="41">
    <w:abstractNumId w:val="5"/>
  </w:num>
  <w:num w:numId="42">
    <w:abstractNumId w:val="36"/>
  </w:num>
  <w:num w:numId="43">
    <w:abstractNumId w:val="27"/>
  </w:num>
  <w:num w:numId="44">
    <w:abstractNumId w:val="23"/>
  </w:num>
  <w:num w:numId="45">
    <w:abstractNumId w:val="33"/>
  </w:num>
  <w:num w:numId="46">
    <w:abstractNumId w:val="20"/>
  </w:num>
  <w:num w:numId="47">
    <w:abstractNumId w:val="39"/>
  </w:num>
  <w:num w:numId="48">
    <w:abstractNumId w:val="18"/>
  </w:num>
  <w:num w:numId="49">
    <w:abstractNumId w:val="21"/>
  </w:num>
  <w:num w:numId="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A9B"/>
    <w:rsid w:val="000113ED"/>
    <w:rsid w:val="00026F81"/>
    <w:rsid w:val="00027A5C"/>
    <w:rsid w:val="00034661"/>
    <w:rsid w:val="00042E48"/>
    <w:rsid w:val="0005025E"/>
    <w:rsid w:val="000509C9"/>
    <w:rsid w:val="000548C4"/>
    <w:rsid w:val="00056ED7"/>
    <w:rsid w:val="0005737F"/>
    <w:rsid w:val="00066F49"/>
    <w:rsid w:val="0007272B"/>
    <w:rsid w:val="00074CC9"/>
    <w:rsid w:val="00075DCC"/>
    <w:rsid w:val="000762ED"/>
    <w:rsid w:val="00077A4D"/>
    <w:rsid w:val="0009416D"/>
    <w:rsid w:val="00094BA5"/>
    <w:rsid w:val="000A1EE7"/>
    <w:rsid w:val="000A23B5"/>
    <w:rsid w:val="000A44F9"/>
    <w:rsid w:val="000A48E8"/>
    <w:rsid w:val="000A51EF"/>
    <w:rsid w:val="000A7C32"/>
    <w:rsid w:val="000B4D91"/>
    <w:rsid w:val="000C19BE"/>
    <w:rsid w:val="000C2D65"/>
    <w:rsid w:val="000C2F2F"/>
    <w:rsid w:val="000C3465"/>
    <w:rsid w:val="000C5F54"/>
    <w:rsid w:val="000E6914"/>
    <w:rsid w:val="000E6B08"/>
    <w:rsid w:val="000E71E1"/>
    <w:rsid w:val="00107C25"/>
    <w:rsid w:val="00116DAD"/>
    <w:rsid w:val="001230C4"/>
    <w:rsid w:val="001307ED"/>
    <w:rsid w:val="0013394A"/>
    <w:rsid w:val="00143540"/>
    <w:rsid w:val="001449A1"/>
    <w:rsid w:val="00144EE2"/>
    <w:rsid w:val="00150D7E"/>
    <w:rsid w:val="00155136"/>
    <w:rsid w:val="00165DAE"/>
    <w:rsid w:val="00166576"/>
    <w:rsid w:val="00166B30"/>
    <w:rsid w:val="001734C6"/>
    <w:rsid w:val="00173AE1"/>
    <w:rsid w:val="00176158"/>
    <w:rsid w:val="00176A9B"/>
    <w:rsid w:val="001771DD"/>
    <w:rsid w:val="00182D4E"/>
    <w:rsid w:val="0018392C"/>
    <w:rsid w:val="001911D9"/>
    <w:rsid w:val="00193839"/>
    <w:rsid w:val="00193F57"/>
    <w:rsid w:val="00197E7F"/>
    <w:rsid w:val="001A0BE0"/>
    <w:rsid w:val="001A0F95"/>
    <w:rsid w:val="001A19DC"/>
    <w:rsid w:val="001A3647"/>
    <w:rsid w:val="001A7C2D"/>
    <w:rsid w:val="001C134C"/>
    <w:rsid w:val="001C2B58"/>
    <w:rsid w:val="001C325A"/>
    <w:rsid w:val="001D4364"/>
    <w:rsid w:val="001D56F3"/>
    <w:rsid w:val="001D7F3A"/>
    <w:rsid w:val="001E19F9"/>
    <w:rsid w:val="001F357F"/>
    <w:rsid w:val="00204231"/>
    <w:rsid w:val="00206BF3"/>
    <w:rsid w:val="002125C6"/>
    <w:rsid w:val="00221EED"/>
    <w:rsid w:val="002253B7"/>
    <w:rsid w:val="00234234"/>
    <w:rsid w:val="00235FB7"/>
    <w:rsid w:val="0024218C"/>
    <w:rsid w:val="0024484A"/>
    <w:rsid w:val="00263290"/>
    <w:rsid w:val="002657E7"/>
    <w:rsid w:val="002708C6"/>
    <w:rsid w:val="0027393C"/>
    <w:rsid w:val="00296B19"/>
    <w:rsid w:val="002A3807"/>
    <w:rsid w:val="002A55B8"/>
    <w:rsid w:val="002A5AC6"/>
    <w:rsid w:val="002B2797"/>
    <w:rsid w:val="002B6265"/>
    <w:rsid w:val="002C46C0"/>
    <w:rsid w:val="002D29F5"/>
    <w:rsid w:val="002D530D"/>
    <w:rsid w:val="002D703A"/>
    <w:rsid w:val="002E1FBA"/>
    <w:rsid w:val="002E4F55"/>
    <w:rsid w:val="002E507B"/>
    <w:rsid w:val="002E7636"/>
    <w:rsid w:val="00305AAC"/>
    <w:rsid w:val="0031003B"/>
    <w:rsid w:val="003158B4"/>
    <w:rsid w:val="00321304"/>
    <w:rsid w:val="0032269B"/>
    <w:rsid w:val="0032311C"/>
    <w:rsid w:val="00325141"/>
    <w:rsid w:val="003251CC"/>
    <w:rsid w:val="003252E8"/>
    <w:rsid w:val="00330436"/>
    <w:rsid w:val="00333684"/>
    <w:rsid w:val="00333B9B"/>
    <w:rsid w:val="003345CE"/>
    <w:rsid w:val="00334E3C"/>
    <w:rsid w:val="00335685"/>
    <w:rsid w:val="00340992"/>
    <w:rsid w:val="0035460F"/>
    <w:rsid w:val="00356ABF"/>
    <w:rsid w:val="00363676"/>
    <w:rsid w:val="003824FD"/>
    <w:rsid w:val="00393BEF"/>
    <w:rsid w:val="003A10EC"/>
    <w:rsid w:val="003C22B8"/>
    <w:rsid w:val="003D01D7"/>
    <w:rsid w:val="003D5139"/>
    <w:rsid w:val="003D7259"/>
    <w:rsid w:val="003E27B7"/>
    <w:rsid w:val="003E32A9"/>
    <w:rsid w:val="003E57F1"/>
    <w:rsid w:val="00417A26"/>
    <w:rsid w:val="00422BBF"/>
    <w:rsid w:val="004268C5"/>
    <w:rsid w:val="004301B4"/>
    <w:rsid w:val="00431C11"/>
    <w:rsid w:val="00432071"/>
    <w:rsid w:val="00434254"/>
    <w:rsid w:val="0043785E"/>
    <w:rsid w:val="00443AE8"/>
    <w:rsid w:val="00445457"/>
    <w:rsid w:val="00447BEF"/>
    <w:rsid w:val="004509BB"/>
    <w:rsid w:val="00453001"/>
    <w:rsid w:val="00455B02"/>
    <w:rsid w:val="00463138"/>
    <w:rsid w:val="00464436"/>
    <w:rsid w:val="0047039E"/>
    <w:rsid w:val="00475949"/>
    <w:rsid w:val="00480470"/>
    <w:rsid w:val="004807E4"/>
    <w:rsid w:val="00481323"/>
    <w:rsid w:val="0048153E"/>
    <w:rsid w:val="00485670"/>
    <w:rsid w:val="00493623"/>
    <w:rsid w:val="004A425A"/>
    <w:rsid w:val="004B08B8"/>
    <w:rsid w:val="004C02F1"/>
    <w:rsid w:val="004C062F"/>
    <w:rsid w:val="004C1A01"/>
    <w:rsid w:val="004C3658"/>
    <w:rsid w:val="004C600F"/>
    <w:rsid w:val="004C79F2"/>
    <w:rsid w:val="004E4D84"/>
    <w:rsid w:val="004E61A4"/>
    <w:rsid w:val="004F0D41"/>
    <w:rsid w:val="004F2BD7"/>
    <w:rsid w:val="004F64DD"/>
    <w:rsid w:val="005012AB"/>
    <w:rsid w:val="005064E3"/>
    <w:rsid w:val="005104F3"/>
    <w:rsid w:val="00510CB8"/>
    <w:rsid w:val="00513110"/>
    <w:rsid w:val="005170C5"/>
    <w:rsid w:val="00520FCC"/>
    <w:rsid w:val="0053280F"/>
    <w:rsid w:val="00532D92"/>
    <w:rsid w:val="00535706"/>
    <w:rsid w:val="00540CFB"/>
    <w:rsid w:val="0054329A"/>
    <w:rsid w:val="00547B65"/>
    <w:rsid w:val="005515D7"/>
    <w:rsid w:val="00551CD3"/>
    <w:rsid w:val="00551E1F"/>
    <w:rsid w:val="0055306E"/>
    <w:rsid w:val="005654A6"/>
    <w:rsid w:val="00585572"/>
    <w:rsid w:val="0058579D"/>
    <w:rsid w:val="00586FBF"/>
    <w:rsid w:val="00590964"/>
    <w:rsid w:val="005945F8"/>
    <w:rsid w:val="00594FAA"/>
    <w:rsid w:val="005A01DE"/>
    <w:rsid w:val="005A252E"/>
    <w:rsid w:val="005A2F68"/>
    <w:rsid w:val="005B280F"/>
    <w:rsid w:val="005B5684"/>
    <w:rsid w:val="005D161E"/>
    <w:rsid w:val="005D2DC3"/>
    <w:rsid w:val="005D52AB"/>
    <w:rsid w:val="005D5991"/>
    <w:rsid w:val="005D72E1"/>
    <w:rsid w:val="005E0AEB"/>
    <w:rsid w:val="005E386E"/>
    <w:rsid w:val="00600066"/>
    <w:rsid w:val="00601849"/>
    <w:rsid w:val="00603132"/>
    <w:rsid w:val="0060682B"/>
    <w:rsid w:val="0061344C"/>
    <w:rsid w:val="0061586B"/>
    <w:rsid w:val="00625360"/>
    <w:rsid w:val="00625629"/>
    <w:rsid w:val="00627434"/>
    <w:rsid w:val="00634F7E"/>
    <w:rsid w:val="00637EE1"/>
    <w:rsid w:val="0064198A"/>
    <w:rsid w:val="00660CC8"/>
    <w:rsid w:val="00666CD9"/>
    <w:rsid w:val="00673765"/>
    <w:rsid w:val="0068018D"/>
    <w:rsid w:val="00685AD5"/>
    <w:rsid w:val="0069124F"/>
    <w:rsid w:val="006A7B2F"/>
    <w:rsid w:val="006B458E"/>
    <w:rsid w:val="006B609E"/>
    <w:rsid w:val="006B78EC"/>
    <w:rsid w:val="006C338C"/>
    <w:rsid w:val="006C589D"/>
    <w:rsid w:val="006C5FF8"/>
    <w:rsid w:val="006D5FC7"/>
    <w:rsid w:val="006E5A25"/>
    <w:rsid w:val="006E6880"/>
    <w:rsid w:val="006F21BA"/>
    <w:rsid w:val="006F5E4F"/>
    <w:rsid w:val="00700F9D"/>
    <w:rsid w:val="007037DC"/>
    <w:rsid w:val="0070469F"/>
    <w:rsid w:val="00705312"/>
    <w:rsid w:val="007159BD"/>
    <w:rsid w:val="0073018A"/>
    <w:rsid w:val="00730205"/>
    <w:rsid w:val="00731AB7"/>
    <w:rsid w:val="00743418"/>
    <w:rsid w:val="0074384B"/>
    <w:rsid w:val="00753CAC"/>
    <w:rsid w:val="0075570C"/>
    <w:rsid w:val="00755810"/>
    <w:rsid w:val="007608B6"/>
    <w:rsid w:val="007770AF"/>
    <w:rsid w:val="007820EF"/>
    <w:rsid w:val="00797030"/>
    <w:rsid w:val="00797692"/>
    <w:rsid w:val="00797ADE"/>
    <w:rsid w:val="007A0AF5"/>
    <w:rsid w:val="007A5277"/>
    <w:rsid w:val="007B41E7"/>
    <w:rsid w:val="007B75E5"/>
    <w:rsid w:val="007C4915"/>
    <w:rsid w:val="007E5D3B"/>
    <w:rsid w:val="007E7359"/>
    <w:rsid w:val="007F5B8D"/>
    <w:rsid w:val="007F680A"/>
    <w:rsid w:val="0080522A"/>
    <w:rsid w:val="00812258"/>
    <w:rsid w:val="0081409C"/>
    <w:rsid w:val="00817402"/>
    <w:rsid w:val="0082310F"/>
    <w:rsid w:val="00823C7A"/>
    <w:rsid w:val="008249A7"/>
    <w:rsid w:val="008306CE"/>
    <w:rsid w:val="008317BF"/>
    <w:rsid w:val="00831D52"/>
    <w:rsid w:val="00834529"/>
    <w:rsid w:val="00840D7F"/>
    <w:rsid w:val="008433AD"/>
    <w:rsid w:val="00844165"/>
    <w:rsid w:val="00846711"/>
    <w:rsid w:val="008502C0"/>
    <w:rsid w:val="008532CF"/>
    <w:rsid w:val="008549EB"/>
    <w:rsid w:val="00883D4E"/>
    <w:rsid w:val="00885147"/>
    <w:rsid w:val="00885D4C"/>
    <w:rsid w:val="0088679B"/>
    <w:rsid w:val="008922FF"/>
    <w:rsid w:val="008A2B14"/>
    <w:rsid w:val="008A354C"/>
    <w:rsid w:val="008B1C83"/>
    <w:rsid w:val="008B57CC"/>
    <w:rsid w:val="008B6FF9"/>
    <w:rsid w:val="008B74B4"/>
    <w:rsid w:val="008B7F73"/>
    <w:rsid w:val="008C069E"/>
    <w:rsid w:val="008C444B"/>
    <w:rsid w:val="008C67EE"/>
    <w:rsid w:val="008E1800"/>
    <w:rsid w:val="008E7939"/>
    <w:rsid w:val="008F04EC"/>
    <w:rsid w:val="008F2501"/>
    <w:rsid w:val="008F6A61"/>
    <w:rsid w:val="00901923"/>
    <w:rsid w:val="0090491B"/>
    <w:rsid w:val="00907F55"/>
    <w:rsid w:val="00910BBC"/>
    <w:rsid w:val="00913ED8"/>
    <w:rsid w:val="00921024"/>
    <w:rsid w:val="009246DD"/>
    <w:rsid w:val="00927F47"/>
    <w:rsid w:val="0093334F"/>
    <w:rsid w:val="0094092A"/>
    <w:rsid w:val="00942017"/>
    <w:rsid w:val="00942D36"/>
    <w:rsid w:val="00951623"/>
    <w:rsid w:val="00952B32"/>
    <w:rsid w:val="00957E1C"/>
    <w:rsid w:val="009640E4"/>
    <w:rsid w:val="0096602B"/>
    <w:rsid w:val="00997B97"/>
    <w:rsid w:val="009A26C9"/>
    <w:rsid w:val="009A46EC"/>
    <w:rsid w:val="009B32A3"/>
    <w:rsid w:val="009C1D90"/>
    <w:rsid w:val="009C5C8B"/>
    <w:rsid w:val="009C72C0"/>
    <w:rsid w:val="009C797A"/>
    <w:rsid w:val="009D1AB1"/>
    <w:rsid w:val="009D2CFD"/>
    <w:rsid w:val="009D5BCD"/>
    <w:rsid w:val="009D7978"/>
    <w:rsid w:val="009D7BBD"/>
    <w:rsid w:val="009E5AB0"/>
    <w:rsid w:val="009F4573"/>
    <w:rsid w:val="009F78DC"/>
    <w:rsid w:val="00A104D1"/>
    <w:rsid w:val="00A148A1"/>
    <w:rsid w:val="00A164EB"/>
    <w:rsid w:val="00A16795"/>
    <w:rsid w:val="00A17623"/>
    <w:rsid w:val="00A17F02"/>
    <w:rsid w:val="00A25E36"/>
    <w:rsid w:val="00A25F73"/>
    <w:rsid w:val="00A3266D"/>
    <w:rsid w:val="00A35735"/>
    <w:rsid w:val="00A36C42"/>
    <w:rsid w:val="00A45C52"/>
    <w:rsid w:val="00A5107E"/>
    <w:rsid w:val="00A54278"/>
    <w:rsid w:val="00A60D6C"/>
    <w:rsid w:val="00A631C5"/>
    <w:rsid w:val="00A64136"/>
    <w:rsid w:val="00A70C12"/>
    <w:rsid w:val="00A716C1"/>
    <w:rsid w:val="00A72D02"/>
    <w:rsid w:val="00A72D95"/>
    <w:rsid w:val="00A762C3"/>
    <w:rsid w:val="00A851B1"/>
    <w:rsid w:val="00A8726C"/>
    <w:rsid w:val="00A92160"/>
    <w:rsid w:val="00AA0CC1"/>
    <w:rsid w:val="00AA1FC4"/>
    <w:rsid w:val="00AA23AD"/>
    <w:rsid w:val="00AA5687"/>
    <w:rsid w:val="00AA76C3"/>
    <w:rsid w:val="00AB04E0"/>
    <w:rsid w:val="00AB051C"/>
    <w:rsid w:val="00AB0F75"/>
    <w:rsid w:val="00AB2369"/>
    <w:rsid w:val="00AB282A"/>
    <w:rsid w:val="00AC0AA5"/>
    <w:rsid w:val="00AC1911"/>
    <w:rsid w:val="00AC307B"/>
    <w:rsid w:val="00AC5B5E"/>
    <w:rsid w:val="00AC5C65"/>
    <w:rsid w:val="00AD155D"/>
    <w:rsid w:val="00AE3FE8"/>
    <w:rsid w:val="00AE432F"/>
    <w:rsid w:val="00AF350E"/>
    <w:rsid w:val="00AF7A88"/>
    <w:rsid w:val="00AF7E14"/>
    <w:rsid w:val="00B0615F"/>
    <w:rsid w:val="00B0769E"/>
    <w:rsid w:val="00B146C7"/>
    <w:rsid w:val="00B15C4C"/>
    <w:rsid w:val="00B202FC"/>
    <w:rsid w:val="00B2587C"/>
    <w:rsid w:val="00B34082"/>
    <w:rsid w:val="00B354C5"/>
    <w:rsid w:val="00B409C7"/>
    <w:rsid w:val="00B52809"/>
    <w:rsid w:val="00B61CF9"/>
    <w:rsid w:val="00B65253"/>
    <w:rsid w:val="00B67DC4"/>
    <w:rsid w:val="00B7474C"/>
    <w:rsid w:val="00B762E5"/>
    <w:rsid w:val="00B76FA3"/>
    <w:rsid w:val="00B85291"/>
    <w:rsid w:val="00BA0AF5"/>
    <w:rsid w:val="00BA5637"/>
    <w:rsid w:val="00BB0298"/>
    <w:rsid w:val="00BB631C"/>
    <w:rsid w:val="00BB7F0F"/>
    <w:rsid w:val="00BC58A9"/>
    <w:rsid w:val="00BD1289"/>
    <w:rsid w:val="00BD4BB6"/>
    <w:rsid w:val="00BE59B2"/>
    <w:rsid w:val="00BE6A62"/>
    <w:rsid w:val="00BE7DEF"/>
    <w:rsid w:val="00BF2DF0"/>
    <w:rsid w:val="00BF40E3"/>
    <w:rsid w:val="00BF47A2"/>
    <w:rsid w:val="00BF4D44"/>
    <w:rsid w:val="00C01479"/>
    <w:rsid w:val="00C0354B"/>
    <w:rsid w:val="00C0440D"/>
    <w:rsid w:val="00C07A9A"/>
    <w:rsid w:val="00C10085"/>
    <w:rsid w:val="00C11E6A"/>
    <w:rsid w:val="00C17DD6"/>
    <w:rsid w:val="00C229CB"/>
    <w:rsid w:val="00C23F18"/>
    <w:rsid w:val="00C276FD"/>
    <w:rsid w:val="00C331A8"/>
    <w:rsid w:val="00C3346E"/>
    <w:rsid w:val="00C33BAF"/>
    <w:rsid w:val="00C37530"/>
    <w:rsid w:val="00C377C8"/>
    <w:rsid w:val="00C43AC6"/>
    <w:rsid w:val="00C43D7F"/>
    <w:rsid w:val="00C472E8"/>
    <w:rsid w:val="00C5490F"/>
    <w:rsid w:val="00C57FBB"/>
    <w:rsid w:val="00C64ED4"/>
    <w:rsid w:val="00C65529"/>
    <w:rsid w:val="00C720C6"/>
    <w:rsid w:val="00C768ED"/>
    <w:rsid w:val="00C7741D"/>
    <w:rsid w:val="00C81F47"/>
    <w:rsid w:val="00C86624"/>
    <w:rsid w:val="00C873CC"/>
    <w:rsid w:val="00C92BEA"/>
    <w:rsid w:val="00C92E66"/>
    <w:rsid w:val="00CA07F9"/>
    <w:rsid w:val="00CA2FD8"/>
    <w:rsid w:val="00CA7D31"/>
    <w:rsid w:val="00CB2AF6"/>
    <w:rsid w:val="00CC75D9"/>
    <w:rsid w:val="00CD0A4D"/>
    <w:rsid w:val="00CD3A06"/>
    <w:rsid w:val="00CD3B4F"/>
    <w:rsid w:val="00CD3DCF"/>
    <w:rsid w:val="00CD4A4B"/>
    <w:rsid w:val="00CD58E0"/>
    <w:rsid w:val="00CF3338"/>
    <w:rsid w:val="00CF696D"/>
    <w:rsid w:val="00D03971"/>
    <w:rsid w:val="00D04C96"/>
    <w:rsid w:val="00D13276"/>
    <w:rsid w:val="00D14052"/>
    <w:rsid w:val="00D14B41"/>
    <w:rsid w:val="00D16A3F"/>
    <w:rsid w:val="00D21547"/>
    <w:rsid w:val="00D34046"/>
    <w:rsid w:val="00D3574C"/>
    <w:rsid w:val="00D3593E"/>
    <w:rsid w:val="00D46045"/>
    <w:rsid w:val="00D50541"/>
    <w:rsid w:val="00D57E3F"/>
    <w:rsid w:val="00D6019E"/>
    <w:rsid w:val="00D633A8"/>
    <w:rsid w:val="00D66F0A"/>
    <w:rsid w:val="00D71B1E"/>
    <w:rsid w:val="00D71DB0"/>
    <w:rsid w:val="00D71E34"/>
    <w:rsid w:val="00D73667"/>
    <w:rsid w:val="00D77961"/>
    <w:rsid w:val="00D828AF"/>
    <w:rsid w:val="00D828B5"/>
    <w:rsid w:val="00D94720"/>
    <w:rsid w:val="00D95204"/>
    <w:rsid w:val="00DA05FF"/>
    <w:rsid w:val="00DA0D99"/>
    <w:rsid w:val="00DB2A10"/>
    <w:rsid w:val="00DB5B32"/>
    <w:rsid w:val="00DB6748"/>
    <w:rsid w:val="00DC55E3"/>
    <w:rsid w:val="00DC5E32"/>
    <w:rsid w:val="00DD0BC4"/>
    <w:rsid w:val="00DD5824"/>
    <w:rsid w:val="00DE16EB"/>
    <w:rsid w:val="00DE35EA"/>
    <w:rsid w:val="00DE42C5"/>
    <w:rsid w:val="00DE646D"/>
    <w:rsid w:val="00DF4152"/>
    <w:rsid w:val="00E04407"/>
    <w:rsid w:val="00E12FE1"/>
    <w:rsid w:val="00E1516A"/>
    <w:rsid w:val="00E212F8"/>
    <w:rsid w:val="00E25ED6"/>
    <w:rsid w:val="00E339A2"/>
    <w:rsid w:val="00E3421E"/>
    <w:rsid w:val="00E353A4"/>
    <w:rsid w:val="00E504A7"/>
    <w:rsid w:val="00E51811"/>
    <w:rsid w:val="00E51AB6"/>
    <w:rsid w:val="00E5323B"/>
    <w:rsid w:val="00E56834"/>
    <w:rsid w:val="00E62E60"/>
    <w:rsid w:val="00E652B1"/>
    <w:rsid w:val="00E6582C"/>
    <w:rsid w:val="00E72179"/>
    <w:rsid w:val="00E72F8E"/>
    <w:rsid w:val="00E7668C"/>
    <w:rsid w:val="00E901CC"/>
    <w:rsid w:val="00E942CE"/>
    <w:rsid w:val="00E951B1"/>
    <w:rsid w:val="00EA52A6"/>
    <w:rsid w:val="00EA63C9"/>
    <w:rsid w:val="00EB2A71"/>
    <w:rsid w:val="00EB359A"/>
    <w:rsid w:val="00EC47C6"/>
    <w:rsid w:val="00EC7DCF"/>
    <w:rsid w:val="00ED1631"/>
    <w:rsid w:val="00ED3C4F"/>
    <w:rsid w:val="00ED3E1F"/>
    <w:rsid w:val="00ED4377"/>
    <w:rsid w:val="00EE0A94"/>
    <w:rsid w:val="00EE3959"/>
    <w:rsid w:val="00EE527F"/>
    <w:rsid w:val="00EF24B1"/>
    <w:rsid w:val="00F0315A"/>
    <w:rsid w:val="00F10F9B"/>
    <w:rsid w:val="00F168F1"/>
    <w:rsid w:val="00F20773"/>
    <w:rsid w:val="00F22ACD"/>
    <w:rsid w:val="00F2427E"/>
    <w:rsid w:val="00F316AD"/>
    <w:rsid w:val="00F41060"/>
    <w:rsid w:val="00F46F28"/>
    <w:rsid w:val="00F659A7"/>
    <w:rsid w:val="00F679E0"/>
    <w:rsid w:val="00F72508"/>
    <w:rsid w:val="00F72D78"/>
    <w:rsid w:val="00F7462A"/>
    <w:rsid w:val="00F87EE8"/>
    <w:rsid w:val="00F92F59"/>
    <w:rsid w:val="00FA2EF0"/>
    <w:rsid w:val="00FA408A"/>
    <w:rsid w:val="00FB0C46"/>
    <w:rsid w:val="00FB2BC9"/>
    <w:rsid w:val="00FB2D5A"/>
    <w:rsid w:val="00FB3A07"/>
    <w:rsid w:val="00FC1A2B"/>
    <w:rsid w:val="00FC576A"/>
    <w:rsid w:val="00FD27CF"/>
    <w:rsid w:val="00FD527E"/>
    <w:rsid w:val="00FD5D82"/>
    <w:rsid w:val="00FE02FC"/>
    <w:rsid w:val="00FE1463"/>
    <w:rsid w:val="00FE3189"/>
    <w:rsid w:val="00FE34D2"/>
    <w:rsid w:val="00FF6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2AEF6"/>
  <w15:docId w15:val="{F09B76EC-0905-444A-A15F-F2005706C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A9B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qFormat/>
    <w:rsid w:val="00176A9B"/>
    <w:pPr>
      <w:keepNext/>
      <w:spacing w:after="0" w:line="200" w:lineRule="exact"/>
      <w:jc w:val="both"/>
      <w:outlineLvl w:val="0"/>
    </w:pPr>
    <w:rPr>
      <w:rFonts w:ascii="Arial" w:eastAsia="Times New Roman" w:hAnsi="Arial" w:cs="Arial"/>
      <w:b/>
      <w:sz w:val="18"/>
      <w:szCs w:val="20"/>
      <w:lang w:eastAsia="es-ES"/>
    </w:rPr>
  </w:style>
  <w:style w:type="paragraph" w:styleId="Ttulo2">
    <w:name w:val="heading 2"/>
    <w:aliases w:val="Car"/>
    <w:basedOn w:val="Normal"/>
    <w:next w:val="Normal"/>
    <w:link w:val="Ttulo2Car"/>
    <w:qFormat/>
    <w:rsid w:val="00176A9B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18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176A9B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styleId="Ttulo4">
    <w:name w:val="heading 4"/>
    <w:aliases w:val="Map Title"/>
    <w:basedOn w:val="Normal"/>
    <w:next w:val="Normal"/>
    <w:link w:val="Ttulo4Car"/>
    <w:qFormat/>
    <w:rsid w:val="00176A9B"/>
    <w:pPr>
      <w:keepNext/>
      <w:spacing w:after="0" w:line="240" w:lineRule="auto"/>
      <w:ind w:left="14" w:hanging="14"/>
      <w:jc w:val="center"/>
      <w:outlineLvl w:val="3"/>
    </w:pPr>
    <w:rPr>
      <w:rFonts w:ascii="Arial" w:eastAsia="Times New Roman" w:hAnsi="Arial" w:cs="Arial"/>
      <w:b/>
      <w:color w:val="000000"/>
      <w:sz w:val="18"/>
      <w:szCs w:val="20"/>
      <w:lang w:eastAsia="es-ES"/>
    </w:rPr>
  </w:style>
  <w:style w:type="paragraph" w:styleId="Ttulo5">
    <w:name w:val="heading 5"/>
    <w:aliases w:val="Block Label"/>
    <w:basedOn w:val="Normal"/>
    <w:next w:val="Normal"/>
    <w:link w:val="Ttulo5Car"/>
    <w:qFormat/>
    <w:rsid w:val="00176A9B"/>
    <w:pPr>
      <w:keepNext/>
      <w:spacing w:after="0" w:line="192" w:lineRule="exact"/>
      <w:jc w:val="center"/>
      <w:outlineLvl w:val="4"/>
    </w:pPr>
    <w:rPr>
      <w:rFonts w:ascii="Times New Roman" w:eastAsia="Times New Roman" w:hAnsi="Times New Roman"/>
      <w:b/>
      <w:caps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176A9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ind w:left="3686" w:hanging="3686"/>
      <w:jc w:val="center"/>
      <w:outlineLvl w:val="5"/>
    </w:pPr>
    <w:rPr>
      <w:rFonts w:ascii="Agency FB" w:eastAsia="Times New Roman" w:hAnsi="Agency FB" w:cs="Agency FB"/>
      <w:sz w:val="32"/>
      <w:szCs w:val="20"/>
      <w:lang w:val="es-ES_tradnl" w:eastAsia="es-ES"/>
    </w:rPr>
  </w:style>
  <w:style w:type="paragraph" w:styleId="Ttulo7">
    <w:name w:val="heading 7"/>
    <w:basedOn w:val="Normal"/>
    <w:next w:val="Normal"/>
    <w:link w:val="Ttulo7Car"/>
    <w:qFormat/>
    <w:rsid w:val="00176A9B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0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176A9B"/>
    <w:pPr>
      <w:keepNext/>
      <w:spacing w:after="0" w:line="240" w:lineRule="auto"/>
      <w:ind w:left="3119"/>
      <w:jc w:val="both"/>
      <w:outlineLvl w:val="7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176A9B"/>
    <w:pPr>
      <w:keepNext/>
      <w:spacing w:after="0" w:line="240" w:lineRule="auto"/>
      <w:jc w:val="center"/>
      <w:outlineLvl w:val="8"/>
    </w:pPr>
    <w:rPr>
      <w:rFonts w:ascii="Arial" w:eastAsia="Times New Roman" w:hAnsi="Arial" w:cs="Arial"/>
      <w:b/>
      <w:bCs/>
      <w:sz w:val="36"/>
      <w:szCs w:val="3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176A9B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basedOn w:val="Fuentedeprrafopredeter"/>
    <w:link w:val="Texto"/>
    <w:rsid w:val="00176A9B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ANOTACION">
    <w:name w:val="ANOTACION"/>
    <w:basedOn w:val="Normal"/>
    <w:rsid w:val="00176A9B"/>
    <w:pPr>
      <w:spacing w:before="101" w:after="101" w:line="216" w:lineRule="atLeast"/>
      <w:jc w:val="center"/>
    </w:pPr>
    <w:rPr>
      <w:rFonts w:ascii="Times New Roman" w:eastAsia="Times New Roman" w:hAnsi="Times New Roman"/>
      <w:b/>
      <w:sz w:val="18"/>
      <w:szCs w:val="20"/>
      <w:lang w:val="es-ES_tradnl" w:eastAsia="es-ES"/>
    </w:rPr>
  </w:style>
  <w:style w:type="character" w:customStyle="1" w:styleId="Ttulo1Car">
    <w:name w:val="Título 1 Car"/>
    <w:basedOn w:val="Fuentedeprrafopredeter"/>
    <w:link w:val="Ttulo1"/>
    <w:rsid w:val="00176A9B"/>
    <w:rPr>
      <w:rFonts w:ascii="Arial" w:eastAsia="Times New Roman" w:hAnsi="Arial" w:cs="Arial"/>
      <w:b/>
      <w:sz w:val="18"/>
      <w:szCs w:val="20"/>
      <w:lang w:eastAsia="es-ES"/>
    </w:rPr>
  </w:style>
  <w:style w:type="character" w:customStyle="1" w:styleId="Ttulo2Car">
    <w:name w:val="Título 2 Car"/>
    <w:aliases w:val="Car Car"/>
    <w:basedOn w:val="Fuentedeprrafopredeter"/>
    <w:link w:val="Ttulo2"/>
    <w:rsid w:val="00176A9B"/>
    <w:rPr>
      <w:rFonts w:ascii="Arial" w:eastAsia="Times New Roman" w:hAnsi="Arial" w:cs="Arial"/>
      <w:b/>
      <w:sz w:val="18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176A9B"/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character" w:customStyle="1" w:styleId="Ttulo4Car">
    <w:name w:val="Título 4 Car"/>
    <w:aliases w:val="Map Title Car"/>
    <w:basedOn w:val="Fuentedeprrafopredeter"/>
    <w:link w:val="Ttulo4"/>
    <w:rsid w:val="00176A9B"/>
    <w:rPr>
      <w:rFonts w:ascii="Arial" w:eastAsia="Times New Roman" w:hAnsi="Arial" w:cs="Arial"/>
      <w:b/>
      <w:color w:val="000000"/>
      <w:sz w:val="18"/>
      <w:szCs w:val="20"/>
      <w:lang w:eastAsia="es-ES"/>
    </w:rPr>
  </w:style>
  <w:style w:type="character" w:customStyle="1" w:styleId="Ttulo5Car">
    <w:name w:val="Título 5 Car"/>
    <w:aliases w:val="Block Label Car"/>
    <w:basedOn w:val="Fuentedeprrafopredeter"/>
    <w:link w:val="Ttulo5"/>
    <w:rsid w:val="00176A9B"/>
    <w:rPr>
      <w:rFonts w:ascii="Times New Roman" w:eastAsia="Times New Roman" w:hAnsi="Times New Roman" w:cs="Times New Roman"/>
      <w:b/>
      <w:caps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176A9B"/>
    <w:rPr>
      <w:rFonts w:ascii="Agency FB" w:eastAsia="Times New Roman" w:hAnsi="Agency FB" w:cs="Agency FB"/>
      <w:sz w:val="32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176A9B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176A9B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176A9B"/>
    <w:rPr>
      <w:rFonts w:ascii="Arial" w:eastAsia="Times New Roman" w:hAnsi="Arial" w:cs="Arial"/>
      <w:b/>
      <w:bCs/>
      <w:sz w:val="36"/>
      <w:szCs w:val="36"/>
      <w:lang w:val="es-ES" w:eastAsia="es-ES"/>
    </w:rPr>
  </w:style>
  <w:style w:type="paragraph" w:styleId="Encabezado">
    <w:name w:val="header"/>
    <w:basedOn w:val="Normal"/>
    <w:link w:val="EncabezadoCar"/>
    <w:unhideWhenUsed/>
    <w:rsid w:val="00176A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76A9B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76A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76A9B"/>
    <w:rPr>
      <w:rFonts w:ascii="Calibri" w:eastAsia="Calibri" w:hAnsi="Calibri" w:cs="Times New Roman"/>
    </w:rPr>
  </w:style>
  <w:style w:type="paragraph" w:customStyle="1" w:styleId="Fechas">
    <w:name w:val="Fechas"/>
    <w:basedOn w:val="Normal"/>
    <w:rsid w:val="00176A9B"/>
    <w:pPr>
      <w:pBdr>
        <w:bottom w:val="double" w:sz="6" w:space="1" w:color="auto"/>
        <w:between w:val="double" w:sz="6" w:space="1" w:color="auto"/>
      </w:pBdr>
      <w:tabs>
        <w:tab w:val="center" w:pos="4464"/>
        <w:tab w:val="right" w:pos="8582"/>
      </w:tabs>
      <w:spacing w:after="0" w:line="216" w:lineRule="atLeast"/>
      <w:ind w:left="288" w:right="288"/>
      <w:jc w:val="both"/>
    </w:pPr>
    <w:rPr>
      <w:rFonts w:ascii="Times New Roman" w:eastAsia="Times New Roman" w:hAnsi="Times New Roman" w:cs="CG Palacio (WN)"/>
      <w:sz w:val="18"/>
      <w:szCs w:val="20"/>
      <w:lang w:val="es-ES_tradnl" w:eastAsia="es-MX"/>
    </w:rPr>
  </w:style>
  <w:style w:type="paragraph" w:customStyle="1" w:styleId="CABEZA">
    <w:name w:val="CABEZA"/>
    <w:basedOn w:val="Normal"/>
    <w:rsid w:val="00176A9B"/>
    <w:pPr>
      <w:spacing w:after="0" w:line="240" w:lineRule="auto"/>
      <w:jc w:val="center"/>
    </w:pPr>
    <w:rPr>
      <w:rFonts w:ascii="Times New Roman" w:eastAsia="Times New Roman" w:hAnsi="Times New Roman" w:cs="Arial"/>
      <w:b/>
      <w:sz w:val="28"/>
      <w:szCs w:val="28"/>
      <w:lang w:val="es-ES_tradnl" w:eastAsia="es-MX"/>
    </w:rPr>
  </w:style>
  <w:style w:type="paragraph" w:customStyle="1" w:styleId="ROMANOS">
    <w:name w:val="ROMANOS"/>
    <w:basedOn w:val="Normal"/>
    <w:link w:val="ROMANOSCar"/>
    <w:rsid w:val="00176A9B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character" w:customStyle="1" w:styleId="ROMANOSCar">
    <w:name w:val="ROMANOS Car"/>
    <w:basedOn w:val="Fuentedeprrafopredeter"/>
    <w:link w:val="ROMANOS"/>
    <w:locked/>
    <w:rsid w:val="00176A9B"/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Titulo1">
    <w:name w:val="Titulo 1"/>
    <w:basedOn w:val="Texto"/>
    <w:link w:val="Titulo1Car"/>
    <w:rsid w:val="00176A9B"/>
    <w:pPr>
      <w:pBdr>
        <w:bottom w:val="single" w:sz="12" w:space="1" w:color="auto"/>
      </w:pBdr>
      <w:spacing w:before="120" w:after="0" w:line="240" w:lineRule="auto"/>
      <w:ind w:firstLine="0"/>
      <w:outlineLvl w:val="0"/>
    </w:pPr>
    <w:rPr>
      <w:rFonts w:ascii="Times New Roman" w:hAnsi="Times New Roman"/>
      <w:b/>
      <w:szCs w:val="18"/>
      <w:lang w:val="es-MX" w:eastAsia="es-MX"/>
    </w:rPr>
  </w:style>
  <w:style w:type="character" w:customStyle="1" w:styleId="Titulo1Car">
    <w:name w:val="Titulo 1 Car"/>
    <w:basedOn w:val="Fuentedeprrafopredeter"/>
    <w:link w:val="Titulo1"/>
    <w:rsid w:val="00176A9B"/>
    <w:rPr>
      <w:rFonts w:ascii="Times New Roman" w:eastAsia="Times New Roman" w:hAnsi="Times New Roman" w:cs="Arial"/>
      <w:b/>
      <w:sz w:val="18"/>
      <w:szCs w:val="18"/>
      <w:lang w:eastAsia="es-MX"/>
    </w:rPr>
  </w:style>
  <w:style w:type="paragraph" w:customStyle="1" w:styleId="Titulo2">
    <w:name w:val="Titulo 2"/>
    <w:basedOn w:val="Texto"/>
    <w:link w:val="Titulo2Car"/>
    <w:rsid w:val="00176A9B"/>
    <w:pPr>
      <w:pBdr>
        <w:top w:val="double" w:sz="6" w:space="1" w:color="auto"/>
      </w:pBdr>
      <w:spacing w:line="240" w:lineRule="auto"/>
      <w:ind w:firstLine="0"/>
      <w:outlineLvl w:val="1"/>
    </w:pPr>
    <w:rPr>
      <w:lang w:val="es-MX"/>
    </w:rPr>
  </w:style>
  <w:style w:type="character" w:customStyle="1" w:styleId="Titulo2Car">
    <w:name w:val="Titulo 2 Car"/>
    <w:basedOn w:val="Fuentedeprrafopredeter"/>
    <w:link w:val="Titulo2"/>
    <w:locked/>
    <w:rsid w:val="00176A9B"/>
    <w:rPr>
      <w:rFonts w:ascii="Arial" w:eastAsia="Times New Roman" w:hAnsi="Arial" w:cs="Arial"/>
      <w:sz w:val="18"/>
      <w:szCs w:val="20"/>
      <w:lang w:eastAsia="es-ES"/>
    </w:rPr>
  </w:style>
  <w:style w:type="paragraph" w:customStyle="1" w:styleId="Prueba">
    <w:name w:val="Prueba"/>
    <w:basedOn w:val="Normal"/>
    <w:autoRedefine/>
    <w:rsid w:val="00176A9B"/>
    <w:pPr>
      <w:pBdr>
        <w:bottom w:val="single" w:sz="12" w:space="1" w:color="auto"/>
      </w:pBdr>
      <w:spacing w:after="0" w:line="220" w:lineRule="exact"/>
      <w:jc w:val="both"/>
    </w:pPr>
    <w:rPr>
      <w:rFonts w:ascii="Times New Roman" w:eastAsia="Times New Roman" w:hAnsi="Times New Roman" w:cs="Arial"/>
      <w:b/>
      <w:sz w:val="18"/>
      <w:szCs w:val="18"/>
      <w:lang w:eastAsia="es-ES"/>
    </w:rPr>
  </w:style>
  <w:style w:type="paragraph" w:customStyle="1" w:styleId="Prueba1">
    <w:name w:val="Prueba1"/>
    <w:basedOn w:val="Normal"/>
    <w:autoRedefine/>
    <w:rsid w:val="00176A9B"/>
    <w:pPr>
      <w:pBdr>
        <w:bottom w:val="single" w:sz="6" w:space="1" w:color="auto"/>
      </w:pBdr>
      <w:spacing w:before="40" w:after="40" w:line="240" w:lineRule="auto"/>
      <w:ind w:left="1354" w:right="1368"/>
      <w:jc w:val="center"/>
    </w:pPr>
    <w:rPr>
      <w:rFonts w:ascii="Times New Roman" w:eastAsia="Times New Roman" w:hAnsi="Times New Roman"/>
      <w:b/>
      <w:sz w:val="28"/>
      <w:szCs w:val="28"/>
      <w:lang w:eastAsia="es-ES"/>
    </w:rPr>
  </w:style>
  <w:style w:type="paragraph" w:customStyle="1" w:styleId="MACROCABEZA">
    <w:name w:val="MACROCABEZA"/>
    <w:basedOn w:val="Normal"/>
    <w:autoRedefine/>
    <w:rsid w:val="00176A9B"/>
    <w:pPr>
      <w:spacing w:after="120" w:line="240" w:lineRule="auto"/>
      <w:jc w:val="center"/>
    </w:pPr>
    <w:rPr>
      <w:rFonts w:ascii="Times New Roman" w:eastAsia="Times New Roman" w:hAnsi="Times New Roman"/>
      <w:b/>
      <w:sz w:val="28"/>
      <w:szCs w:val="20"/>
      <w:lang w:val="es-ES_tradnl" w:eastAsia="es-ES"/>
    </w:rPr>
  </w:style>
  <w:style w:type="paragraph" w:customStyle="1" w:styleId="MACROSUMARIO">
    <w:name w:val="MACROSUMARIO"/>
    <w:basedOn w:val="Normal"/>
    <w:autoRedefine/>
    <w:rsid w:val="00176A9B"/>
    <w:pPr>
      <w:spacing w:after="0" w:line="240" w:lineRule="auto"/>
    </w:pPr>
    <w:rPr>
      <w:rFonts w:ascii="Times New Roman" w:eastAsia="Times New Roman" w:hAnsi="Times New Roman"/>
      <w:b/>
      <w:sz w:val="18"/>
      <w:szCs w:val="20"/>
      <w:lang w:val="es-ES_tradnl" w:eastAsia="es-ES"/>
    </w:rPr>
  </w:style>
  <w:style w:type="paragraph" w:customStyle="1" w:styleId="MACROALMARGEN">
    <w:name w:val="MACROALMARGEN"/>
    <w:basedOn w:val="Normal"/>
    <w:autoRedefine/>
    <w:rsid w:val="00176A9B"/>
    <w:pPr>
      <w:spacing w:after="0" w:line="240" w:lineRule="auto"/>
    </w:pPr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INICIO">
    <w:name w:val="INICIO"/>
    <w:next w:val="Normal"/>
    <w:autoRedefine/>
    <w:rsid w:val="00176A9B"/>
    <w:pPr>
      <w:spacing w:after="120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es-ES" w:eastAsia="es-ES"/>
    </w:rPr>
  </w:style>
  <w:style w:type="paragraph" w:customStyle="1" w:styleId="EstiloHeader">
    <w:name w:val="EstiloHeader"/>
    <w:basedOn w:val="Encabezado"/>
    <w:autoRedefine/>
    <w:rsid w:val="00176A9B"/>
    <w:pPr>
      <w:pBdr>
        <w:bottom w:val="double" w:sz="4" w:space="1" w:color="auto"/>
      </w:pBdr>
      <w:tabs>
        <w:tab w:val="clear" w:pos="8838"/>
        <w:tab w:val="right" w:pos="8640"/>
      </w:tabs>
      <w:spacing w:before="120"/>
      <w:ind w:left="288" w:right="288"/>
    </w:pPr>
    <w:rPr>
      <w:rFonts w:ascii="Times New Roman" w:eastAsia="Times New Roman" w:hAnsi="Times New Roman"/>
      <w:b/>
      <w:sz w:val="18"/>
      <w:szCs w:val="20"/>
      <w:lang w:eastAsia="es-ES"/>
    </w:rPr>
  </w:style>
  <w:style w:type="paragraph" w:customStyle="1" w:styleId="Textonormal">
    <w:name w:val="Texto normal"/>
    <w:basedOn w:val="Normal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val="es-ES_tradnl" w:eastAsia="es-ES"/>
    </w:rPr>
  </w:style>
  <w:style w:type="paragraph" w:styleId="Ttulo">
    <w:name w:val="Title"/>
    <w:basedOn w:val="Normal"/>
    <w:link w:val="TtuloCar"/>
    <w:qFormat/>
    <w:rsid w:val="00176A9B"/>
    <w:pPr>
      <w:spacing w:after="0" w:line="280" w:lineRule="exact"/>
      <w:ind w:left="1620"/>
      <w:jc w:val="center"/>
    </w:pPr>
    <w:rPr>
      <w:rFonts w:ascii="Arial" w:eastAsia="Times New Roman" w:hAnsi="Arial" w:cs="Arial"/>
      <w:b/>
      <w:caps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176A9B"/>
    <w:rPr>
      <w:rFonts w:ascii="Arial" w:eastAsia="Times New Roman" w:hAnsi="Arial" w:cs="Arial"/>
      <w:b/>
      <w:caps/>
      <w:szCs w:val="20"/>
      <w:lang w:val="es-ES_tradnl" w:eastAsia="es-ES"/>
    </w:rPr>
  </w:style>
  <w:style w:type="paragraph" w:customStyle="1" w:styleId="Sinespaciado1">
    <w:name w:val="Sin espaciado1"/>
    <w:rsid w:val="00176A9B"/>
    <w:pPr>
      <w:spacing w:after="0" w:line="240" w:lineRule="auto"/>
    </w:pPr>
    <w:rPr>
      <w:rFonts w:ascii="Calibri" w:eastAsia="Times New Roman" w:hAnsi="Calibri" w:cs="Calibri"/>
      <w:szCs w:val="20"/>
      <w:lang w:eastAsia="es-ES"/>
    </w:rPr>
  </w:style>
  <w:style w:type="paragraph" w:customStyle="1" w:styleId="Textoindependiente21">
    <w:name w:val="Texto independiente 21"/>
    <w:basedOn w:val="Normal"/>
    <w:rsid w:val="00176A9B"/>
    <w:pPr>
      <w:spacing w:after="120" w:line="480" w:lineRule="atLeast"/>
    </w:pPr>
    <w:rPr>
      <w:rFonts w:ascii="Times New Roman" w:eastAsia="Times New Roman" w:hAnsi="Times New Roman"/>
      <w:sz w:val="20"/>
      <w:szCs w:val="20"/>
      <w:lang w:val="es-ES_tradnl" w:eastAsia="es-ES"/>
    </w:rPr>
  </w:style>
  <w:style w:type="paragraph" w:customStyle="1" w:styleId="Sangra3detindependiente1">
    <w:name w:val="Sangría 3 de t. independiente1"/>
    <w:basedOn w:val="Normal"/>
    <w:rsid w:val="00176A9B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  <w:lang w:val="es-ES_tradnl" w:eastAsia="es-ES"/>
    </w:rPr>
  </w:style>
  <w:style w:type="paragraph" w:styleId="Subttulo">
    <w:name w:val="Subtitle"/>
    <w:basedOn w:val="Normal"/>
    <w:link w:val="SubttuloCar"/>
    <w:qFormat/>
    <w:rsid w:val="00176A9B"/>
    <w:pPr>
      <w:spacing w:after="0" w:line="240" w:lineRule="auto"/>
      <w:jc w:val="center"/>
    </w:pPr>
    <w:rPr>
      <w:rFonts w:ascii="Arial" w:eastAsia="Times New Roman" w:hAnsi="Arial" w:cs="Arial"/>
      <w:b/>
      <w:sz w:val="20"/>
      <w:szCs w:val="20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176A9B"/>
    <w:rPr>
      <w:rFonts w:ascii="Arial" w:eastAsia="Times New Roman" w:hAnsi="Arial" w:cs="Arial"/>
      <w:b/>
      <w:sz w:val="20"/>
      <w:szCs w:val="20"/>
      <w:lang w:val="es-ES" w:eastAsia="es-ES"/>
    </w:rPr>
  </w:style>
  <w:style w:type="paragraph" w:customStyle="1" w:styleId="texto0">
    <w:name w:val="texto"/>
    <w:basedOn w:val="Normal"/>
    <w:link w:val="textoCar0"/>
    <w:rsid w:val="00176A9B"/>
    <w:pPr>
      <w:spacing w:after="0" w:line="260" w:lineRule="exact"/>
      <w:ind w:firstLine="288"/>
      <w:jc w:val="both"/>
    </w:pPr>
    <w:rPr>
      <w:rFonts w:ascii="Arial" w:eastAsia="Times New Roman" w:hAnsi="Arial" w:cs="Arial"/>
      <w:sz w:val="18"/>
      <w:szCs w:val="20"/>
      <w:lang w:val="es-ES_tradnl" w:eastAsia="es-ES"/>
    </w:rPr>
  </w:style>
  <w:style w:type="character" w:customStyle="1" w:styleId="textoCar0">
    <w:name w:val="texto Car"/>
    <w:basedOn w:val="Fuentedeprrafopredeter"/>
    <w:link w:val="texto0"/>
    <w:rsid w:val="00176A9B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Textoindependiente31">
    <w:name w:val="Texto independiente 31"/>
    <w:basedOn w:val="Normal"/>
    <w:rsid w:val="00176A9B"/>
    <w:pPr>
      <w:spacing w:after="120" w:line="240" w:lineRule="auto"/>
    </w:pPr>
    <w:rPr>
      <w:rFonts w:ascii="Times New Roman" w:eastAsia="Times New Roman" w:hAnsi="Times New Roman"/>
      <w:sz w:val="16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rsid w:val="00176A9B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176A9B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Listavistosa-nfasis">
    <w:name w:val="Lista vistosa - Énfasis"/>
    <w:basedOn w:val="Normal"/>
    <w:rsid w:val="00176A9B"/>
    <w:pPr>
      <w:spacing w:after="0" w:line="240" w:lineRule="auto"/>
      <w:ind w:left="720"/>
    </w:pPr>
    <w:rPr>
      <w:rFonts w:ascii="sans serif" w:eastAsia="Times New Roman" w:hAnsi="sans serif" w:cs="sans serif"/>
      <w:color w:val="000000"/>
      <w:sz w:val="24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rsid w:val="00176A9B"/>
    <w:pPr>
      <w:spacing w:after="0" w:line="240" w:lineRule="exact"/>
      <w:jc w:val="both"/>
    </w:pPr>
    <w:rPr>
      <w:rFonts w:ascii="Arial Narrow" w:eastAsia="Times New Roman" w:hAnsi="Arial Narrow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76A9B"/>
    <w:rPr>
      <w:rFonts w:ascii="Arial Narrow" w:eastAsia="Times New Roman" w:hAnsi="Arial Narrow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176A9B"/>
    <w:pPr>
      <w:spacing w:after="120" w:line="480" w:lineRule="auto"/>
    </w:pPr>
    <w:rPr>
      <w:rFonts w:ascii="Arial" w:eastAsia="Times New Roman" w:hAnsi="Arial"/>
      <w:sz w:val="24"/>
      <w:szCs w:val="20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176A9B"/>
    <w:rPr>
      <w:rFonts w:ascii="Arial" w:eastAsia="Times New Roman" w:hAnsi="Arial" w:cs="Times New Roman"/>
      <w:sz w:val="24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rsid w:val="00176A9B"/>
    <w:pPr>
      <w:spacing w:after="120" w:line="480" w:lineRule="auto"/>
      <w:ind w:left="283"/>
    </w:pPr>
    <w:rPr>
      <w:rFonts w:ascii="Arial" w:eastAsia="Times New Roman" w:hAnsi="Arial"/>
      <w:sz w:val="24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176A9B"/>
    <w:rPr>
      <w:rFonts w:ascii="Arial" w:eastAsia="Times New Roman" w:hAnsi="Arial" w:cs="Times New Roman"/>
      <w:sz w:val="24"/>
      <w:szCs w:val="20"/>
      <w:lang w:eastAsia="es-ES"/>
    </w:rPr>
  </w:style>
  <w:style w:type="paragraph" w:customStyle="1" w:styleId="sum1">
    <w:name w:val="sum1"/>
    <w:basedOn w:val="texto0"/>
    <w:link w:val="sum1CarCar"/>
    <w:rsid w:val="00176A9B"/>
    <w:pPr>
      <w:tabs>
        <w:tab w:val="right" w:leader="dot" w:pos="8100"/>
        <w:tab w:val="right" w:pos="8640"/>
      </w:tabs>
      <w:spacing w:line="266" w:lineRule="exact"/>
      <w:ind w:left="274" w:right="749" w:firstLine="0"/>
    </w:pPr>
  </w:style>
  <w:style w:type="character" w:customStyle="1" w:styleId="sum1CarCar">
    <w:name w:val="sum1 Car Car"/>
    <w:basedOn w:val="textoCar0"/>
    <w:link w:val="sum1"/>
    <w:rsid w:val="00176A9B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sum">
    <w:name w:val="sum"/>
    <w:basedOn w:val="Normal"/>
    <w:link w:val="sumCar"/>
    <w:rsid w:val="00176A9B"/>
    <w:pPr>
      <w:tabs>
        <w:tab w:val="right" w:leader="dot" w:pos="8100"/>
        <w:tab w:val="right" w:pos="8640"/>
      </w:tabs>
      <w:spacing w:after="0" w:line="266" w:lineRule="exact"/>
      <w:ind w:left="274" w:right="749"/>
      <w:jc w:val="both"/>
    </w:pPr>
    <w:rPr>
      <w:rFonts w:ascii="Arial" w:eastAsia="Times New Roman" w:hAnsi="Arial" w:cs="Arial"/>
      <w:sz w:val="18"/>
      <w:szCs w:val="20"/>
      <w:lang w:val="es-ES_tradnl" w:eastAsia="es-ES"/>
    </w:rPr>
  </w:style>
  <w:style w:type="character" w:customStyle="1" w:styleId="sumCar">
    <w:name w:val="sum Car"/>
    <w:basedOn w:val="Fuentedeprrafopredeter"/>
    <w:link w:val="sum"/>
    <w:rsid w:val="00176A9B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INCISO">
    <w:name w:val="INCISO"/>
    <w:basedOn w:val="Normal"/>
    <w:rsid w:val="00176A9B"/>
    <w:pPr>
      <w:spacing w:after="101" w:line="216" w:lineRule="exact"/>
      <w:ind w:left="1080" w:hanging="360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SUBIN">
    <w:name w:val="SUBIN"/>
    <w:basedOn w:val="Texto"/>
    <w:rsid w:val="00176A9B"/>
    <w:pPr>
      <w:ind w:left="1987" w:hanging="720"/>
    </w:pPr>
    <w:rPr>
      <w:lang w:val="es-MX"/>
    </w:rPr>
  </w:style>
  <w:style w:type="paragraph" w:customStyle="1" w:styleId="tt">
    <w:name w:val="tt"/>
    <w:basedOn w:val="Texto"/>
    <w:rsid w:val="00176A9B"/>
    <w:pPr>
      <w:tabs>
        <w:tab w:val="left" w:pos="1320"/>
        <w:tab w:val="left" w:pos="1629"/>
      </w:tabs>
      <w:ind w:left="1647" w:hanging="1440"/>
    </w:pPr>
    <w:rPr>
      <w:lang w:val="es-ES_tradnl"/>
    </w:rPr>
  </w:style>
  <w:style w:type="paragraph" w:customStyle="1" w:styleId="EstilotextoPrimeralnea0">
    <w:name w:val="Estilo texto + Primera línea:  0&quot;"/>
    <w:basedOn w:val="texto0"/>
    <w:rsid w:val="00176A9B"/>
    <w:pPr>
      <w:spacing w:after="101" w:line="216" w:lineRule="exact"/>
      <w:ind w:firstLine="0"/>
    </w:pPr>
    <w:rPr>
      <w:rFonts w:cs="Times New Roman"/>
      <w:lang w:val="es-MX" w:eastAsia="es-MX"/>
    </w:rPr>
  </w:style>
  <w:style w:type="paragraph" w:customStyle="1" w:styleId="Anotacion0">
    <w:name w:val="Anotacion"/>
    <w:basedOn w:val="Normal"/>
    <w:rsid w:val="00176A9B"/>
    <w:pPr>
      <w:spacing w:after="0" w:line="240" w:lineRule="auto"/>
      <w:ind w:firstLine="288"/>
      <w:jc w:val="center"/>
    </w:pPr>
    <w:rPr>
      <w:rFonts w:ascii="Times New Roman" w:eastAsia="Times New Roman" w:hAnsi="Times New Roman"/>
      <w:b/>
      <w:sz w:val="18"/>
      <w:szCs w:val="20"/>
      <w:lang w:val="es-ES"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176A9B"/>
    <w:rPr>
      <w:rFonts w:ascii="Tahoma" w:eastAsia="Times New Roman" w:hAnsi="Tahoma" w:cs="Tahoma"/>
      <w:sz w:val="20"/>
      <w:szCs w:val="20"/>
      <w:shd w:val="clear" w:color="auto" w:fill="000080"/>
      <w:lang w:val="es-ES" w:eastAsia="es-ES"/>
    </w:rPr>
  </w:style>
  <w:style w:type="paragraph" w:styleId="Mapadeldocumento">
    <w:name w:val="Document Map"/>
    <w:basedOn w:val="Normal"/>
    <w:link w:val="MapadeldocumentoCar"/>
    <w:semiHidden/>
    <w:rsid w:val="00176A9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s-ES" w:eastAsia="es-ES"/>
    </w:rPr>
  </w:style>
  <w:style w:type="character" w:customStyle="1" w:styleId="MapadeldocumentoCar1">
    <w:name w:val="Mapa del documento Car1"/>
    <w:basedOn w:val="Fuentedeprrafopredeter"/>
    <w:uiPriority w:val="99"/>
    <w:semiHidden/>
    <w:rsid w:val="00176A9B"/>
    <w:rPr>
      <w:rFonts w:ascii="Tahoma" w:eastAsia="Calibri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176A9B"/>
    <w:rPr>
      <w:rFonts w:ascii="Tahoma" w:eastAsia="Times New Roman" w:hAnsi="Tahoma" w:cs="Tahoma"/>
      <w:sz w:val="16"/>
      <w:szCs w:val="16"/>
      <w:lang w:val="es-ES" w:eastAsia="es-ES"/>
    </w:rPr>
  </w:style>
  <w:style w:type="paragraph" w:styleId="Textodeglobo">
    <w:name w:val="Balloon Text"/>
    <w:basedOn w:val="Normal"/>
    <w:link w:val="TextodegloboCar"/>
    <w:semiHidden/>
    <w:rsid w:val="00176A9B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1">
    <w:name w:val="Texto de globo Car1"/>
    <w:basedOn w:val="Fuentedeprrafopredeter"/>
    <w:uiPriority w:val="99"/>
    <w:semiHidden/>
    <w:rsid w:val="00176A9B"/>
    <w:rPr>
      <w:rFonts w:ascii="Tahoma" w:eastAsia="Calibri" w:hAnsi="Tahoma" w:cs="Tahoma"/>
      <w:sz w:val="16"/>
      <w:szCs w:val="16"/>
    </w:rPr>
  </w:style>
  <w:style w:type="character" w:customStyle="1" w:styleId="TextoCarCar">
    <w:name w:val="Texto Car Car"/>
    <w:basedOn w:val="Fuentedeprrafopredeter"/>
    <w:locked/>
    <w:rsid w:val="00176A9B"/>
    <w:rPr>
      <w:rFonts w:ascii="Arial" w:hAnsi="Arial" w:cs="Arial"/>
      <w:sz w:val="18"/>
      <w:szCs w:val="18"/>
      <w:lang w:val="es-MX" w:eastAsia="es-MX" w:bidi="ar-SA"/>
    </w:rPr>
  </w:style>
  <w:style w:type="paragraph" w:styleId="Sangra3detindependiente">
    <w:name w:val="Body Text Indent 3"/>
    <w:basedOn w:val="Normal"/>
    <w:link w:val="Sangra3detindependienteCar"/>
    <w:rsid w:val="00176A9B"/>
    <w:pPr>
      <w:spacing w:after="0" w:line="240" w:lineRule="auto"/>
      <w:ind w:left="426"/>
      <w:jc w:val="both"/>
    </w:pPr>
    <w:rPr>
      <w:rFonts w:ascii="Arial" w:eastAsia="Times New Roman" w:hAnsi="Arial" w:cs="Arial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176A9B"/>
    <w:rPr>
      <w:rFonts w:ascii="Arial" w:eastAsia="Times New Roman" w:hAnsi="Arial" w:cs="Arial"/>
      <w:lang w:val="es-ES" w:eastAsia="es-ES"/>
    </w:rPr>
  </w:style>
  <w:style w:type="character" w:styleId="Nmerodepgina">
    <w:name w:val="page number"/>
    <w:basedOn w:val="Fuentedeprrafopredeter"/>
    <w:rsid w:val="00176A9B"/>
    <w:rPr>
      <w:rFonts w:cs="Times New Roman"/>
    </w:rPr>
  </w:style>
  <w:style w:type="paragraph" w:customStyle="1" w:styleId="xl25">
    <w:name w:val="xl25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26">
    <w:name w:val="xl26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27">
    <w:name w:val="xl27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28">
    <w:name w:val="xl28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9"/>
      <w:szCs w:val="19"/>
      <w:lang w:val="es-ES" w:eastAsia="es-ES"/>
    </w:rPr>
  </w:style>
  <w:style w:type="paragraph" w:customStyle="1" w:styleId="xl30">
    <w:name w:val="xl30"/>
    <w:basedOn w:val="Normal"/>
    <w:rsid w:val="00176A9B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34">
    <w:name w:val="xl34"/>
    <w:basedOn w:val="Normal"/>
    <w:rsid w:val="00176A9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xl43">
    <w:name w:val="xl43"/>
    <w:basedOn w:val="Normal"/>
    <w:rsid w:val="00176A9B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45">
    <w:name w:val="xl45"/>
    <w:basedOn w:val="Normal"/>
    <w:rsid w:val="00176A9B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176A9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176A9B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rsid w:val="00176A9B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arCar0">
    <w:name w:val="texto Car Car"/>
    <w:basedOn w:val="Fuentedeprrafopredeter"/>
    <w:locked/>
    <w:rsid w:val="00176A9B"/>
    <w:rPr>
      <w:rFonts w:ascii="Arial" w:hAnsi="Arial" w:cs="Arial"/>
      <w:sz w:val="18"/>
      <w:lang w:val="es-ES_tradnl" w:eastAsia="es-ES" w:bidi="ar-SA"/>
    </w:rPr>
  </w:style>
  <w:style w:type="paragraph" w:customStyle="1" w:styleId="TextoCarCar1">
    <w:name w:val="Texto Car Car1"/>
    <w:basedOn w:val="ROMANOS"/>
    <w:link w:val="TextoCarCarCar"/>
    <w:rsid w:val="00176A9B"/>
    <w:pPr>
      <w:tabs>
        <w:tab w:val="clear" w:pos="720"/>
      </w:tabs>
      <w:ind w:left="0" w:firstLine="288"/>
    </w:pPr>
  </w:style>
  <w:style w:type="character" w:customStyle="1" w:styleId="TextoCarCarCar">
    <w:name w:val="Texto Car Car Car"/>
    <w:basedOn w:val="Fuentedeprrafopredeter"/>
    <w:link w:val="TextoCarCar1"/>
    <w:locked/>
    <w:rsid w:val="00176A9B"/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HBNORMAL">
    <w:name w:val="HBNORMAL"/>
    <w:rsid w:val="00176A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Estilo1x">
    <w:name w:val="Estilo1x"/>
    <w:basedOn w:val="Texto"/>
    <w:rsid w:val="00176A9B"/>
    <w:pPr>
      <w:spacing w:before="20" w:after="20" w:line="240" w:lineRule="auto"/>
      <w:jc w:val="right"/>
    </w:pPr>
    <w:rPr>
      <w:b/>
      <w:bCs/>
      <w:sz w:val="16"/>
      <w:szCs w:val="16"/>
      <w:lang w:val="es-MX"/>
    </w:rPr>
  </w:style>
  <w:style w:type="paragraph" w:customStyle="1" w:styleId="Estilo1xx">
    <w:name w:val="Estilo1xx"/>
    <w:basedOn w:val="Texto"/>
    <w:rsid w:val="00176A9B"/>
    <w:pPr>
      <w:spacing w:before="20" w:after="20" w:line="240" w:lineRule="auto"/>
      <w:ind w:left="144" w:firstLine="0"/>
    </w:pPr>
    <w:rPr>
      <w:sz w:val="16"/>
      <w:szCs w:val="16"/>
    </w:rPr>
  </w:style>
  <w:style w:type="paragraph" w:customStyle="1" w:styleId="cb">
    <w:name w:val="cb"/>
    <w:basedOn w:val="Texto"/>
    <w:rsid w:val="00176A9B"/>
    <w:pPr>
      <w:ind w:left="1008" w:hanging="720"/>
    </w:pPr>
    <w:rPr>
      <w:b/>
      <w:bCs/>
      <w:szCs w:val="18"/>
      <w:lang w:val="es-ES_tradnl"/>
    </w:rPr>
  </w:style>
  <w:style w:type="paragraph" w:styleId="Sangranormal">
    <w:name w:val="Normal Indent"/>
    <w:basedOn w:val="Normal"/>
    <w:rsid w:val="00176A9B"/>
    <w:pPr>
      <w:spacing w:after="72" w:line="187" w:lineRule="atLeast"/>
      <w:jc w:val="both"/>
    </w:pPr>
    <w:rPr>
      <w:rFonts w:ascii="Arial" w:eastAsia="Times New Roman" w:hAnsi="Arial" w:cs="Arial"/>
      <w:sz w:val="16"/>
      <w:szCs w:val="16"/>
      <w:lang w:val="es-ES_tradnl" w:eastAsia="es-MX"/>
    </w:rPr>
  </w:style>
  <w:style w:type="paragraph" w:customStyle="1" w:styleId="BlockLine">
    <w:name w:val="Block Line"/>
    <w:basedOn w:val="Normal"/>
    <w:next w:val="Normal"/>
    <w:rsid w:val="00176A9B"/>
    <w:pPr>
      <w:pBdr>
        <w:top w:val="single" w:sz="6" w:space="1" w:color="auto"/>
        <w:between w:val="single" w:sz="6" w:space="1" w:color="auto"/>
      </w:pBdr>
      <w:spacing w:before="240" w:after="0" w:line="240" w:lineRule="auto"/>
      <w:ind w:left="1700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Textodebloque1">
    <w:name w:val="Texto de bloque1"/>
    <w:basedOn w:val="Normal"/>
    <w:rsid w:val="00176A9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BulletText1">
    <w:name w:val="Bullet Text 1"/>
    <w:basedOn w:val="Normal"/>
    <w:rsid w:val="00176A9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styleId="Hipervnculovisitado">
    <w:name w:val="FollowedHyperlink"/>
    <w:basedOn w:val="Fuentedeprrafopredeter"/>
    <w:uiPriority w:val="99"/>
    <w:rsid w:val="00176A9B"/>
    <w:rPr>
      <w:rFonts w:cs="Times New Roman"/>
      <w:color w:val="800080"/>
      <w:u w:val="single"/>
    </w:rPr>
  </w:style>
  <w:style w:type="character" w:styleId="Hipervnculo">
    <w:name w:val="Hyperlink"/>
    <w:basedOn w:val="Fuentedeprrafopredeter"/>
    <w:uiPriority w:val="99"/>
    <w:rsid w:val="00176A9B"/>
    <w:rPr>
      <w:rFonts w:cs="Times New Roman"/>
      <w:color w:val="0000FF"/>
      <w:u w:val="single"/>
    </w:rPr>
  </w:style>
  <w:style w:type="paragraph" w:styleId="Textodebloque">
    <w:name w:val="Block Text"/>
    <w:basedOn w:val="Normal"/>
    <w:rsid w:val="00176A9B"/>
    <w:pPr>
      <w:spacing w:after="0" w:line="240" w:lineRule="auto"/>
      <w:ind w:left="-1276" w:right="-1448"/>
    </w:pPr>
    <w:rPr>
      <w:rFonts w:ascii="Arial" w:eastAsia="Times New Roman" w:hAnsi="Arial" w:cs="Arial"/>
      <w:sz w:val="18"/>
      <w:szCs w:val="18"/>
      <w:lang w:val="en-US" w:eastAsia="es-ES"/>
    </w:rPr>
  </w:style>
  <w:style w:type="character" w:customStyle="1" w:styleId="TextomacroCar">
    <w:name w:val="Texto macro Car"/>
    <w:basedOn w:val="Fuentedeprrafopredeter"/>
    <w:link w:val="Textomacro"/>
    <w:semiHidden/>
    <w:rsid w:val="00176A9B"/>
    <w:rPr>
      <w:rFonts w:ascii="Courier New" w:eastAsia="Times New Roman" w:hAnsi="Courier New" w:cs="Courier New"/>
      <w:sz w:val="20"/>
      <w:szCs w:val="20"/>
      <w:lang w:eastAsia="es-ES"/>
    </w:rPr>
  </w:style>
  <w:style w:type="paragraph" w:styleId="Textomacro">
    <w:name w:val="macro"/>
    <w:link w:val="TextomacroCar"/>
    <w:semiHidden/>
    <w:rsid w:val="00176A9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extomacroCar1">
    <w:name w:val="Texto macro Car1"/>
    <w:basedOn w:val="Fuentedeprrafopredeter"/>
    <w:uiPriority w:val="99"/>
    <w:semiHidden/>
    <w:rsid w:val="00176A9B"/>
    <w:rPr>
      <w:rFonts w:ascii="Consolas" w:eastAsia="Calibri" w:hAnsi="Consolas" w:cs="Consolas"/>
      <w:sz w:val="20"/>
      <w:szCs w:val="20"/>
    </w:rPr>
  </w:style>
  <w:style w:type="character" w:customStyle="1" w:styleId="sumCarCar">
    <w:name w:val="sum Car Car"/>
    <w:locked/>
    <w:rsid w:val="00176A9B"/>
    <w:rPr>
      <w:rFonts w:ascii="Arial" w:hAnsi="Arial"/>
      <w:sz w:val="24"/>
      <w:szCs w:val="24"/>
      <w:lang w:val="es-ES_tradnl" w:eastAsia="es-ES" w:bidi="ar-SA"/>
    </w:rPr>
  </w:style>
  <w:style w:type="character" w:styleId="Textoennegrita">
    <w:name w:val="Strong"/>
    <w:basedOn w:val="Fuentedeprrafopredeter"/>
    <w:qFormat/>
    <w:rsid w:val="00176A9B"/>
    <w:rPr>
      <w:rFonts w:cs="Times New Roman"/>
      <w:b/>
      <w:bCs/>
    </w:rPr>
  </w:style>
  <w:style w:type="paragraph" w:customStyle="1" w:styleId="SRA">
    <w:name w:val="SRA"/>
    <w:basedOn w:val="texto0"/>
    <w:rsid w:val="00176A9B"/>
    <w:pPr>
      <w:spacing w:after="101" w:line="216" w:lineRule="atLeast"/>
      <w:ind w:left="1440" w:hanging="1170"/>
    </w:pPr>
    <w:rPr>
      <w:szCs w:val="18"/>
      <w:lang w:eastAsia="es-MX"/>
    </w:rPr>
  </w:style>
  <w:style w:type="paragraph" w:customStyle="1" w:styleId="Prrafodelista1">
    <w:name w:val="Párrafo de lista1"/>
    <w:basedOn w:val="Normal"/>
    <w:rsid w:val="00176A9B"/>
    <w:pPr>
      <w:ind w:left="720"/>
    </w:pPr>
    <w:rPr>
      <w:rFonts w:eastAsia="Times New Roman" w:cs="Calibri"/>
      <w:lang w:val="es-ES"/>
    </w:rPr>
  </w:style>
  <w:style w:type="paragraph" w:customStyle="1" w:styleId="Sangra2detindependiente1">
    <w:name w:val="Sangría 2 de t. independiente1"/>
    <w:basedOn w:val="Normal"/>
    <w:rsid w:val="00176A9B"/>
    <w:pPr>
      <w:spacing w:after="0" w:line="240" w:lineRule="auto"/>
      <w:ind w:left="-426"/>
    </w:pPr>
    <w:rPr>
      <w:rFonts w:ascii="Century Gothic" w:eastAsia="Times New Roman" w:hAnsi="Century Gothic" w:cs="Century Gothic"/>
      <w:sz w:val="20"/>
      <w:szCs w:val="20"/>
      <w:lang w:val="es-ES_tradnl" w:eastAsia="es-ES"/>
    </w:rPr>
  </w:style>
  <w:style w:type="paragraph" w:styleId="NormalWeb">
    <w:name w:val="Normal (Web)"/>
    <w:basedOn w:val="Normal"/>
    <w:rsid w:val="00176A9B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tablainicio">
    <w:name w:val="tablainicio"/>
    <w:basedOn w:val="Normal"/>
    <w:rsid w:val="00176A9B"/>
    <w:pPr>
      <w:tabs>
        <w:tab w:val="center" w:pos="1080"/>
        <w:tab w:val="center" w:pos="1890"/>
        <w:tab w:val="center" w:pos="2610"/>
        <w:tab w:val="center" w:pos="3240"/>
        <w:tab w:val="center" w:pos="4050"/>
        <w:tab w:val="center" w:pos="4770"/>
        <w:tab w:val="center" w:pos="5490"/>
        <w:tab w:val="center" w:pos="6120"/>
        <w:tab w:val="center" w:pos="6930"/>
        <w:tab w:val="center" w:pos="7740"/>
        <w:tab w:val="center" w:pos="8550"/>
      </w:tabs>
      <w:spacing w:after="0" w:line="104" w:lineRule="exact"/>
      <w:ind w:firstLine="180"/>
    </w:pPr>
    <w:rPr>
      <w:rFonts w:ascii="Courier New" w:eastAsia="Times New Roman" w:hAnsi="Courier New" w:cs="Courier New"/>
      <w:sz w:val="10"/>
      <w:szCs w:val="10"/>
      <w:lang w:val="es-ES_tradnl" w:eastAsia="es-MX"/>
    </w:rPr>
  </w:style>
  <w:style w:type="paragraph" w:customStyle="1" w:styleId="an4x">
    <w:name w:val="an4x"/>
    <w:basedOn w:val="Normal"/>
    <w:rsid w:val="00176A9B"/>
    <w:pPr>
      <w:tabs>
        <w:tab w:val="right" w:pos="1296"/>
        <w:tab w:val="left" w:pos="1627"/>
        <w:tab w:val="right" w:pos="2822"/>
        <w:tab w:val="left" w:pos="3067"/>
        <w:tab w:val="right" w:pos="4262"/>
        <w:tab w:val="left" w:pos="4507"/>
        <w:tab w:val="right" w:pos="5702"/>
        <w:tab w:val="left" w:pos="6034"/>
        <w:tab w:val="right" w:pos="7229"/>
        <w:tab w:val="left" w:pos="7560"/>
        <w:tab w:val="right" w:pos="8669"/>
      </w:tabs>
      <w:spacing w:after="0" w:line="128" w:lineRule="exact"/>
    </w:pPr>
    <w:rPr>
      <w:rFonts w:ascii="Courier New" w:eastAsia="Times New Roman" w:hAnsi="Courier New" w:cs="Courier New"/>
      <w:sz w:val="10"/>
      <w:szCs w:val="10"/>
      <w:lang w:val="es-ES_tradnl" w:eastAsia="es-MX"/>
    </w:rPr>
  </w:style>
  <w:style w:type="paragraph" w:customStyle="1" w:styleId="Textosinformato1">
    <w:name w:val="Texto sin formato1"/>
    <w:basedOn w:val="Normal"/>
    <w:rsid w:val="00176A9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CarCar18">
    <w:name w:val="Car Car18"/>
    <w:basedOn w:val="Fuentedeprrafopredeter"/>
    <w:rsid w:val="00176A9B"/>
    <w:rPr>
      <w:rFonts w:ascii="Arial" w:hAnsi="Arial" w:cs="Arial"/>
      <w:sz w:val="18"/>
      <w:szCs w:val="18"/>
      <w:lang w:val="es-ES_tradnl" w:eastAsia="es-MX"/>
    </w:rPr>
  </w:style>
  <w:style w:type="paragraph" w:styleId="Textosinformato">
    <w:name w:val="Plain Text"/>
    <w:basedOn w:val="Normal"/>
    <w:link w:val="TextosinformatoCar"/>
    <w:rsid w:val="00176A9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extosinformatoCar">
    <w:name w:val="Texto sin formato Car"/>
    <w:basedOn w:val="Fuentedeprrafopredeter"/>
    <w:link w:val="Textosinformato"/>
    <w:rsid w:val="00176A9B"/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76A9B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extocomentario">
    <w:name w:val="annotation text"/>
    <w:basedOn w:val="Normal"/>
    <w:link w:val="TextocomentarioCar"/>
    <w:uiPriority w:val="99"/>
    <w:rsid w:val="00176A9B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_tradnl" w:eastAsia="es-ES"/>
    </w:rPr>
  </w:style>
  <w:style w:type="character" w:customStyle="1" w:styleId="TextocomentarioCar1">
    <w:name w:val="Texto comentario Car1"/>
    <w:basedOn w:val="Fuentedeprrafopredeter"/>
    <w:uiPriority w:val="99"/>
    <w:semiHidden/>
    <w:rsid w:val="00176A9B"/>
    <w:rPr>
      <w:rFonts w:ascii="Calibri" w:eastAsia="Calibri" w:hAnsi="Calibri" w:cs="Times New Roman"/>
      <w:sz w:val="20"/>
      <w:szCs w:val="20"/>
    </w:rPr>
  </w:style>
  <w:style w:type="paragraph" w:customStyle="1" w:styleId="cmadrid">
    <w:name w:val="cmadrid"/>
    <w:basedOn w:val="Normal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es-ES_tradnl" w:eastAsia="es-ES"/>
    </w:rPr>
  </w:style>
  <w:style w:type="paragraph" w:customStyle="1" w:styleId="Default">
    <w:name w:val="Default"/>
    <w:rsid w:val="00176A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customStyle="1" w:styleId="Nachovieta">
    <w:name w:val="Nacho viñeta"/>
    <w:basedOn w:val="Textoindependiente"/>
    <w:rsid w:val="00176A9B"/>
    <w:pPr>
      <w:tabs>
        <w:tab w:val="num" w:pos="0"/>
      </w:tabs>
      <w:spacing w:line="240" w:lineRule="auto"/>
      <w:ind w:left="187" w:hanging="187"/>
    </w:pPr>
    <w:rPr>
      <w:rFonts w:ascii="Times New Roman" w:hAnsi="Times New Roman"/>
      <w:sz w:val="26"/>
      <w:szCs w:val="26"/>
      <w:lang w:val="es-ES_tradnl"/>
    </w:rPr>
  </w:style>
  <w:style w:type="character" w:styleId="nfasis">
    <w:name w:val="Emphasis"/>
    <w:basedOn w:val="Fuentedeprrafopredeter"/>
    <w:qFormat/>
    <w:rsid w:val="00176A9B"/>
    <w:rPr>
      <w:rFonts w:cs="Times New Roman"/>
      <w:i/>
      <w:iCs/>
    </w:rPr>
  </w:style>
  <w:style w:type="paragraph" w:customStyle="1" w:styleId="Textoindependiente22">
    <w:name w:val="Texto independiente 22"/>
    <w:basedOn w:val="Normal"/>
    <w:rsid w:val="00176A9B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es-ES"/>
    </w:rPr>
  </w:style>
  <w:style w:type="paragraph" w:customStyle="1" w:styleId="Textodebloque2">
    <w:name w:val="Texto de bloque2"/>
    <w:basedOn w:val="Normal"/>
    <w:rsid w:val="00176A9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Sangra2detindependiente2">
    <w:name w:val="Sangría 2 de t. independiente2"/>
    <w:basedOn w:val="Normal"/>
    <w:rsid w:val="00176A9B"/>
    <w:pPr>
      <w:spacing w:after="0" w:line="240" w:lineRule="auto"/>
      <w:ind w:left="-426"/>
    </w:pPr>
    <w:rPr>
      <w:rFonts w:ascii="Century Gothic" w:eastAsia="Times New Roman" w:hAnsi="Century Gothic" w:cs="Century Gothic"/>
      <w:sz w:val="20"/>
      <w:szCs w:val="20"/>
      <w:lang w:val="es-ES_tradnl" w:eastAsia="es-ES"/>
    </w:rPr>
  </w:style>
  <w:style w:type="paragraph" w:customStyle="1" w:styleId="Textosinformato2">
    <w:name w:val="Texto sin formato2"/>
    <w:basedOn w:val="Normal"/>
    <w:rsid w:val="00176A9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CarCar181">
    <w:name w:val="Car Car181"/>
    <w:basedOn w:val="Fuentedeprrafopredeter"/>
    <w:rsid w:val="00176A9B"/>
    <w:rPr>
      <w:rFonts w:ascii="Arial" w:hAnsi="Arial" w:cs="Arial"/>
      <w:sz w:val="18"/>
      <w:szCs w:val="18"/>
      <w:lang w:val="es-ES_tradnl" w:eastAsia="es-MX"/>
    </w:rPr>
  </w:style>
  <w:style w:type="paragraph" w:customStyle="1" w:styleId="Sangra3detindependiente2">
    <w:name w:val="Sangría 3 de t. independiente2"/>
    <w:basedOn w:val="Normal"/>
    <w:rsid w:val="00176A9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es-ES" w:eastAsia="es-ES"/>
    </w:rPr>
  </w:style>
  <w:style w:type="paragraph" w:customStyle="1" w:styleId="Textoindependiente32">
    <w:name w:val="Texto independiente 32"/>
    <w:basedOn w:val="Normal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6"/>
      <w:szCs w:val="26"/>
      <w:lang w:val="es-ES_tradnl" w:eastAsia="es-ES"/>
    </w:rPr>
  </w:style>
  <w:style w:type="paragraph" w:customStyle="1" w:styleId="font5">
    <w:name w:val="font5"/>
    <w:basedOn w:val="Normal"/>
    <w:rsid w:val="00176A9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val="en-US"/>
    </w:rPr>
  </w:style>
  <w:style w:type="paragraph" w:customStyle="1" w:styleId="font6">
    <w:name w:val="font6"/>
    <w:basedOn w:val="Normal"/>
    <w:rsid w:val="00176A9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customStyle="1" w:styleId="xl69">
    <w:name w:val="xl69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0">
    <w:name w:val="xl70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71">
    <w:name w:val="xl71"/>
    <w:basedOn w:val="Normal"/>
    <w:rsid w:val="00176A9B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2">
    <w:name w:val="xl72"/>
    <w:basedOn w:val="Normal"/>
    <w:rsid w:val="00176A9B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3">
    <w:name w:val="xl73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4">
    <w:name w:val="xl74"/>
    <w:basedOn w:val="Normal"/>
    <w:rsid w:val="00176A9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5">
    <w:name w:val="xl75"/>
    <w:basedOn w:val="Normal"/>
    <w:rsid w:val="00176A9B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6">
    <w:name w:val="xl76"/>
    <w:basedOn w:val="Normal"/>
    <w:rsid w:val="00176A9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7">
    <w:name w:val="xl77"/>
    <w:basedOn w:val="Normal"/>
    <w:rsid w:val="00176A9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8">
    <w:name w:val="xl78"/>
    <w:basedOn w:val="Normal"/>
    <w:rsid w:val="00176A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9">
    <w:name w:val="xl79"/>
    <w:basedOn w:val="Normal"/>
    <w:rsid w:val="00176A9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80">
    <w:name w:val="xl80"/>
    <w:basedOn w:val="Normal"/>
    <w:rsid w:val="00176A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81">
    <w:name w:val="xl81"/>
    <w:basedOn w:val="Normal"/>
    <w:rsid w:val="00176A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82">
    <w:name w:val="xl82"/>
    <w:basedOn w:val="Normal"/>
    <w:rsid w:val="00176A9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3">
    <w:name w:val="xl83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84">
    <w:name w:val="xl84"/>
    <w:basedOn w:val="Normal"/>
    <w:rsid w:val="00176A9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5">
    <w:name w:val="xl85"/>
    <w:basedOn w:val="Normal"/>
    <w:rsid w:val="00176A9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6">
    <w:name w:val="xl86"/>
    <w:basedOn w:val="Normal"/>
    <w:rsid w:val="00176A9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7">
    <w:name w:val="xl87"/>
    <w:basedOn w:val="Normal"/>
    <w:rsid w:val="00176A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8">
    <w:name w:val="xl88"/>
    <w:basedOn w:val="Normal"/>
    <w:rsid w:val="00176A9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9">
    <w:name w:val="xl89"/>
    <w:basedOn w:val="Normal"/>
    <w:rsid w:val="00176A9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0">
    <w:name w:val="xl90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1">
    <w:name w:val="xl91"/>
    <w:basedOn w:val="Normal"/>
    <w:rsid w:val="00176A9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2">
    <w:name w:val="xl92"/>
    <w:basedOn w:val="Normal"/>
    <w:rsid w:val="00176A9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3">
    <w:name w:val="xl93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4">
    <w:name w:val="xl94"/>
    <w:basedOn w:val="Normal"/>
    <w:rsid w:val="00176A9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5">
    <w:name w:val="xl95"/>
    <w:basedOn w:val="Normal"/>
    <w:rsid w:val="00176A9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6">
    <w:name w:val="xl96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7">
    <w:name w:val="xl97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8">
    <w:name w:val="xl98"/>
    <w:basedOn w:val="Normal"/>
    <w:rsid w:val="00176A9B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9">
    <w:name w:val="xl99"/>
    <w:basedOn w:val="Normal"/>
    <w:rsid w:val="00176A9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00">
    <w:name w:val="xl100"/>
    <w:basedOn w:val="Normal"/>
    <w:rsid w:val="00176A9B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01">
    <w:name w:val="xl101"/>
    <w:basedOn w:val="Normal"/>
    <w:rsid w:val="00176A9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2">
    <w:name w:val="xl102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3">
    <w:name w:val="xl103"/>
    <w:basedOn w:val="Normal"/>
    <w:rsid w:val="00176A9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4">
    <w:name w:val="xl104"/>
    <w:basedOn w:val="Normal"/>
    <w:rsid w:val="00176A9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5">
    <w:name w:val="xl105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6">
    <w:name w:val="xl106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7">
    <w:name w:val="xl107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8">
    <w:name w:val="xl108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ind w:firstLineChars="300" w:firstLine="300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9">
    <w:name w:val="xl109"/>
    <w:basedOn w:val="Normal"/>
    <w:rsid w:val="00176A9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0">
    <w:name w:val="xl110"/>
    <w:basedOn w:val="Normal"/>
    <w:rsid w:val="00176A9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1">
    <w:name w:val="xl111"/>
    <w:basedOn w:val="Normal"/>
    <w:rsid w:val="00176A9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12">
    <w:name w:val="xl112"/>
    <w:basedOn w:val="Normal"/>
    <w:rsid w:val="00176A9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3">
    <w:name w:val="xl113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4">
    <w:name w:val="xl114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5">
    <w:name w:val="xl115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6">
    <w:name w:val="xl116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7">
    <w:name w:val="xl117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8">
    <w:name w:val="xl118"/>
    <w:basedOn w:val="Normal"/>
    <w:rsid w:val="00176A9B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19">
    <w:name w:val="xl119"/>
    <w:basedOn w:val="Normal"/>
    <w:rsid w:val="00176A9B"/>
    <w:pPr>
      <w:pBdr>
        <w:lef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20">
    <w:name w:val="xl120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1">
    <w:name w:val="xl121"/>
    <w:basedOn w:val="Normal"/>
    <w:rsid w:val="00176A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2">
    <w:name w:val="xl122"/>
    <w:basedOn w:val="Normal"/>
    <w:rsid w:val="00176A9B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3">
    <w:name w:val="xl123"/>
    <w:basedOn w:val="Normal"/>
    <w:rsid w:val="00176A9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24">
    <w:name w:val="xl124"/>
    <w:basedOn w:val="Normal"/>
    <w:rsid w:val="00176A9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5">
    <w:name w:val="xl125"/>
    <w:basedOn w:val="Normal"/>
    <w:rsid w:val="00176A9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6">
    <w:name w:val="xl126"/>
    <w:basedOn w:val="Normal"/>
    <w:rsid w:val="00176A9B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27">
    <w:name w:val="xl127"/>
    <w:basedOn w:val="Normal"/>
    <w:rsid w:val="00176A9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8">
    <w:name w:val="xl128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9">
    <w:name w:val="xl129"/>
    <w:basedOn w:val="Normal"/>
    <w:rsid w:val="00176A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30">
    <w:name w:val="xl130"/>
    <w:basedOn w:val="Normal"/>
    <w:rsid w:val="00176A9B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31">
    <w:name w:val="xl131"/>
    <w:basedOn w:val="Normal"/>
    <w:rsid w:val="00176A9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32">
    <w:name w:val="xl132"/>
    <w:basedOn w:val="Normal"/>
    <w:rsid w:val="00176A9B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33">
    <w:name w:val="xl133"/>
    <w:basedOn w:val="Normal"/>
    <w:rsid w:val="00176A9B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6"/>
      <w:szCs w:val="6"/>
      <w:lang w:val="en-US"/>
    </w:rPr>
  </w:style>
  <w:style w:type="paragraph" w:customStyle="1" w:styleId="xl134">
    <w:name w:val="xl134"/>
    <w:basedOn w:val="Normal"/>
    <w:rsid w:val="00176A9B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ROMANOS2">
    <w:name w:val="ROMANOS2"/>
    <w:basedOn w:val="Normal"/>
    <w:rsid w:val="00176A9B"/>
    <w:pPr>
      <w:tabs>
        <w:tab w:val="left" w:pos="1080"/>
      </w:tabs>
      <w:spacing w:after="101" w:line="216" w:lineRule="exact"/>
      <w:ind w:left="1080" w:hanging="351"/>
      <w:jc w:val="both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AA">
    <w:name w:val="AA"/>
    <w:basedOn w:val="Normal"/>
    <w:rsid w:val="00176A9B"/>
    <w:pPr>
      <w:spacing w:after="101" w:line="216" w:lineRule="exact"/>
      <w:ind w:left="1080" w:hanging="1080"/>
      <w:jc w:val="both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b">
    <w:name w:val="b"/>
    <w:basedOn w:val="Normal"/>
    <w:rsid w:val="00176A9B"/>
    <w:pPr>
      <w:spacing w:after="101" w:line="216" w:lineRule="atLeast"/>
      <w:ind w:left="720"/>
      <w:jc w:val="both"/>
    </w:pPr>
    <w:rPr>
      <w:rFonts w:ascii="Arial" w:eastAsia="Times New Roman" w:hAnsi="Arial"/>
      <w:sz w:val="18"/>
      <w:szCs w:val="20"/>
      <w:lang w:val="es-ES_tradnl" w:eastAsia="es-MX"/>
    </w:rPr>
  </w:style>
  <w:style w:type="paragraph" w:customStyle="1" w:styleId="Sangradet4">
    <w:name w:val="Sangría de t4"/>
    <w:basedOn w:val="Normal"/>
    <w:rsid w:val="00176A9B"/>
    <w:pPr>
      <w:spacing w:after="0" w:line="240" w:lineRule="auto"/>
    </w:pPr>
    <w:rPr>
      <w:rFonts w:ascii="Arial" w:eastAsia="Times New Roman" w:hAnsi="Arial" w:cs="Arial"/>
      <w:b/>
      <w:sz w:val="20"/>
      <w:szCs w:val="20"/>
      <w:lang w:val="es-ES" w:eastAsia="es-ES"/>
    </w:rPr>
  </w:style>
  <w:style w:type="paragraph" w:customStyle="1" w:styleId="CM11">
    <w:name w:val="CM11"/>
    <w:basedOn w:val="Normal"/>
    <w:next w:val="Normal"/>
    <w:rsid w:val="00176A9B"/>
    <w:pPr>
      <w:spacing w:after="545" w:line="240" w:lineRule="auto"/>
    </w:pPr>
    <w:rPr>
      <w:rFonts w:ascii="Times New Roman" w:eastAsia="Times New Roman" w:hAnsi="Times New Roman"/>
      <w:sz w:val="24"/>
      <w:szCs w:val="20"/>
      <w:lang w:val="es-ES" w:eastAsia="es-ES"/>
    </w:rPr>
  </w:style>
  <w:style w:type="paragraph" w:customStyle="1" w:styleId="Estilo2">
    <w:name w:val="Estilo2"/>
    <w:basedOn w:val="Ttulo2"/>
    <w:rsid w:val="00176A9B"/>
    <w:pPr>
      <w:spacing w:before="720" w:after="360"/>
    </w:pPr>
    <w:rPr>
      <w:rFonts w:ascii="Arial Negrita" w:hAnsi="Arial Negrita" w:cs="Arial Negrita"/>
      <w:smallCaps/>
      <w:sz w:val="24"/>
    </w:rPr>
  </w:style>
  <w:style w:type="paragraph" w:customStyle="1" w:styleId="Estilo3">
    <w:name w:val="Estilo3"/>
    <w:basedOn w:val="Ttulo3"/>
    <w:rsid w:val="00176A9B"/>
    <w:pPr>
      <w:spacing w:before="360" w:after="240"/>
    </w:pPr>
    <w:rPr>
      <w:bCs w:val="0"/>
      <w:sz w:val="24"/>
      <w:lang w:val="es-MX"/>
    </w:rPr>
  </w:style>
  <w:style w:type="paragraph" w:customStyle="1" w:styleId="Estilo4">
    <w:name w:val="Estilo4"/>
    <w:basedOn w:val="Ttulo5"/>
    <w:rsid w:val="00176A9B"/>
    <w:pPr>
      <w:keepNext w:val="0"/>
      <w:spacing w:before="240" w:line="360" w:lineRule="atLeast"/>
    </w:pPr>
    <w:rPr>
      <w:rFonts w:ascii="Arial" w:hAnsi="Arial" w:cs="Arial"/>
      <w:caps w:val="0"/>
    </w:rPr>
  </w:style>
  <w:style w:type="paragraph" w:customStyle="1" w:styleId="Estilo5">
    <w:name w:val="Estilo5"/>
    <w:basedOn w:val="Normal"/>
    <w:rsid w:val="00176A9B"/>
    <w:pPr>
      <w:tabs>
        <w:tab w:val="left" w:pos="1440"/>
      </w:tabs>
      <w:spacing w:after="0" w:line="240" w:lineRule="auto"/>
      <w:ind w:left="1440"/>
      <w:jc w:val="both"/>
    </w:pPr>
    <w:rPr>
      <w:rFonts w:ascii="Arial" w:eastAsia="Times New Roman" w:hAnsi="Arial" w:cs="Arial"/>
      <w:sz w:val="24"/>
      <w:szCs w:val="20"/>
      <w:lang w:eastAsia="es-ES"/>
    </w:rPr>
  </w:style>
  <w:style w:type="paragraph" w:customStyle="1" w:styleId="Fracciones">
    <w:name w:val="Fracciones"/>
    <w:basedOn w:val="Normal"/>
    <w:rsid w:val="00176A9B"/>
    <w:pPr>
      <w:spacing w:after="0" w:line="240" w:lineRule="auto"/>
      <w:ind w:left="900"/>
      <w:jc w:val="both"/>
    </w:pPr>
    <w:rPr>
      <w:rFonts w:ascii="Arial" w:eastAsia="Times New Roman" w:hAnsi="Arial" w:cs="Arial"/>
      <w:sz w:val="24"/>
      <w:szCs w:val="20"/>
      <w:lang w:eastAsia="es-ES"/>
    </w:rPr>
  </w:style>
  <w:style w:type="paragraph" w:customStyle="1" w:styleId="Estilo6">
    <w:name w:val="Estilo6"/>
    <w:basedOn w:val="Normal"/>
    <w:rsid w:val="00176A9B"/>
    <w:pPr>
      <w:spacing w:after="0" w:line="360" w:lineRule="atLeast"/>
      <w:ind w:firstLine="1440"/>
      <w:jc w:val="both"/>
    </w:pPr>
    <w:rPr>
      <w:rFonts w:ascii="Arial" w:eastAsia="Times New Roman" w:hAnsi="Arial" w:cs="Arial"/>
      <w:sz w:val="28"/>
      <w:szCs w:val="20"/>
      <w:lang w:eastAsia="es-ES"/>
    </w:rPr>
  </w:style>
  <w:style w:type="paragraph" w:customStyle="1" w:styleId="PrrafoConsiderando">
    <w:name w:val="Párrafo Considerando"/>
    <w:basedOn w:val="Normal"/>
    <w:rsid w:val="00176A9B"/>
    <w:pPr>
      <w:spacing w:before="360" w:after="360" w:line="240" w:lineRule="auto"/>
      <w:jc w:val="both"/>
    </w:pPr>
    <w:rPr>
      <w:rFonts w:ascii="Arial" w:eastAsia="Times New Roman" w:hAnsi="Arial" w:cs="Arial"/>
      <w:sz w:val="24"/>
      <w:szCs w:val="20"/>
      <w:lang w:eastAsia="es-ES"/>
    </w:rPr>
  </w:style>
  <w:style w:type="paragraph" w:customStyle="1" w:styleId="TTULO0">
    <w:name w:val="TÍTULO"/>
    <w:basedOn w:val="PrrafoConsiderando"/>
    <w:rsid w:val="00176A9B"/>
    <w:pPr>
      <w:jc w:val="center"/>
    </w:pPr>
    <w:rPr>
      <w:b/>
    </w:rPr>
  </w:style>
  <w:style w:type="paragraph" w:customStyle="1" w:styleId="p1">
    <w:name w:val="p1"/>
    <w:basedOn w:val="Normal"/>
    <w:rsid w:val="00176A9B"/>
    <w:pPr>
      <w:tabs>
        <w:tab w:val="left" w:pos="204"/>
      </w:tabs>
      <w:spacing w:after="0" w:line="240" w:lineRule="auto"/>
    </w:pPr>
    <w:rPr>
      <w:rFonts w:ascii="Times New Roman" w:eastAsia="Times New Roman" w:hAnsi="Times New Roman"/>
      <w:sz w:val="24"/>
      <w:szCs w:val="20"/>
      <w:lang w:val="en-US" w:eastAsia="es-ES"/>
    </w:rPr>
  </w:style>
  <w:style w:type="paragraph" w:styleId="Sinespaciado">
    <w:name w:val="No Spacing"/>
    <w:qFormat/>
    <w:rsid w:val="00176A9B"/>
    <w:pPr>
      <w:spacing w:after="0" w:line="240" w:lineRule="auto"/>
    </w:pPr>
    <w:rPr>
      <w:rFonts w:ascii="Calibri" w:eastAsia="Times New Roman" w:hAnsi="Calibri" w:cs="Calibri"/>
      <w:szCs w:val="20"/>
      <w:lang w:val="en-US" w:eastAsia="es-ES"/>
    </w:rPr>
  </w:style>
  <w:style w:type="table" w:styleId="Tablaconcuadrcula">
    <w:name w:val="Table Grid"/>
    <w:basedOn w:val="Tablanormal"/>
    <w:uiPriority w:val="59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76A9B"/>
    <w:pPr>
      <w:ind w:left="720"/>
      <w:contextualSpacing/>
    </w:pPr>
  </w:style>
  <w:style w:type="numbering" w:customStyle="1" w:styleId="Sinlista1">
    <w:name w:val="Sin lista1"/>
    <w:next w:val="Sinlista"/>
    <w:uiPriority w:val="99"/>
    <w:semiHidden/>
    <w:unhideWhenUsed/>
    <w:rsid w:val="00176A9B"/>
  </w:style>
  <w:style w:type="paragraph" w:customStyle="1" w:styleId="xl64">
    <w:name w:val="xl64"/>
    <w:basedOn w:val="Normal"/>
    <w:rsid w:val="00176A9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es-ES"/>
    </w:rPr>
  </w:style>
  <w:style w:type="paragraph" w:customStyle="1" w:styleId="xl65">
    <w:name w:val="xl65"/>
    <w:basedOn w:val="Normal"/>
    <w:rsid w:val="00176A9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s-ES"/>
    </w:rPr>
  </w:style>
  <w:style w:type="paragraph" w:customStyle="1" w:styleId="xl66">
    <w:name w:val="xl66"/>
    <w:basedOn w:val="Normal"/>
    <w:rsid w:val="00176A9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es-ES"/>
    </w:rPr>
  </w:style>
  <w:style w:type="paragraph" w:customStyle="1" w:styleId="xl67">
    <w:name w:val="xl67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s-ES"/>
    </w:rPr>
  </w:style>
  <w:style w:type="paragraph" w:customStyle="1" w:styleId="xl68">
    <w:name w:val="xl68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s-ES"/>
    </w:rPr>
  </w:style>
  <w:style w:type="paragraph" w:customStyle="1" w:styleId="xl135">
    <w:name w:val="xl135"/>
    <w:basedOn w:val="Normal"/>
    <w:rsid w:val="00176A9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6">
    <w:name w:val="xl136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7">
    <w:name w:val="xl137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8">
    <w:name w:val="xl138"/>
    <w:basedOn w:val="Normal"/>
    <w:rsid w:val="00176A9B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9">
    <w:name w:val="xl139"/>
    <w:basedOn w:val="Normal"/>
    <w:rsid w:val="00176A9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40">
    <w:name w:val="xl140"/>
    <w:basedOn w:val="Normal"/>
    <w:rsid w:val="00176A9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41">
    <w:name w:val="xl141"/>
    <w:basedOn w:val="Normal"/>
    <w:rsid w:val="00176A9B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4"/>
      <w:szCs w:val="14"/>
      <w:lang w:eastAsia="es-MX"/>
    </w:rPr>
  </w:style>
  <w:style w:type="numbering" w:customStyle="1" w:styleId="Sinlista2">
    <w:name w:val="Sin lista2"/>
    <w:next w:val="Sinlista"/>
    <w:uiPriority w:val="99"/>
    <w:semiHidden/>
    <w:unhideWhenUsed/>
    <w:rsid w:val="00176A9B"/>
  </w:style>
  <w:style w:type="numbering" w:customStyle="1" w:styleId="Sinlista3">
    <w:name w:val="Sin lista3"/>
    <w:next w:val="Sinlista"/>
    <w:uiPriority w:val="99"/>
    <w:semiHidden/>
    <w:unhideWhenUsed/>
    <w:rsid w:val="00176A9B"/>
  </w:style>
  <w:style w:type="character" w:styleId="Refdenotaalpie">
    <w:name w:val="footnote reference"/>
    <w:semiHidden/>
    <w:rsid w:val="00176A9B"/>
    <w:rPr>
      <w:vertAlign w:val="superscript"/>
    </w:rPr>
  </w:style>
  <w:style w:type="numbering" w:customStyle="1" w:styleId="Sinlista4">
    <w:name w:val="Sin lista4"/>
    <w:next w:val="Sinlista"/>
    <w:uiPriority w:val="99"/>
    <w:semiHidden/>
    <w:unhideWhenUsed/>
    <w:rsid w:val="00176A9B"/>
  </w:style>
  <w:style w:type="table" w:customStyle="1" w:styleId="Tablaconcuadrcula1">
    <w:name w:val="Tabla con cuadrícula1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5">
    <w:name w:val="Sin lista5"/>
    <w:next w:val="Sinlista"/>
    <w:uiPriority w:val="99"/>
    <w:semiHidden/>
    <w:unhideWhenUsed/>
    <w:rsid w:val="00176A9B"/>
  </w:style>
  <w:style w:type="table" w:customStyle="1" w:styleId="Tablaconcuadrcula2">
    <w:name w:val="Tabla con cuadrícula2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6">
    <w:name w:val="Sin lista6"/>
    <w:next w:val="Sinlista"/>
    <w:uiPriority w:val="99"/>
    <w:semiHidden/>
    <w:unhideWhenUsed/>
    <w:rsid w:val="00176A9B"/>
  </w:style>
  <w:style w:type="table" w:customStyle="1" w:styleId="Tablaconcuadrcula3">
    <w:name w:val="Tabla con cuadrícula3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es-MX"/>
    </w:rPr>
  </w:style>
  <w:style w:type="numbering" w:customStyle="1" w:styleId="Sinlista7">
    <w:name w:val="Sin lista7"/>
    <w:next w:val="Sinlista"/>
    <w:uiPriority w:val="99"/>
    <w:semiHidden/>
    <w:unhideWhenUsed/>
    <w:rsid w:val="00176A9B"/>
  </w:style>
  <w:style w:type="table" w:customStyle="1" w:styleId="Tablaconcuadrcula4">
    <w:name w:val="Tabla con cuadrícula4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11">
    <w:name w:val="Sin lista11"/>
    <w:next w:val="Sinlista"/>
    <w:uiPriority w:val="99"/>
    <w:semiHidden/>
    <w:unhideWhenUsed/>
    <w:rsid w:val="00176A9B"/>
  </w:style>
  <w:style w:type="table" w:customStyle="1" w:styleId="Tablaconcuadrcula11">
    <w:name w:val="Tabla con cuadrícula11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8">
    <w:name w:val="Sin lista8"/>
    <w:next w:val="Sinlista"/>
    <w:uiPriority w:val="99"/>
    <w:semiHidden/>
    <w:unhideWhenUsed/>
    <w:rsid w:val="00176A9B"/>
  </w:style>
  <w:style w:type="table" w:customStyle="1" w:styleId="Tablaconcuadrcula5">
    <w:name w:val="Tabla con cuadrícula5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9">
    <w:name w:val="Sin lista9"/>
    <w:next w:val="Sinlista"/>
    <w:uiPriority w:val="99"/>
    <w:semiHidden/>
    <w:unhideWhenUsed/>
    <w:rsid w:val="00176A9B"/>
  </w:style>
  <w:style w:type="table" w:customStyle="1" w:styleId="Tablaconcuadrcula6">
    <w:name w:val="Tabla con cuadrícula6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ludo">
    <w:name w:val="Salutation"/>
    <w:basedOn w:val="Normal"/>
    <w:next w:val="Normal"/>
    <w:link w:val="SaludoCar"/>
    <w:rsid w:val="00176A9B"/>
    <w:pPr>
      <w:spacing w:after="0" w:line="240" w:lineRule="auto"/>
    </w:pPr>
    <w:rPr>
      <w:rFonts w:ascii="Arial" w:eastAsia="Times New Roman" w:hAnsi="Arial"/>
      <w:sz w:val="20"/>
      <w:szCs w:val="24"/>
      <w:lang w:val="es-ES" w:eastAsia="es-ES"/>
    </w:rPr>
  </w:style>
  <w:style w:type="character" w:customStyle="1" w:styleId="SaludoCar">
    <w:name w:val="Saludo Car"/>
    <w:basedOn w:val="Fuentedeprrafopredeter"/>
    <w:link w:val="Saludo"/>
    <w:rsid w:val="00176A9B"/>
    <w:rPr>
      <w:rFonts w:ascii="Arial" w:eastAsia="Times New Roman" w:hAnsi="Arial" w:cs="Times New Roman"/>
      <w:sz w:val="20"/>
      <w:szCs w:val="24"/>
      <w:lang w:val="es-ES" w:eastAsia="es-ES"/>
    </w:rPr>
  </w:style>
  <w:style w:type="numbering" w:customStyle="1" w:styleId="Sinlista111">
    <w:name w:val="Sin lista111"/>
    <w:next w:val="Sinlista"/>
    <w:uiPriority w:val="99"/>
    <w:semiHidden/>
    <w:unhideWhenUsed/>
    <w:rsid w:val="00176A9B"/>
  </w:style>
  <w:style w:type="paragraph" w:customStyle="1" w:styleId="xl142">
    <w:name w:val="xl142"/>
    <w:basedOn w:val="Normal"/>
    <w:rsid w:val="00450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3">
    <w:name w:val="xl143"/>
    <w:basedOn w:val="Normal"/>
    <w:rsid w:val="004509B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4">
    <w:name w:val="xl144"/>
    <w:basedOn w:val="Normal"/>
    <w:rsid w:val="004509BB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5">
    <w:name w:val="xl145"/>
    <w:basedOn w:val="Normal"/>
    <w:rsid w:val="004509BB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6">
    <w:name w:val="xl146"/>
    <w:basedOn w:val="Normal"/>
    <w:rsid w:val="004509B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7">
    <w:name w:val="xl147"/>
    <w:basedOn w:val="Normal"/>
    <w:rsid w:val="00450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8">
    <w:name w:val="xl148"/>
    <w:basedOn w:val="Normal"/>
    <w:rsid w:val="004509B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9">
    <w:name w:val="xl149"/>
    <w:basedOn w:val="Normal"/>
    <w:rsid w:val="004509BB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50">
    <w:name w:val="xl150"/>
    <w:basedOn w:val="Normal"/>
    <w:rsid w:val="004509B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51">
    <w:name w:val="xl151"/>
    <w:basedOn w:val="Normal"/>
    <w:rsid w:val="004509BB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52">
    <w:name w:val="xl152"/>
    <w:basedOn w:val="Normal"/>
    <w:rsid w:val="004509B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xl153">
    <w:name w:val="xl153"/>
    <w:basedOn w:val="Normal"/>
    <w:rsid w:val="004509BB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xl154">
    <w:name w:val="xl154"/>
    <w:basedOn w:val="Normal"/>
    <w:rsid w:val="004509B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s-MX"/>
    </w:rPr>
  </w:style>
  <w:style w:type="paragraph" w:styleId="Revisin">
    <w:name w:val="Revision"/>
    <w:hidden/>
    <w:uiPriority w:val="99"/>
    <w:semiHidden/>
    <w:rsid w:val="006B78EC"/>
    <w:pPr>
      <w:spacing w:after="0" w:line="240" w:lineRule="auto"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6B78EC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B78EC"/>
    <w:pPr>
      <w:spacing w:after="200"/>
    </w:pPr>
    <w:rPr>
      <w:rFonts w:ascii="Calibri" w:eastAsia="Calibri" w:hAnsi="Calibri"/>
      <w:b/>
      <w:bCs/>
      <w:lang w:val="es-MX"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B78EC"/>
    <w:rPr>
      <w:rFonts w:ascii="Calibri" w:eastAsia="Calibri" w:hAnsi="Calibri" w:cs="Times New Roman"/>
      <w:b/>
      <w:bCs/>
      <w:sz w:val="2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20319-C5FB-4D42-B3E3-0322F9752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1290</Words>
  <Characters>7099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Osorno Flores Diana Sinday</dc:creator>
  <cp:lastModifiedBy>DGADRI</cp:lastModifiedBy>
  <cp:revision>14</cp:revision>
  <cp:lastPrinted>2015-03-11T16:19:00Z</cp:lastPrinted>
  <dcterms:created xsi:type="dcterms:W3CDTF">2019-02-22T20:38:00Z</dcterms:created>
  <dcterms:modified xsi:type="dcterms:W3CDTF">2019-02-26T21:14:00Z</dcterms:modified>
</cp:coreProperties>
</file>