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6B" w:rsidRPr="0068525B" w:rsidRDefault="0068525B" w:rsidP="0068525B">
      <w:pPr>
        <w:pStyle w:val="Texto"/>
        <w:spacing w:after="240" w:line="240" w:lineRule="atLeast"/>
        <w:ind w:firstLine="0"/>
        <w:jc w:val="center"/>
        <w:rPr>
          <w:rFonts w:ascii="Soberana Texto" w:hAnsi="Soberana Texto" w:cs="Arial"/>
          <w:b/>
          <w:sz w:val="22"/>
          <w:szCs w:val="22"/>
          <w:u w:val="single"/>
        </w:rPr>
      </w:pPr>
      <w:r>
        <w:rPr>
          <w:rFonts w:ascii="Soberana Texto" w:hAnsi="Soberana Texto" w:cs="Arial"/>
          <w:b/>
          <w:sz w:val="22"/>
          <w:szCs w:val="22"/>
          <w:u w:val="single"/>
        </w:rPr>
        <w:t xml:space="preserve">SERIE </w:t>
      </w:r>
      <w:r w:rsidR="000B556B" w:rsidRPr="0068525B">
        <w:rPr>
          <w:rFonts w:ascii="Soberana Texto" w:hAnsi="Soberana Texto" w:cs="Arial"/>
          <w:b/>
          <w:sz w:val="22"/>
          <w:szCs w:val="22"/>
          <w:u w:val="single"/>
        </w:rPr>
        <w:t>R20 INDICADORES</w:t>
      </w:r>
    </w:p>
    <w:p w:rsidR="0068525B" w:rsidRPr="009A72E4" w:rsidRDefault="0068525B" w:rsidP="0068525B">
      <w:pPr>
        <w:pStyle w:val="Texto"/>
        <w:spacing w:after="120" w:line="240" w:lineRule="atLeast"/>
        <w:ind w:firstLine="0"/>
        <w:rPr>
          <w:rFonts w:ascii="Soberana Texto" w:hAnsi="Soberana Texto"/>
          <w:sz w:val="22"/>
          <w:szCs w:val="22"/>
        </w:rPr>
      </w:pPr>
      <w:r w:rsidRPr="009A72E4">
        <w:rPr>
          <w:rFonts w:ascii="Soberana Texto" w:hAnsi="Soberana Texto"/>
          <w:sz w:val="22"/>
          <w:szCs w:val="22"/>
        </w:rPr>
        <w:t xml:space="preserve">Esta serie se integra por un (1) reporte, cuya frecuencia de elaboración y presentación debe ser </w:t>
      </w:r>
      <w:r w:rsidRPr="009A72E4">
        <w:rPr>
          <w:rFonts w:ascii="Soberana Texto" w:hAnsi="Soberana Texto"/>
          <w:b/>
          <w:sz w:val="22"/>
          <w:szCs w:val="22"/>
          <w:u w:val="single"/>
        </w:rPr>
        <w:t>me</w:t>
      </w:r>
      <w:r>
        <w:rPr>
          <w:rFonts w:ascii="Soberana Texto" w:hAnsi="Soberana Texto"/>
          <w:b/>
          <w:sz w:val="22"/>
          <w:szCs w:val="22"/>
          <w:u w:val="single"/>
        </w:rPr>
        <w:t>n</w:t>
      </w:r>
      <w:r w:rsidRPr="009A72E4">
        <w:rPr>
          <w:rFonts w:ascii="Soberana Texto" w:hAnsi="Soberana Texto"/>
          <w:b/>
          <w:sz w:val="22"/>
          <w:szCs w:val="22"/>
          <w:u w:val="single"/>
        </w:rPr>
        <w:t>s</w:t>
      </w:r>
      <w:r>
        <w:rPr>
          <w:rFonts w:ascii="Soberana Texto" w:hAnsi="Soberana Texto"/>
          <w:b/>
          <w:sz w:val="22"/>
          <w:szCs w:val="22"/>
          <w:u w:val="single"/>
        </w:rPr>
        <w:t>u</w:t>
      </w:r>
      <w:r w:rsidRPr="009A72E4">
        <w:rPr>
          <w:rFonts w:ascii="Soberana Texto" w:hAnsi="Soberana Texto"/>
          <w:b/>
          <w:sz w:val="22"/>
          <w:szCs w:val="22"/>
          <w:u w:val="single"/>
        </w:rPr>
        <w:t>al</w:t>
      </w:r>
      <w:r w:rsidRPr="009A72E4">
        <w:rPr>
          <w:rFonts w:ascii="Soberana Texto" w:hAnsi="Soberana Texto"/>
          <w:sz w:val="22"/>
          <w:szCs w:val="22"/>
        </w:rPr>
        <w:t>.</w:t>
      </w:r>
    </w:p>
    <w:p w:rsidR="0068525B" w:rsidRPr="009A72E4" w:rsidRDefault="0068525B" w:rsidP="0068525B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9A72E4">
        <w:rPr>
          <w:rFonts w:ascii="Soberana Texto" w:hAnsi="Soberana Texto" w:cs="Arial"/>
          <w:b/>
          <w:sz w:val="22"/>
          <w:szCs w:val="22"/>
        </w:rPr>
        <w:t>REPORTE</w:t>
      </w:r>
    </w:p>
    <w:tbl>
      <w:tblPr>
        <w:tblW w:w="8957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7540"/>
      </w:tblGrid>
      <w:tr w:rsidR="0068525B" w:rsidRPr="0068525B" w:rsidTr="0068525B">
        <w:trPr>
          <w:trHeight w:val="20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8525B" w:rsidRPr="0068525B" w:rsidRDefault="0068525B" w:rsidP="0068525B">
            <w:pPr>
              <w:pStyle w:val="Texto"/>
              <w:spacing w:after="0" w:line="240" w:lineRule="atLeast"/>
              <w:ind w:firstLine="0"/>
              <w:jc w:val="left"/>
              <w:rPr>
                <w:rFonts w:ascii="Soberana Texto" w:hAnsi="Soberana Texto" w:cs="Arial"/>
                <w:b/>
                <w:sz w:val="22"/>
                <w:szCs w:val="22"/>
              </w:rPr>
            </w:pPr>
            <w:r w:rsidRPr="0068525B">
              <w:rPr>
                <w:rFonts w:ascii="Soberana Texto" w:hAnsi="Soberana Texto" w:cs="Arial"/>
                <w:b/>
                <w:sz w:val="22"/>
                <w:szCs w:val="22"/>
              </w:rPr>
              <w:t>B</w:t>
            </w:r>
            <w:r>
              <w:rPr>
                <w:rFonts w:ascii="Soberana Texto" w:hAnsi="Soberana Texto" w:cs="Arial"/>
                <w:b/>
                <w:sz w:val="22"/>
                <w:szCs w:val="22"/>
              </w:rPr>
              <w:t>-</w:t>
            </w:r>
            <w:r w:rsidRPr="0068525B">
              <w:rPr>
                <w:rFonts w:ascii="Soberana Texto" w:hAnsi="Soberana Texto" w:cs="Arial"/>
                <w:b/>
                <w:sz w:val="22"/>
                <w:szCs w:val="22"/>
              </w:rPr>
              <w:t>2021</w:t>
            </w:r>
          </w:p>
        </w:tc>
        <w:tc>
          <w:tcPr>
            <w:tcW w:w="7540" w:type="dxa"/>
            <w:tcBorders>
              <w:top w:val="nil"/>
              <w:left w:val="nil"/>
              <w:bottom w:val="nil"/>
              <w:right w:val="nil"/>
            </w:tcBorders>
          </w:tcPr>
          <w:p w:rsidR="0068525B" w:rsidRPr="0068525B" w:rsidRDefault="0068525B" w:rsidP="0068525B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b/>
                <w:bCs/>
                <w:sz w:val="22"/>
                <w:szCs w:val="22"/>
              </w:rPr>
            </w:pPr>
            <w:r w:rsidRPr="0068525B">
              <w:rPr>
                <w:rFonts w:ascii="Soberana Texto" w:hAnsi="Soberana Texto" w:cs="Arial"/>
                <w:b/>
                <w:bCs/>
                <w:sz w:val="22"/>
                <w:szCs w:val="22"/>
              </w:rPr>
              <w:t xml:space="preserve">Razones financieras relevantes por </w:t>
            </w:r>
            <w:r w:rsidR="00B03904">
              <w:rPr>
                <w:rFonts w:ascii="Soberana Texto" w:hAnsi="Soberana Texto" w:cs="Arial"/>
                <w:b/>
                <w:bCs/>
                <w:sz w:val="22"/>
                <w:szCs w:val="22"/>
              </w:rPr>
              <w:t>Sociedad Financiera Popular</w:t>
            </w:r>
          </w:p>
          <w:p w:rsidR="0068525B" w:rsidRPr="0068525B" w:rsidRDefault="0068525B" w:rsidP="00B03904">
            <w:pPr>
              <w:pStyle w:val="Texto"/>
              <w:spacing w:after="120" w:line="240" w:lineRule="atLeast"/>
              <w:ind w:firstLine="0"/>
              <w:rPr>
                <w:rFonts w:ascii="Soberana Texto" w:hAnsi="Soberana Texto" w:cs="Arial"/>
                <w:sz w:val="22"/>
                <w:szCs w:val="22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 xml:space="preserve">En este reporte se deben registrar por </w:t>
            </w:r>
            <w:r w:rsidR="00B03904">
              <w:rPr>
                <w:rFonts w:ascii="Soberana Texto" w:hAnsi="Soberana Texto" w:cs="Arial"/>
                <w:sz w:val="22"/>
                <w:szCs w:val="22"/>
              </w:rPr>
              <w:t xml:space="preserve">Sociedad Financiera Popular </w:t>
            </w:r>
            <w:r w:rsidRPr="0068525B">
              <w:rPr>
                <w:rFonts w:ascii="Soberana Texto" w:hAnsi="Soberana Texto" w:cs="Arial"/>
                <w:sz w:val="22"/>
                <w:szCs w:val="22"/>
              </w:rPr>
              <w:t>las razones financieras que establece la Guía de Supervisión Auxiliar, contenida en el Anexo I de las presentes disposiciones.</w:t>
            </w:r>
            <w:r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</w:p>
        </w:tc>
      </w:tr>
    </w:tbl>
    <w:p w:rsidR="0068525B" w:rsidRPr="0068525B" w:rsidRDefault="0068525B" w:rsidP="00555AB6">
      <w:pPr>
        <w:pStyle w:val="Texto"/>
        <w:spacing w:before="240" w:after="120" w:line="240" w:lineRule="atLeast"/>
        <w:ind w:firstLine="0"/>
        <w:rPr>
          <w:rFonts w:ascii="Soberana Texto" w:hAnsi="Soberana Texto" w:cs="Arial"/>
          <w:sz w:val="22"/>
          <w:szCs w:val="22"/>
        </w:rPr>
      </w:pPr>
      <w:r w:rsidRPr="0068525B">
        <w:rPr>
          <w:rFonts w:ascii="Soberana Texto" w:hAnsi="Soberana Texto" w:cs="Arial"/>
          <w:sz w:val="22"/>
          <w:szCs w:val="22"/>
        </w:rPr>
        <w:t xml:space="preserve">Para el llenado del reporte </w:t>
      </w:r>
      <w:r w:rsidRPr="00555AB6">
        <w:rPr>
          <w:rFonts w:ascii="Soberana Texto" w:hAnsi="Soberana Texto" w:cs="Arial"/>
          <w:b/>
          <w:sz w:val="22"/>
          <w:szCs w:val="22"/>
        </w:rPr>
        <w:t>B-2021</w:t>
      </w:r>
      <w:r w:rsidRPr="0068525B">
        <w:rPr>
          <w:rFonts w:ascii="Soberana Texto" w:hAnsi="Soberana Texto" w:cs="Arial"/>
          <w:sz w:val="22"/>
          <w:szCs w:val="22"/>
        </w:rPr>
        <w:t xml:space="preserve"> es necesario tener en consideración los siguientes aspectos:</w:t>
      </w:r>
    </w:p>
    <w:p w:rsidR="000B556B" w:rsidRPr="00555AB6" w:rsidRDefault="000B556B" w:rsidP="00555AB6">
      <w:pPr>
        <w:pStyle w:val="Texto"/>
        <w:spacing w:after="240" w:line="240" w:lineRule="atLeast"/>
        <w:ind w:firstLine="0"/>
        <w:rPr>
          <w:rFonts w:ascii="Soberana Texto" w:hAnsi="Soberana Texto" w:cs="Arial"/>
          <w:sz w:val="22"/>
          <w:szCs w:val="22"/>
        </w:rPr>
      </w:pPr>
      <w:r w:rsidRPr="00555AB6">
        <w:rPr>
          <w:rFonts w:ascii="Soberana Texto" w:hAnsi="Soberana Texto" w:cs="Arial"/>
          <w:sz w:val="22"/>
          <w:szCs w:val="22"/>
        </w:rPr>
        <w:t>Las razones financieras se calcularán conforme a la Guía de Supervisión Auxiliar contenida en el Anexo I de las presentes disposiciones.</w:t>
      </w:r>
    </w:p>
    <w:p w:rsidR="00555AB6" w:rsidRPr="009A72E4" w:rsidRDefault="00555AB6" w:rsidP="00555AB6">
      <w:pPr>
        <w:pStyle w:val="Texto"/>
        <w:spacing w:before="240" w:after="240" w:line="240" w:lineRule="atLeast"/>
        <w:ind w:firstLine="0"/>
        <w:rPr>
          <w:rFonts w:ascii="Soberana Texto" w:hAnsi="Soberana Texto" w:cs="Arial"/>
          <w:b/>
          <w:sz w:val="22"/>
          <w:szCs w:val="22"/>
        </w:rPr>
      </w:pPr>
      <w:r w:rsidRPr="009A72E4">
        <w:rPr>
          <w:rFonts w:ascii="Soberana Texto" w:hAnsi="Soberana Texto" w:cs="Arial"/>
          <w:b/>
          <w:sz w:val="22"/>
          <w:szCs w:val="22"/>
        </w:rPr>
        <w:t>FORMATO DE CAPTURA</w:t>
      </w:r>
    </w:p>
    <w:p w:rsidR="00555AB6" w:rsidRPr="009A72E4" w:rsidRDefault="00B03904" w:rsidP="00555AB6">
      <w:pPr>
        <w:pStyle w:val="Texto"/>
        <w:spacing w:after="240" w:line="240" w:lineRule="atLeast"/>
        <w:ind w:firstLine="0"/>
        <w:rPr>
          <w:rFonts w:ascii="Soberana Texto" w:hAnsi="Soberana Texto" w:cs="Arial"/>
          <w:sz w:val="22"/>
          <w:szCs w:val="22"/>
        </w:rPr>
      </w:pPr>
      <w:r>
        <w:rPr>
          <w:rFonts w:ascii="Soberana Texto" w:hAnsi="Soberana Texto"/>
          <w:sz w:val="22"/>
          <w:szCs w:val="22"/>
        </w:rPr>
        <w:t xml:space="preserve">Las Federaciones </w:t>
      </w:r>
      <w:r w:rsidR="00555AB6" w:rsidRPr="009A72E4">
        <w:rPr>
          <w:rFonts w:ascii="Soberana Texto" w:hAnsi="Soberana Texto" w:cs="Arial"/>
          <w:sz w:val="22"/>
          <w:szCs w:val="22"/>
        </w:rPr>
        <w:t xml:space="preserve">llevarán a cabo el envío de la información relacionada con el reporte </w:t>
      </w:r>
      <w:r w:rsidR="00555AB6">
        <w:rPr>
          <w:rFonts w:ascii="Soberana Texto" w:hAnsi="Soberana Texto" w:cs="Arial"/>
          <w:b/>
          <w:sz w:val="22"/>
          <w:szCs w:val="22"/>
        </w:rPr>
        <w:t>B</w:t>
      </w:r>
      <w:r w:rsidR="00555AB6" w:rsidRPr="009A72E4">
        <w:rPr>
          <w:rFonts w:ascii="Soberana Texto" w:hAnsi="Soberana Texto" w:cs="Arial"/>
          <w:b/>
          <w:sz w:val="22"/>
          <w:szCs w:val="22"/>
        </w:rPr>
        <w:t>-</w:t>
      </w:r>
      <w:r w:rsidR="00555AB6">
        <w:rPr>
          <w:rFonts w:ascii="Soberana Texto" w:hAnsi="Soberana Texto" w:cs="Arial"/>
          <w:b/>
          <w:sz w:val="22"/>
          <w:szCs w:val="22"/>
        </w:rPr>
        <w:t>202</w:t>
      </w:r>
      <w:r w:rsidR="00555AB6" w:rsidRPr="009A72E4">
        <w:rPr>
          <w:rFonts w:ascii="Soberana Texto" w:hAnsi="Soberana Texto" w:cs="Arial"/>
          <w:b/>
          <w:sz w:val="22"/>
          <w:szCs w:val="22"/>
        </w:rPr>
        <w:t>1</w:t>
      </w:r>
      <w:r w:rsidR="00555AB6" w:rsidRPr="009A72E4">
        <w:rPr>
          <w:rFonts w:ascii="Soberana Texto" w:hAnsi="Soberana Texto" w:cs="Arial"/>
          <w:sz w:val="22"/>
          <w:szCs w:val="22"/>
        </w:rPr>
        <w:t xml:space="preserve">, descrito anteriormente, mediante la utilización del siguiente </w:t>
      </w:r>
      <w:r w:rsidR="00555AB6" w:rsidRPr="009A72E4">
        <w:rPr>
          <w:rFonts w:ascii="Soberana Texto" w:hAnsi="Soberana Texto"/>
          <w:sz w:val="22"/>
          <w:szCs w:val="22"/>
        </w:rPr>
        <w:t>formato de captura</w:t>
      </w:r>
      <w:r w:rsidR="00555AB6" w:rsidRPr="009A72E4">
        <w:rPr>
          <w:rFonts w:ascii="Soberana Texto" w:hAnsi="Soberana Texto" w:cs="Arial"/>
          <w:sz w:val="22"/>
          <w:szCs w:val="22"/>
        </w:rPr>
        <w:t>:</w:t>
      </w:r>
    </w:p>
    <w:tbl>
      <w:tblPr>
        <w:tblW w:w="498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123"/>
      </w:tblGrid>
      <w:tr w:rsidR="00555AB6" w:rsidRPr="009A72E4" w:rsidTr="00296820">
        <w:trPr>
          <w:cantSplit/>
          <w:trHeight w:val="20"/>
          <w:jc w:val="center"/>
        </w:trPr>
        <w:tc>
          <w:tcPr>
            <w:tcW w:w="8960" w:type="dxa"/>
            <w:gridSpan w:val="2"/>
            <w:shd w:val="clear" w:color="000000" w:fill="D9D9D9"/>
            <w:noWrap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jc w:val="center"/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</w:pPr>
            <w:r w:rsidRPr="009A72E4">
              <w:rPr>
                <w:rFonts w:ascii="Soberana Texto" w:hAnsi="Soberana Texto" w:cs="Arial"/>
                <w:b/>
                <w:bCs/>
                <w:color w:val="000000"/>
                <w:sz w:val="22"/>
                <w:szCs w:val="22"/>
              </w:rPr>
              <w:t>INFORMACIÓN SOLICITADA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SECCIÓN IDENTIFICADOR DEL REPORTE</w:t>
            </w: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PERIODO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CLAVE DE</w:t>
            </w:r>
            <w:r w:rsidR="00B03904">
              <w:rPr>
                <w:rFonts w:ascii="Soberana Texto" w:hAnsi="Soberana Texto" w:cs="Arial"/>
                <w:sz w:val="22"/>
                <w:szCs w:val="22"/>
              </w:rPr>
              <w:t xml:space="preserve"> </w:t>
            </w:r>
            <w:r w:rsidRPr="009A72E4">
              <w:rPr>
                <w:rFonts w:ascii="Soberana Texto" w:hAnsi="Soberana Texto" w:cs="Arial"/>
                <w:sz w:val="22"/>
                <w:szCs w:val="22"/>
              </w:rPr>
              <w:t>L</w:t>
            </w:r>
            <w:r w:rsidR="00B03904">
              <w:rPr>
                <w:rFonts w:ascii="Soberana Texto" w:hAnsi="Soberana Texto" w:cs="Arial"/>
                <w:sz w:val="22"/>
                <w:szCs w:val="22"/>
              </w:rPr>
              <w:t>A FEDERACIÓN</w:t>
            </w:r>
            <w:r w:rsidRPr="009A72E4">
              <w:rPr>
                <w:rFonts w:ascii="Soberana Texto" w:hAnsi="Soberana Texto" w:cs="Arial"/>
                <w:sz w:val="22"/>
                <w:szCs w:val="22"/>
              </w:rPr>
              <w:t xml:space="preserve"> ORGANISMO DE INTEGRACIÓN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  <w:vAlign w:val="center"/>
          </w:tcPr>
          <w:p w:rsidR="00555AB6" w:rsidRPr="00166C1F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166C1F"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  <w:t>SUBREPORTE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 w:val="restart"/>
            <w:shd w:val="clear" w:color="auto" w:fill="auto"/>
            <w:vAlign w:val="center"/>
            <w:hideMark/>
          </w:tcPr>
          <w:p w:rsidR="00555AB6" w:rsidRPr="009A72E4" w:rsidRDefault="00166C1F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  <w:r w:rsidRPr="00441082">
              <w:rPr>
                <w:rFonts w:ascii="Soberana Texto" w:hAnsi="Soberana Texto" w:cs="Arial"/>
                <w:color w:val="000000"/>
                <w:sz w:val="22"/>
                <w:szCs w:val="22"/>
              </w:rPr>
              <w:t xml:space="preserve">SECCIÓN </w:t>
            </w:r>
            <w:r w:rsidRPr="00441082">
              <w:rPr>
                <w:rFonts w:ascii="Soberana Texto" w:hAnsi="Soberana Texto" w:cs="Arial"/>
                <w:color w:val="000000"/>
              </w:rPr>
              <w:t>DE LA INFORMACIÓN FINANCIERA</w:t>
            </w:r>
          </w:p>
        </w:tc>
        <w:tc>
          <w:tcPr>
            <w:tcW w:w="6123" w:type="dxa"/>
            <w:shd w:val="clear" w:color="auto" w:fill="auto"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9A72E4">
              <w:rPr>
                <w:rFonts w:ascii="Soberana Texto" w:hAnsi="Soberana Texto" w:cs="Arial"/>
                <w:sz w:val="22"/>
                <w:szCs w:val="22"/>
              </w:rPr>
              <w:t>NÚMERO DE SECUENCIA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  <w:hideMark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555AB6" w:rsidRPr="009A72E4" w:rsidRDefault="00555AB6" w:rsidP="00B03904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 xml:space="preserve">CLAVE DE LA </w:t>
            </w:r>
            <w:r w:rsidR="00B03904">
              <w:rPr>
                <w:rFonts w:ascii="Soberana Texto" w:hAnsi="Soberana Texto" w:cs="Arial"/>
                <w:sz w:val="22"/>
                <w:szCs w:val="22"/>
              </w:rPr>
              <w:t>SOCIEDAD FINANCIERA POPULAR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>NIVEL DE REGULACIÓN PRUDENCIAL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>TIPO DE INDICADOR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>MONTOS</w:t>
            </w:r>
          </w:p>
        </w:tc>
      </w:tr>
      <w:tr w:rsidR="00555AB6" w:rsidRPr="009A72E4" w:rsidTr="00296820">
        <w:trPr>
          <w:cantSplit/>
          <w:trHeight w:val="20"/>
          <w:jc w:val="center"/>
        </w:trPr>
        <w:tc>
          <w:tcPr>
            <w:tcW w:w="2837" w:type="dxa"/>
            <w:vMerge/>
            <w:vAlign w:val="center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hAnsi="Soberana Texto" w:cs="Arial"/>
                <w:color w:val="000000"/>
                <w:sz w:val="22"/>
                <w:szCs w:val="22"/>
              </w:rPr>
            </w:pPr>
          </w:p>
        </w:tc>
        <w:tc>
          <w:tcPr>
            <w:tcW w:w="6123" w:type="dxa"/>
            <w:shd w:val="clear" w:color="auto" w:fill="auto"/>
          </w:tcPr>
          <w:p w:rsidR="00555AB6" w:rsidRPr="009A72E4" w:rsidRDefault="00555AB6" w:rsidP="00296820">
            <w:pPr>
              <w:spacing w:line="240" w:lineRule="atLeast"/>
              <w:rPr>
                <w:rFonts w:ascii="Soberana Texto" w:eastAsia="Calibri" w:hAnsi="Soberana Texto" w:cs="Arial"/>
                <w:color w:val="000000"/>
                <w:sz w:val="22"/>
                <w:szCs w:val="22"/>
                <w:lang w:val="es-MX" w:eastAsia="en-US"/>
              </w:rPr>
            </w:pPr>
            <w:r w:rsidRPr="0068525B">
              <w:rPr>
                <w:rFonts w:ascii="Soberana Texto" w:hAnsi="Soberana Texto" w:cs="Arial"/>
                <w:sz w:val="22"/>
                <w:szCs w:val="22"/>
              </w:rPr>
              <w:t>INDICADORES</w:t>
            </w:r>
          </w:p>
        </w:tc>
      </w:tr>
    </w:tbl>
    <w:p w:rsidR="00555AB6" w:rsidRPr="009A72E4" w:rsidRDefault="00B03904" w:rsidP="00555AB6">
      <w:pPr>
        <w:pStyle w:val="Texto"/>
        <w:spacing w:before="240" w:after="0" w:line="240" w:lineRule="atLeast"/>
        <w:ind w:firstLine="0"/>
        <w:rPr>
          <w:rFonts w:ascii="Soberana Texto" w:hAnsi="Soberana Texto" w:cs="Arial"/>
          <w:sz w:val="22"/>
          <w:szCs w:val="22"/>
        </w:rPr>
      </w:pPr>
      <w:r>
        <w:rPr>
          <w:rFonts w:ascii="Soberana Texto" w:hAnsi="Soberana Texto" w:cs="Arial"/>
          <w:sz w:val="22"/>
          <w:szCs w:val="22"/>
        </w:rPr>
        <w:t>Las Federacio</w:t>
      </w:r>
      <w:bookmarkStart w:id="0" w:name="_GoBack"/>
      <w:bookmarkEnd w:id="0"/>
      <w:r>
        <w:rPr>
          <w:rFonts w:ascii="Soberana Texto" w:hAnsi="Soberana Texto" w:cs="Arial"/>
          <w:sz w:val="22"/>
          <w:szCs w:val="22"/>
        </w:rPr>
        <w:t xml:space="preserve">nes </w:t>
      </w:r>
      <w:r w:rsidR="00555AB6" w:rsidRPr="009A72E4">
        <w:rPr>
          <w:rFonts w:ascii="Soberana Texto" w:hAnsi="Soberana Texto" w:cs="Arial"/>
          <w:sz w:val="22"/>
          <w:szCs w:val="22"/>
        </w:rPr>
        <w:t>reportarán la información que se indica en la presente serie, ajustándose a las características y especificaciones que para efectos de llenado y envío de información se presentan en el Sistema Interinstitucional de Transferencia de Información (SITI) o en el que en su caso dé a conocer la Comisión Nacional Bancaria y de Valores (CNBV).</w:t>
      </w:r>
    </w:p>
    <w:sectPr w:rsidR="00555AB6" w:rsidRPr="009A72E4" w:rsidSect="003425C1">
      <w:pgSz w:w="12240" w:h="15840" w:code="1"/>
      <w:pgMar w:top="1152" w:right="1699" w:bottom="1296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8E" w:rsidRDefault="00BA508E">
      <w:r>
        <w:separator/>
      </w:r>
    </w:p>
  </w:endnote>
  <w:endnote w:type="continuationSeparator" w:id="0">
    <w:p w:rsidR="00BA508E" w:rsidRDefault="00BA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Palacio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oberana Texto">
    <w:panose1 w:val="02000000000000000000"/>
    <w:charset w:val="00"/>
    <w:family w:val="modern"/>
    <w:notTrueType/>
    <w:pitch w:val="variable"/>
    <w:sig w:usb0="800000AF" w:usb1="4000A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8E" w:rsidRDefault="00BA508E">
      <w:r>
        <w:separator/>
      </w:r>
    </w:p>
  </w:footnote>
  <w:footnote w:type="continuationSeparator" w:id="0">
    <w:p w:rsidR="00BA508E" w:rsidRDefault="00BA5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1CE4"/>
    <w:multiLevelType w:val="multilevel"/>
    <w:tmpl w:val="2B025884"/>
    <w:lvl w:ilvl="0">
      <w:start w:val="1"/>
      <w:numFmt w:val="none"/>
      <w:pStyle w:val="Anotacion"/>
      <w:isLgl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79B0609"/>
    <w:multiLevelType w:val="hybridMultilevel"/>
    <w:tmpl w:val="7520C97A"/>
    <w:lvl w:ilvl="0" w:tplc="45623E7A">
      <w:start w:val="1"/>
      <w:numFmt w:val="bullet"/>
      <w:pStyle w:val="ROMVI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9264FF"/>
    <w:multiLevelType w:val="hybridMultilevel"/>
    <w:tmpl w:val="000410B4"/>
    <w:lvl w:ilvl="0" w:tplc="B67C2030">
      <w:start w:val="1"/>
      <w:numFmt w:val="decimal"/>
      <w:pStyle w:val="NUMRO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  <w:i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4">
    <w:nsid w:val="14FB2286"/>
    <w:multiLevelType w:val="hybridMultilevel"/>
    <w:tmpl w:val="EEDE54CA"/>
    <w:lvl w:ilvl="0" w:tplc="53AC77EA">
      <w:start w:val="1"/>
      <w:numFmt w:val="bullet"/>
      <w:pStyle w:val="PH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9E5D77"/>
    <w:multiLevelType w:val="hybridMultilevel"/>
    <w:tmpl w:val="BD6083AE"/>
    <w:lvl w:ilvl="0" w:tplc="080A0001">
      <w:start w:val="1"/>
      <w:numFmt w:val="bullet"/>
      <w:pStyle w:val="convocav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3439A3"/>
    <w:multiLevelType w:val="hybridMultilevel"/>
    <w:tmpl w:val="C9044462"/>
    <w:lvl w:ilvl="0" w:tplc="A5F890B8">
      <w:start w:val="1"/>
      <w:numFmt w:val="lowerLetter"/>
      <w:pStyle w:val="Estilo1"/>
      <w:lvlText w:val="%1)"/>
      <w:lvlJc w:val="left"/>
      <w:pPr>
        <w:tabs>
          <w:tab w:val="num" w:pos="1829"/>
        </w:tabs>
        <w:ind w:left="1829" w:hanging="360"/>
      </w:pPr>
      <w:rPr>
        <w:rFonts w:hint="default"/>
        <w:b/>
        <w:i w:val="0"/>
      </w:rPr>
    </w:lvl>
    <w:lvl w:ilvl="1" w:tplc="63AE8C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3EAB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B45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CA45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A255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449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290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3C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201F0"/>
    <w:multiLevelType w:val="hybridMultilevel"/>
    <w:tmpl w:val="81FC32FE"/>
    <w:lvl w:ilvl="0" w:tplc="DD6AE55A">
      <w:start w:val="1"/>
      <w:numFmt w:val="bullet"/>
      <w:pStyle w:val="vinro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340D88"/>
    <w:multiLevelType w:val="hybridMultilevel"/>
    <w:tmpl w:val="8E34E328"/>
    <w:lvl w:ilvl="0" w:tplc="1C8A3DDA">
      <w:start w:val="1"/>
      <w:numFmt w:val="decimal"/>
      <w:lvlText w:val="(%1)"/>
      <w:lvlJc w:val="left"/>
      <w:pPr>
        <w:tabs>
          <w:tab w:val="num" w:pos="648"/>
        </w:tabs>
        <w:ind w:left="648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9">
    <w:nsid w:val="56914F7E"/>
    <w:multiLevelType w:val="hybridMultilevel"/>
    <w:tmpl w:val="968AD684"/>
    <w:lvl w:ilvl="0" w:tplc="BFACB798">
      <w:start w:val="1"/>
      <w:numFmt w:val="bullet"/>
      <w:pStyle w:val="ROMVI0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FBCA1932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E20CAA6E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EBE2F9EA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2E96A5F4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122685A0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D3CCE96C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8C4CBE2A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7F80536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0">
    <w:nsid w:val="751F6953"/>
    <w:multiLevelType w:val="hybridMultilevel"/>
    <w:tmpl w:val="064614EE"/>
    <w:lvl w:ilvl="0" w:tplc="F0B61E00">
      <w:start w:val="1"/>
      <w:numFmt w:val="upperLetter"/>
      <w:pStyle w:val="romab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/>
      </w:rPr>
    </w:lvl>
    <w:lvl w:ilvl="1" w:tplc="4D3C78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A818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58FE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6E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46E3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FA94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12B7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0CAA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ES_tradnl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6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68"/>
    <w:rsid w:val="00000E32"/>
    <w:rsid w:val="000012C3"/>
    <w:rsid w:val="00010011"/>
    <w:rsid w:val="00010D03"/>
    <w:rsid w:val="00011899"/>
    <w:rsid w:val="00030723"/>
    <w:rsid w:val="000358D9"/>
    <w:rsid w:val="00036560"/>
    <w:rsid w:val="00053647"/>
    <w:rsid w:val="0005466A"/>
    <w:rsid w:val="00057B6C"/>
    <w:rsid w:val="000648E1"/>
    <w:rsid w:val="00067850"/>
    <w:rsid w:val="00073259"/>
    <w:rsid w:val="000750C8"/>
    <w:rsid w:val="00075ACF"/>
    <w:rsid w:val="00084695"/>
    <w:rsid w:val="0008617E"/>
    <w:rsid w:val="000978AB"/>
    <w:rsid w:val="000A1F94"/>
    <w:rsid w:val="000A343D"/>
    <w:rsid w:val="000A513A"/>
    <w:rsid w:val="000B4A41"/>
    <w:rsid w:val="000B556B"/>
    <w:rsid w:val="000C1FC8"/>
    <w:rsid w:val="000C3B5C"/>
    <w:rsid w:val="000C45D3"/>
    <w:rsid w:val="000D21C6"/>
    <w:rsid w:val="000D426F"/>
    <w:rsid w:val="000E2B64"/>
    <w:rsid w:val="000E6CF3"/>
    <w:rsid w:val="00102862"/>
    <w:rsid w:val="00102FE3"/>
    <w:rsid w:val="00106C3E"/>
    <w:rsid w:val="001077E4"/>
    <w:rsid w:val="0012061E"/>
    <w:rsid w:val="0012531B"/>
    <w:rsid w:val="00126C7B"/>
    <w:rsid w:val="001313AA"/>
    <w:rsid w:val="00134372"/>
    <w:rsid w:val="00137802"/>
    <w:rsid w:val="00137A86"/>
    <w:rsid w:val="00137CEF"/>
    <w:rsid w:val="00151A6F"/>
    <w:rsid w:val="00152E00"/>
    <w:rsid w:val="0016282B"/>
    <w:rsid w:val="0016652E"/>
    <w:rsid w:val="00166C1F"/>
    <w:rsid w:val="0017208B"/>
    <w:rsid w:val="00172EEE"/>
    <w:rsid w:val="00192560"/>
    <w:rsid w:val="0019305D"/>
    <w:rsid w:val="00195317"/>
    <w:rsid w:val="001A4B9E"/>
    <w:rsid w:val="001A6003"/>
    <w:rsid w:val="001B1A59"/>
    <w:rsid w:val="001D67C5"/>
    <w:rsid w:val="001D73F4"/>
    <w:rsid w:val="001E75F3"/>
    <w:rsid w:val="001F6A57"/>
    <w:rsid w:val="002166E2"/>
    <w:rsid w:val="002245FF"/>
    <w:rsid w:val="00227507"/>
    <w:rsid w:val="00227986"/>
    <w:rsid w:val="00227BD2"/>
    <w:rsid w:val="00231F85"/>
    <w:rsid w:val="0023262B"/>
    <w:rsid w:val="002351EE"/>
    <w:rsid w:val="00243DD4"/>
    <w:rsid w:val="0025207D"/>
    <w:rsid w:val="002601C5"/>
    <w:rsid w:val="00262785"/>
    <w:rsid w:val="0026322F"/>
    <w:rsid w:val="0027558B"/>
    <w:rsid w:val="002763D4"/>
    <w:rsid w:val="002814E0"/>
    <w:rsid w:val="002834FA"/>
    <w:rsid w:val="00283801"/>
    <w:rsid w:val="002A2486"/>
    <w:rsid w:val="002A449A"/>
    <w:rsid w:val="002A5F11"/>
    <w:rsid w:val="002B0520"/>
    <w:rsid w:val="002C0C57"/>
    <w:rsid w:val="002C53F7"/>
    <w:rsid w:val="002C6D68"/>
    <w:rsid w:val="002D2B34"/>
    <w:rsid w:val="002E04C9"/>
    <w:rsid w:val="002E2308"/>
    <w:rsid w:val="002E35ED"/>
    <w:rsid w:val="002E58DA"/>
    <w:rsid w:val="002E6C06"/>
    <w:rsid w:val="002F4D01"/>
    <w:rsid w:val="003079E7"/>
    <w:rsid w:val="00323B70"/>
    <w:rsid w:val="0033360B"/>
    <w:rsid w:val="00336C6C"/>
    <w:rsid w:val="003425C1"/>
    <w:rsid w:val="00353461"/>
    <w:rsid w:val="003722E0"/>
    <w:rsid w:val="0038050E"/>
    <w:rsid w:val="00385A55"/>
    <w:rsid w:val="0038768E"/>
    <w:rsid w:val="00390AAC"/>
    <w:rsid w:val="003A08B3"/>
    <w:rsid w:val="003A26DC"/>
    <w:rsid w:val="003A3976"/>
    <w:rsid w:val="003A45A9"/>
    <w:rsid w:val="003B13F6"/>
    <w:rsid w:val="003B2612"/>
    <w:rsid w:val="003B4AF7"/>
    <w:rsid w:val="003C32D6"/>
    <w:rsid w:val="003D55C7"/>
    <w:rsid w:val="003E0727"/>
    <w:rsid w:val="003F3687"/>
    <w:rsid w:val="003F4D94"/>
    <w:rsid w:val="003F636F"/>
    <w:rsid w:val="003F6E03"/>
    <w:rsid w:val="0041238F"/>
    <w:rsid w:val="00414F58"/>
    <w:rsid w:val="0041732B"/>
    <w:rsid w:val="00423FE5"/>
    <w:rsid w:val="00424DB2"/>
    <w:rsid w:val="00425CAC"/>
    <w:rsid w:val="00437EC8"/>
    <w:rsid w:val="00441082"/>
    <w:rsid w:val="004559C5"/>
    <w:rsid w:val="00461CE4"/>
    <w:rsid w:val="00462A7C"/>
    <w:rsid w:val="004678BD"/>
    <w:rsid w:val="00470368"/>
    <w:rsid w:val="00473BFE"/>
    <w:rsid w:val="004858AE"/>
    <w:rsid w:val="004867BD"/>
    <w:rsid w:val="00486C58"/>
    <w:rsid w:val="00492876"/>
    <w:rsid w:val="0049770B"/>
    <w:rsid w:val="004A3130"/>
    <w:rsid w:val="004A5C9E"/>
    <w:rsid w:val="004B1575"/>
    <w:rsid w:val="004B3D4E"/>
    <w:rsid w:val="004B6695"/>
    <w:rsid w:val="004C5B7C"/>
    <w:rsid w:val="004D1D60"/>
    <w:rsid w:val="004D37E4"/>
    <w:rsid w:val="004D4E68"/>
    <w:rsid w:val="004E2BBA"/>
    <w:rsid w:val="004E395E"/>
    <w:rsid w:val="004E561B"/>
    <w:rsid w:val="004F19E9"/>
    <w:rsid w:val="00504C5E"/>
    <w:rsid w:val="00523AF2"/>
    <w:rsid w:val="00525E40"/>
    <w:rsid w:val="0053166C"/>
    <w:rsid w:val="005345E7"/>
    <w:rsid w:val="00543911"/>
    <w:rsid w:val="00555AB6"/>
    <w:rsid w:val="0056267E"/>
    <w:rsid w:val="00562921"/>
    <w:rsid w:val="0056397F"/>
    <w:rsid w:val="00574DCA"/>
    <w:rsid w:val="00577099"/>
    <w:rsid w:val="00582574"/>
    <w:rsid w:val="00586738"/>
    <w:rsid w:val="00593675"/>
    <w:rsid w:val="005944B1"/>
    <w:rsid w:val="00594812"/>
    <w:rsid w:val="005970C9"/>
    <w:rsid w:val="00597236"/>
    <w:rsid w:val="00597F1E"/>
    <w:rsid w:val="005A3424"/>
    <w:rsid w:val="005B60BB"/>
    <w:rsid w:val="005B6F4E"/>
    <w:rsid w:val="005D01C4"/>
    <w:rsid w:val="005D1C0E"/>
    <w:rsid w:val="005E0FC5"/>
    <w:rsid w:val="005E3BAA"/>
    <w:rsid w:val="005E7443"/>
    <w:rsid w:val="0060573C"/>
    <w:rsid w:val="00612941"/>
    <w:rsid w:val="00613243"/>
    <w:rsid w:val="00620A3D"/>
    <w:rsid w:val="00620CF9"/>
    <w:rsid w:val="00622231"/>
    <w:rsid w:val="00630480"/>
    <w:rsid w:val="00630D50"/>
    <w:rsid w:val="00636221"/>
    <w:rsid w:val="00647441"/>
    <w:rsid w:val="00647484"/>
    <w:rsid w:val="006538D3"/>
    <w:rsid w:val="006575F8"/>
    <w:rsid w:val="00661E95"/>
    <w:rsid w:val="00670BC6"/>
    <w:rsid w:val="00676AFC"/>
    <w:rsid w:val="00682054"/>
    <w:rsid w:val="0068525B"/>
    <w:rsid w:val="006863B6"/>
    <w:rsid w:val="00687E18"/>
    <w:rsid w:val="006A0AEB"/>
    <w:rsid w:val="006A147F"/>
    <w:rsid w:val="006A37D4"/>
    <w:rsid w:val="006A5E9F"/>
    <w:rsid w:val="006C0F20"/>
    <w:rsid w:val="006D3E33"/>
    <w:rsid w:val="006D4032"/>
    <w:rsid w:val="006D5A1D"/>
    <w:rsid w:val="006E4C5A"/>
    <w:rsid w:val="006E503B"/>
    <w:rsid w:val="006F317F"/>
    <w:rsid w:val="006F7588"/>
    <w:rsid w:val="007002BA"/>
    <w:rsid w:val="0070263B"/>
    <w:rsid w:val="00702993"/>
    <w:rsid w:val="007131E6"/>
    <w:rsid w:val="00721644"/>
    <w:rsid w:val="007218D7"/>
    <w:rsid w:val="00724E9B"/>
    <w:rsid w:val="00731198"/>
    <w:rsid w:val="007479B0"/>
    <w:rsid w:val="00752EC0"/>
    <w:rsid w:val="00754051"/>
    <w:rsid w:val="00756CE1"/>
    <w:rsid w:val="007642DC"/>
    <w:rsid w:val="00767799"/>
    <w:rsid w:val="00775FA9"/>
    <w:rsid w:val="00782AAD"/>
    <w:rsid w:val="007862A4"/>
    <w:rsid w:val="00786A68"/>
    <w:rsid w:val="0078780D"/>
    <w:rsid w:val="00793298"/>
    <w:rsid w:val="007A54A3"/>
    <w:rsid w:val="007A5EE8"/>
    <w:rsid w:val="007B638C"/>
    <w:rsid w:val="007C0E95"/>
    <w:rsid w:val="007C3E19"/>
    <w:rsid w:val="007C40C4"/>
    <w:rsid w:val="007C6692"/>
    <w:rsid w:val="007D2CA9"/>
    <w:rsid w:val="007E32AC"/>
    <w:rsid w:val="007F0128"/>
    <w:rsid w:val="007F655C"/>
    <w:rsid w:val="0080269F"/>
    <w:rsid w:val="00804F40"/>
    <w:rsid w:val="00806A21"/>
    <w:rsid w:val="008111A3"/>
    <w:rsid w:val="008115A0"/>
    <w:rsid w:val="00813CCC"/>
    <w:rsid w:val="00817B5B"/>
    <w:rsid w:val="00822F01"/>
    <w:rsid w:val="008271A3"/>
    <w:rsid w:val="00827E39"/>
    <w:rsid w:val="00835BDE"/>
    <w:rsid w:val="00835D73"/>
    <w:rsid w:val="00836E73"/>
    <w:rsid w:val="0084206B"/>
    <w:rsid w:val="0084635F"/>
    <w:rsid w:val="008547CF"/>
    <w:rsid w:val="008561A1"/>
    <w:rsid w:val="00856208"/>
    <w:rsid w:val="0086570B"/>
    <w:rsid w:val="00871FB3"/>
    <w:rsid w:val="00875897"/>
    <w:rsid w:val="00876827"/>
    <w:rsid w:val="008825D4"/>
    <w:rsid w:val="008A0482"/>
    <w:rsid w:val="008A7B71"/>
    <w:rsid w:val="008B0A6D"/>
    <w:rsid w:val="008B1331"/>
    <w:rsid w:val="008B6C5D"/>
    <w:rsid w:val="008D13CA"/>
    <w:rsid w:val="008F355F"/>
    <w:rsid w:val="008F4EAA"/>
    <w:rsid w:val="009008E8"/>
    <w:rsid w:val="009030FC"/>
    <w:rsid w:val="009059A6"/>
    <w:rsid w:val="00907167"/>
    <w:rsid w:val="00915F2E"/>
    <w:rsid w:val="009166B2"/>
    <w:rsid w:val="00916802"/>
    <w:rsid w:val="00916972"/>
    <w:rsid w:val="00921AAB"/>
    <w:rsid w:val="009264E7"/>
    <w:rsid w:val="00931E03"/>
    <w:rsid w:val="00932D06"/>
    <w:rsid w:val="00935B30"/>
    <w:rsid w:val="00942E4C"/>
    <w:rsid w:val="00945499"/>
    <w:rsid w:val="00954E92"/>
    <w:rsid w:val="009566FE"/>
    <w:rsid w:val="00960743"/>
    <w:rsid w:val="00960A22"/>
    <w:rsid w:val="009640F6"/>
    <w:rsid w:val="009675FB"/>
    <w:rsid w:val="00970BB9"/>
    <w:rsid w:val="009755E7"/>
    <w:rsid w:val="00975AD7"/>
    <w:rsid w:val="00975D2A"/>
    <w:rsid w:val="00981070"/>
    <w:rsid w:val="00982EC3"/>
    <w:rsid w:val="009838DE"/>
    <w:rsid w:val="00983C71"/>
    <w:rsid w:val="0099022F"/>
    <w:rsid w:val="009902C6"/>
    <w:rsid w:val="00990FEF"/>
    <w:rsid w:val="009A05BE"/>
    <w:rsid w:val="009A1E6E"/>
    <w:rsid w:val="009A5A58"/>
    <w:rsid w:val="009A6069"/>
    <w:rsid w:val="009A653A"/>
    <w:rsid w:val="009A7D33"/>
    <w:rsid w:val="009B71CC"/>
    <w:rsid w:val="009C06AD"/>
    <w:rsid w:val="009C54A6"/>
    <w:rsid w:val="009C5D37"/>
    <w:rsid w:val="009C63EB"/>
    <w:rsid w:val="009D0302"/>
    <w:rsid w:val="009D4A98"/>
    <w:rsid w:val="009D4D91"/>
    <w:rsid w:val="009D6B9A"/>
    <w:rsid w:val="009D76C1"/>
    <w:rsid w:val="009D7E36"/>
    <w:rsid w:val="009E1D43"/>
    <w:rsid w:val="009E45A6"/>
    <w:rsid w:val="009F6BB9"/>
    <w:rsid w:val="009F7C91"/>
    <w:rsid w:val="00A22925"/>
    <w:rsid w:val="00A231A2"/>
    <w:rsid w:val="00A302BB"/>
    <w:rsid w:val="00A37365"/>
    <w:rsid w:val="00A378DE"/>
    <w:rsid w:val="00A37D20"/>
    <w:rsid w:val="00A505F9"/>
    <w:rsid w:val="00A5107A"/>
    <w:rsid w:val="00A61F9F"/>
    <w:rsid w:val="00A62FA1"/>
    <w:rsid w:val="00A67D80"/>
    <w:rsid w:val="00A722B2"/>
    <w:rsid w:val="00A84CD6"/>
    <w:rsid w:val="00A920FA"/>
    <w:rsid w:val="00A94C88"/>
    <w:rsid w:val="00A95E86"/>
    <w:rsid w:val="00AA18F9"/>
    <w:rsid w:val="00AA19EC"/>
    <w:rsid w:val="00AA6AC1"/>
    <w:rsid w:val="00AA7DCE"/>
    <w:rsid w:val="00AC3A3A"/>
    <w:rsid w:val="00AD6F31"/>
    <w:rsid w:val="00AE229C"/>
    <w:rsid w:val="00AE357E"/>
    <w:rsid w:val="00AE5DEC"/>
    <w:rsid w:val="00AE79A1"/>
    <w:rsid w:val="00AE7AAE"/>
    <w:rsid w:val="00AF235F"/>
    <w:rsid w:val="00B00BFC"/>
    <w:rsid w:val="00B03904"/>
    <w:rsid w:val="00B05602"/>
    <w:rsid w:val="00B109CF"/>
    <w:rsid w:val="00B23250"/>
    <w:rsid w:val="00B239B3"/>
    <w:rsid w:val="00B23C1D"/>
    <w:rsid w:val="00B23D25"/>
    <w:rsid w:val="00B37593"/>
    <w:rsid w:val="00B43F57"/>
    <w:rsid w:val="00B524C5"/>
    <w:rsid w:val="00B53D42"/>
    <w:rsid w:val="00B54BE6"/>
    <w:rsid w:val="00B67691"/>
    <w:rsid w:val="00B816C6"/>
    <w:rsid w:val="00B85B5D"/>
    <w:rsid w:val="00B870C3"/>
    <w:rsid w:val="00B90BF8"/>
    <w:rsid w:val="00B91DE2"/>
    <w:rsid w:val="00BA1BC9"/>
    <w:rsid w:val="00BA216F"/>
    <w:rsid w:val="00BA508E"/>
    <w:rsid w:val="00BA6693"/>
    <w:rsid w:val="00BA6B1F"/>
    <w:rsid w:val="00BB22A9"/>
    <w:rsid w:val="00BB2CCC"/>
    <w:rsid w:val="00BB382E"/>
    <w:rsid w:val="00BB56CA"/>
    <w:rsid w:val="00BC4A74"/>
    <w:rsid w:val="00BC4AB9"/>
    <w:rsid w:val="00BC5B86"/>
    <w:rsid w:val="00BC6E0F"/>
    <w:rsid w:val="00BC7199"/>
    <w:rsid w:val="00BD3DE7"/>
    <w:rsid w:val="00BD6906"/>
    <w:rsid w:val="00BE1ECE"/>
    <w:rsid w:val="00BE201E"/>
    <w:rsid w:val="00BE3FA1"/>
    <w:rsid w:val="00BE4EA5"/>
    <w:rsid w:val="00BE5422"/>
    <w:rsid w:val="00BF318C"/>
    <w:rsid w:val="00BF4215"/>
    <w:rsid w:val="00BF6362"/>
    <w:rsid w:val="00C077AE"/>
    <w:rsid w:val="00C137B2"/>
    <w:rsid w:val="00C25F30"/>
    <w:rsid w:val="00C345ED"/>
    <w:rsid w:val="00C35C9C"/>
    <w:rsid w:val="00C36EE8"/>
    <w:rsid w:val="00C406A8"/>
    <w:rsid w:val="00C42D53"/>
    <w:rsid w:val="00C42DA0"/>
    <w:rsid w:val="00C61D49"/>
    <w:rsid w:val="00C65141"/>
    <w:rsid w:val="00C657A6"/>
    <w:rsid w:val="00C758ED"/>
    <w:rsid w:val="00C7685A"/>
    <w:rsid w:val="00C815EE"/>
    <w:rsid w:val="00C8401F"/>
    <w:rsid w:val="00C96596"/>
    <w:rsid w:val="00CA4AA4"/>
    <w:rsid w:val="00CB7096"/>
    <w:rsid w:val="00CC4AB4"/>
    <w:rsid w:val="00CD0535"/>
    <w:rsid w:val="00CD29AB"/>
    <w:rsid w:val="00CD3D74"/>
    <w:rsid w:val="00CD7A1A"/>
    <w:rsid w:val="00CE22BD"/>
    <w:rsid w:val="00CF2531"/>
    <w:rsid w:val="00D10485"/>
    <w:rsid w:val="00D122AB"/>
    <w:rsid w:val="00D238E3"/>
    <w:rsid w:val="00D421E0"/>
    <w:rsid w:val="00D465AC"/>
    <w:rsid w:val="00D50082"/>
    <w:rsid w:val="00D549BF"/>
    <w:rsid w:val="00D74F82"/>
    <w:rsid w:val="00D75555"/>
    <w:rsid w:val="00D77ACB"/>
    <w:rsid w:val="00D803EE"/>
    <w:rsid w:val="00D86D1E"/>
    <w:rsid w:val="00D91457"/>
    <w:rsid w:val="00D9304C"/>
    <w:rsid w:val="00D9484E"/>
    <w:rsid w:val="00DA37BE"/>
    <w:rsid w:val="00DA7052"/>
    <w:rsid w:val="00DA7D00"/>
    <w:rsid w:val="00DB2B96"/>
    <w:rsid w:val="00DB66FC"/>
    <w:rsid w:val="00DB76B3"/>
    <w:rsid w:val="00DC1BBA"/>
    <w:rsid w:val="00DC4F8E"/>
    <w:rsid w:val="00DC691B"/>
    <w:rsid w:val="00DD0B37"/>
    <w:rsid w:val="00DF26AD"/>
    <w:rsid w:val="00DF3EEC"/>
    <w:rsid w:val="00DF6D56"/>
    <w:rsid w:val="00E00345"/>
    <w:rsid w:val="00E04EB0"/>
    <w:rsid w:val="00E11BE0"/>
    <w:rsid w:val="00E12FB2"/>
    <w:rsid w:val="00E32007"/>
    <w:rsid w:val="00E41D7E"/>
    <w:rsid w:val="00E44AC9"/>
    <w:rsid w:val="00E6080C"/>
    <w:rsid w:val="00E65209"/>
    <w:rsid w:val="00E7044C"/>
    <w:rsid w:val="00E7281E"/>
    <w:rsid w:val="00E811B8"/>
    <w:rsid w:val="00E869DD"/>
    <w:rsid w:val="00EA4C3B"/>
    <w:rsid w:val="00EA67DB"/>
    <w:rsid w:val="00EB082D"/>
    <w:rsid w:val="00EB1EA9"/>
    <w:rsid w:val="00EB2696"/>
    <w:rsid w:val="00EB2CC3"/>
    <w:rsid w:val="00ED0AEE"/>
    <w:rsid w:val="00EE3BCB"/>
    <w:rsid w:val="00F0019D"/>
    <w:rsid w:val="00F06B10"/>
    <w:rsid w:val="00F107E9"/>
    <w:rsid w:val="00F13457"/>
    <w:rsid w:val="00F15934"/>
    <w:rsid w:val="00F1793A"/>
    <w:rsid w:val="00F20850"/>
    <w:rsid w:val="00F313FD"/>
    <w:rsid w:val="00F34EE9"/>
    <w:rsid w:val="00F4120E"/>
    <w:rsid w:val="00F44390"/>
    <w:rsid w:val="00F4522C"/>
    <w:rsid w:val="00F5090C"/>
    <w:rsid w:val="00F52FD7"/>
    <w:rsid w:val="00F532CB"/>
    <w:rsid w:val="00F54B94"/>
    <w:rsid w:val="00F5520A"/>
    <w:rsid w:val="00F61FD8"/>
    <w:rsid w:val="00F628E0"/>
    <w:rsid w:val="00F70B54"/>
    <w:rsid w:val="00F84A28"/>
    <w:rsid w:val="00F863D0"/>
    <w:rsid w:val="00F924A5"/>
    <w:rsid w:val="00FA26E0"/>
    <w:rsid w:val="00FB2467"/>
    <w:rsid w:val="00FB352F"/>
    <w:rsid w:val="00FC1C6B"/>
    <w:rsid w:val="00FD2413"/>
    <w:rsid w:val="00FE17E6"/>
    <w:rsid w:val="00FF0A7F"/>
    <w:rsid w:val="00FF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E4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E7AAE"/>
    <w:pPr>
      <w:pBdr>
        <w:bottom w:val="single" w:sz="12" w:space="1" w:color="auto"/>
        <w:between w:val="single" w:sz="12" w:space="1" w:color="auto"/>
      </w:pBdr>
      <w:jc w:val="both"/>
      <w:outlineLvl w:val="0"/>
    </w:pPr>
    <w:rPr>
      <w:rFonts w:ascii="Tms Rmn" w:hAnsi="Tms Rmn" w:cs="Tms Rmn"/>
      <w:b/>
      <w:sz w:val="18"/>
      <w:szCs w:val="20"/>
      <w:lang w:val="es-ES_tradnl" w:eastAsia="es-MX"/>
    </w:rPr>
  </w:style>
  <w:style w:type="paragraph" w:styleId="Ttulo2">
    <w:name w:val="heading 2"/>
    <w:basedOn w:val="Normal"/>
    <w:next w:val="Normal"/>
    <w:qFormat/>
    <w:rsid w:val="00AE7AAE"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Helv" w:hAnsi="Helv" w:cs="Helv"/>
      <w:sz w:val="18"/>
      <w:szCs w:val="20"/>
      <w:lang w:val="es-ES_tradnl" w:eastAsia="es-MX"/>
    </w:rPr>
  </w:style>
  <w:style w:type="paragraph" w:styleId="Ttulo3">
    <w:name w:val="heading 3"/>
    <w:basedOn w:val="Normal"/>
    <w:next w:val="Sangranormal"/>
    <w:qFormat/>
    <w:rsid w:val="00AE7AAE"/>
    <w:pPr>
      <w:spacing w:after="101" w:line="216" w:lineRule="atLeast"/>
      <w:ind w:firstLine="288"/>
      <w:jc w:val="both"/>
      <w:outlineLvl w:val="2"/>
    </w:pPr>
    <w:rPr>
      <w:rFonts w:ascii="Arial" w:hAnsi="Arial" w:cs="Arial"/>
      <w:sz w:val="18"/>
      <w:szCs w:val="20"/>
      <w:lang w:val="es-ES_tradnl" w:eastAsia="es-MX"/>
    </w:rPr>
  </w:style>
  <w:style w:type="paragraph" w:styleId="Ttulo4">
    <w:name w:val="heading 4"/>
    <w:basedOn w:val="Normal"/>
    <w:next w:val="Normal"/>
    <w:qFormat/>
    <w:rsid w:val="009A05BE"/>
    <w:pPr>
      <w:keepNext/>
      <w:jc w:val="both"/>
      <w:outlineLvl w:val="3"/>
    </w:pPr>
    <w:rPr>
      <w:sz w:val="26"/>
      <w:szCs w:val="20"/>
      <w:u w:val="single"/>
      <w:lang w:val="es-ES_tradnl"/>
    </w:rPr>
  </w:style>
  <w:style w:type="paragraph" w:styleId="Ttulo5">
    <w:name w:val="heading 5"/>
    <w:basedOn w:val="Normal"/>
    <w:next w:val="Normal"/>
    <w:qFormat/>
    <w:rsid w:val="009A05BE"/>
    <w:pPr>
      <w:spacing w:before="240" w:after="60"/>
      <w:outlineLvl w:val="4"/>
    </w:pPr>
    <w:rPr>
      <w:b/>
      <w:bCs/>
      <w:i/>
      <w:iCs/>
      <w:sz w:val="26"/>
      <w:szCs w:val="26"/>
      <w:lang w:val="es-MX"/>
    </w:rPr>
  </w:style>
  <w:style w:type="paragraph" w:styleId="Ttulo6">
    <w:name w:val="heading 6"/>
    <w:basedOn w:val="Normal"/>
    <w:next w:val="Normal"/>
    <w:qFormat/>
    <w:rsid w:val="009A05BE"/>
    <w:pPr>
      <w:keepNext/>
      <w:outlineLvl w:val="5"/>
    </w:pPr>
    <w:rPr>
      <w:rFonts w:ascii="Arial" w:hAnsi="Arial" w:cs="Arial"/>
      <w:b/>
      <w:bCs/>
      <w:lang w:val="es-ES_tradnl"/>
    </w:rPr>
  </w:style>
  <w:style w:type="paragraph" w:styleId="Ttulo7">
    <w:name w:val="heading 7"/>
    <w:basedOn w:val="Normal"/>
    <w:next w:val="Normal"/>
    <w:qFormat/>
    <w:rsid w:val="009A05BE"/>
    <w:pPr>
      <w:keepNext/>
      <w:ind w:firstLine="1"/>
      <w:jc w:val="both"/>
      <w:outlineLvl w:val="6"/>
    </w:pPr>
    <w:rPr>
      <w:b/>
      <w:sz w:val="26"/>
      <w:szCs w:val="20"/>
      <w:lang w:val="es-ES_tradnl"/>
    </w:rPr>
  </w:style>
  <w:style w:type="paragraph" w:styleId="Ttulo8">
    <w:name w:val="heading 8"/>
    <w:basedOn w:val="Normal"/>
    <w:next w:val="Normal"/>
    <w:qFormat/>
    <w:rsid w:val="009A05BE"/>
    <w:pPr>
      <w:keepNext/>
      <w:numPr>
        <w:ilvl w:val="12"/>
      </w:numPr>
      <w:tabs>
        <w:tab w:val="left" w:pos="7513"/>
      </w:tabs>
      <w:ind w:left="567"/>
      <w:jc w:val="both"/>
      <w:outlineLvl w:val="7"/>
    </w:pPr>
    <w:rPr>
      <w:sz w:val="26"/>
      <w:szCs w:val="20"/>
      <w:lang w:val="es-ES_tradnl"/>
    </w:rPr>
  </w:style>
  <w:style w:type="paragraph" w:styleId="Ttulo9">
    <w:name w:val="heading 9"/>
    <w:basedOn w:val="Normal"/>
    <w:next w:val="Normal"/>
    <w:qFormat/>
    <w:rsid w:val="009A05BE"/>
    <w:pPr>
      <w:keepNext/>
      <w:numPr>
        <w:ilvl w:val="12"/>
      </w:numPr>
      <w:jc w:val="both"/>
      <w:outlineLvl w:val="8"/>
    </w:pPr>
    <w:rPr>
      <w:b/>
      <w:sz w:val="26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A05BE"/>
    <w:rPr>
      <w:rFonts w:ascii="Tms Rmn" w:hAnsi="Tms Rmn" w:cs="Tms Rmn"/>
      <w:b/>
      <w:sz w:val="18"/>
      <w:lang w:val="es-ES_tradnl" w:eastAsia="es-MX" w:bidi="ar-SA"/>
    </w:rPr>
  </w:style>
  <w:style w:type="paragraph" w:styleId="Sangranormal">
    <w:name w:val="Normal Indent"/>
    <w:basedOn w:val="Normal"/>
    <w:rsid w:val="00AE7AAE"/>
    <w:pPr>
      <w:spacing w:after="72" w:line="187" w:lineRule="atLeast"/>
      <w:jc w:val="both"/>
    </w:pPr>
    <w:rPr>
      <w:rFonts w:ascii="Arial" w:hAnsi="Arial" w:cs="Arial"/>
      <w:sz w:val="16"/>
      <w:szCs w:val="20"/>
      <w:lang w:val="es-ES_tradnl" w:eastAsia="es-MX"/>
    </w:rPr>
  </w:style>
  <w:style w:type="paragraph" w:customStyle="1" w:styleId="Texto">
    <w:name w:val="Texto"/>
    <w:basedOn w:val="Normal"/>
    <w:link w:val="TextoCar1"/>
    <w:rsid w:val="00E12FB2"/>
    <w:pPr>
      <w:spacing w:after="101" w:line="216" w:lineRule="exact"/>
      <w:ind w:firstLine="288"/>
      <w:jc w:val="both"/>
    </w:pPr>
    <w:rPr>
      <w:rFonts w:ascii="Arial" w:hAnsi="Arial"/>
      <w:sz w:val="18"/>
      <w:szCs w:val="18"/>
    </w:rPr>
  </w:style>
  <w:style w:type="character" w:customStyle="1" w:styleId="TextoCar1">
    <w:name w:val="Texto Car1"/>
    <w:basedOn w:val="Fuentedeprrafopredeter"/>
    <w:link w:val="Texto"/>
    <w:rsid w:val="004F19E9"/>
    <w:rPr>
      <w:rFonts w:ascii="Arial" w:hAnsi="Arial"/>
      <w:sz w:val="18"/>
      <w:szCs w:val="18"/>
      <w:lang w:val="es-ES" w:eastAsia="es-ES" w:bidi="ar-SA"/>
    </w:rPr>
  </w:style>
  <w:style w:type="paragraph" w:customStyle="1" w:styleId="ROMANOS">
    <w:name w:val="ROMANOS"/>
    <w:basedOn w:val="Normal"/>
    <w:link w:val="ROMANOSCar1"/>
    <w:rsid w:val="00E12FB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hAnsi="Arial" w:cs="Arial"/>
      <w:sz w:val="18"/>
      <w:szCs w:val="18"/>
    </w:rPr>
  </w:style>
  <w:style w:type="character" w:customStyle="1" w:styleId="ROMANOSCar1">
    <w:name w:val="ROMANOS Car1"/>
    <w:basedOn w:val="Fuentedeprrafopredeter"/>
    <w:link w:val="ROMANOS"/>
    <w:rsid w:val="00151A6F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">
    <w:name w:val="INCISO"/>
    <w:basedOn w:val="Normal"/>
    <w:rsid w:val="00E12FB2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Titulo1">
    <w:name w:val="Titulo 1"/>
    <w:basedOn w:val="Normal"/>
    <w:rsid w:val="00D549BF"/>
    <w:pPr>
      <w:pBdr>
        <w:bottom w:val="single" w:sz="12" w:space="1" w:color="auto"/>
      </w:pBdr>
      <w:spacing w:before="120"/>
      <w:jc w:val="both"/>
      <w:outlineLvl w:val="0"/>
    </w:pPr>
    <w:rPr>
      <w:b/>
      <w:sz w:val="18"/>
      <w:szCs w:val="18"/>
      <w:lang w:val="es-MX" w:eastAsia="es-MX"/>
    </w:rPr>
  </w:style>
  <w:style w:type="paragraph" w:customStyle="1" w:styleId="Titulo2">
    <w:name w:val="Titulo 2"/>
    <w:basedOn w:val="Normal"/>
    <w:rsid w:val="00E12FB2"/>
    <w:pPr>
      <w:pBdr>
        <w:top w:val="double" w:sz="6" w:space="1" w:color="auto"/>
      </w:pBdr>
      <w:spacing w:after="101" w:line="216" w:lineRule="exact"/>
      <w:jc w:val="both"/>
      <w:outlineLvl w:val="1"/>
    </w:pPr>
    <w:rPr>
      <w:rFonts w:ascii="Arial" w:hAnsi="Arial" w:cs="Arial"/>
      <w:sz w:val="18"/>
      <w:szCs w:val="18"/>
    </w:rPr>
  </w:style>
  <w:style w:type="paragraph" w:customStyle="1" w:styleId="ANOTACION0">
    <w:name w:val="ANOTACION"/>
    <w:basedOn w:val="Normal"/>
    <w:link w:val="ANOTACIONCar"/>
    <w:rsid w:val="00E12FB2"/>
    <w:pPr>
      <w:spacing w:before="101" w:after="101" w:line="216" w:lineRule="exact"/>
      <w:jc w:val="center"/>
    </w:pPr>
    <w:rPr>
      <w:b/>
      <w:sz w:val="18"/>
      <w:szCs w:val="18"/>
    </w:rPr>
  </w:style>
  <w:style w:type="character" w:customStyle="1" w:styleId="ANOTACIONCar">
    <w:name w:val="ANOTACION Car"/>
    <w:basedOn w:val="Fuentedeprrafopredeter"/>
    <w:link w:val="ANOTACION0"/>
    <w:rsid w:val="009A05BE"/>
    <w:rPr>
      <w:b/>
      <w:sz w:val="18"/>
      <w:szCs w:val="18"/>
      <w:lang w:val="es-ES" w:eastAsia="es-ES" w:bidi="ar-SA"/>
    </w:rPr>
  </w:style>
  <w:style w:type="paragraph" w:customStyle="1" w:styleId="CABEZA">
    <w:name w:val="CABEZA"/>
    <w:basedOn w:val="Ttulo1"/>
    <w:rsid w:val="00DF6D56"/>
    <w:pPr>
      <w:pBdr>
        <w:bottom w:val="none" w:sz="0" w:space="0" w:color="auto"/>
        <w:between w:val="none" w:sz="0" w:space="0" w:color="auto"/>
      </w:pBdr>
      <w:jc w:val="center"/>
    </w:pPr>
    <w:rPr>
      <w:rFonts w:ascii="Times New Roman" w:hAnsi="Times New Roman" w:cs="CG Palacio (WN)"/>
      <w:sz w:val="28"/>
      <w:szCs w:val="18"/>
      <w:lang w:eastAsia="es-ES"/>
    </w:rPr>
  </w:style>
  <w:style w:type="paragraph" w:customStyle="1" w:styleId="Fechas">
    <w:name w:val="Fechas"/>
    <w:basedOn w:val="Normal"/>
    <w:rsid w:val="00E12FB2"/>
    <w:pPr>
      <w:pBdr>
        <w:bottom w:val="double" w:sz="6" w:space="1" w:color="auto"/>
      </w:pBdr>
      <w:tabs>
        <w:tab w:val="center" w:pos="4464"/>
        <w:tab w:val="right" w:pos="8582"/>
      </w:tabs>
      <w:spacing w:after="101"/>
      <w:ind w:left="288" w:right="288"/>
      <w:jc w:val="both"/>
    </w:pPr>
    <w:rPr>
      <w:sz w:val="18"/>
      <w:szCs w:val="18"/>
    </w:rPr>
  </w:style>
  <w:style w:type="paragraph" w:customStyle="1" w:styleId="ABRIR">
    <w:name w:val="ABRIR"/>
    <w:basedOn w:val="Normal"/>
    <w:rsid w:val="00AE7AAE"/>
    <w:pPr>
      <w:spacing w:after="120" w:line="240" w:lineRule="atLeast"/>
      <w:ind w:firstLine="288"/>
      <w:jc w:val="both"/>
    </w:pPr>
    <w:rPr>
      <w:rFonts w:ascii="Arial" w:hAnsi="Arial" w:cs="Arial"/>
      <w:sz w:val="18"/>
      <w:szCs w:val="20"/>
      <w:lang w:val="es-ES_tradnl" w:eastAsia="es-MX"/>
    </w:rPr>
  </w:style>
  <w:style w:type="paragraph" w:styleId="Textodeglobo">
    <w:name w:val="Balloon Text"/>
    <w:basedOn w:val="Normal"/>
    <w:semiHidden/>
    <w:rsid w:val="00AE7AAE"/>
    <w:rPr>
      <w:rFonts w:ascii="Tahoma" w:hAnsi="Tahoma" w:cs="Tahoma"/>
      <w:sz w:val="16"/>
      <w:szCs w:val="16"/>
      <w:lang w:val="es-ES_tradnl" w:eastAsia="es-MX"/>
    </w:rPr>
  </w:style>
  <w:style w:type="paragraph" w:styleId="Encabezado">
    <w:name w:val="header"/>
    <w:basedOn w:val="Normal"/>
    <w:rsid w:val="003876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38768E"/>
    <w:pPr>
      <w:tabs>
        <w:tab w:val="center" w:pos="4419"/>
        <w:tab w:val="right" w:pos="8838"/>
      </w:tabs>
    </w:pPr>
  </w:style>
  <w:style w:type="paragraph" w:styleId="Textoindependiente3">
    <w:name w:val="Body Text 3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paragraph" w:styleId="Textoindependiente">
    <w:name w:val="Body Text"/>
    <w:aliases w:val="bt"/>
    <w:basedOn w:val="Normal"/>
    <w:rsid w:val="009A05BE"/>
    <w:rPr>
      <w:rFonts w:ascii="Arial" w:hAnsi="Arial" w:cs="Arial"/>
      <w:b/>
      <w:bCs/>
      <w:lang w:val="es-MX"/>
    </w:rPr>
  </w:style>
  <w:style w:type="character" w:customStyle="1" w:styleId="TextoCarCar">
    <w:name w:val="Texto Car Car"/>
    <w:basedOn w:val="Fuentedeprrafopredeter"/>
    <w:link w:val="Text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TextoCar">
    <w:name w:val="Texto Car"/>
    <w:basedOn w:val="Normal"/>
    <w:link w:val="TextoCarCar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character" w:customStyle="1" w:styleId="ROMANOSCarCar">
    <w:name w:val="ROMANOS Car Car"/>
    <w:basedOn w:val="Fuentedeprrafopredeter"/>
    <w:link w:val="ROMANOS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ROMANOSCar">
    <w:name w:val="ROMANOS Car"/>
    <w:basedOn w:val="Normal"/>
    <w:link w:val="ROMANOSCarCar"/>
    <w:rsid w:val="009A05BE"/>
    <w:pPr>
      <w:tabs>
        <w:tab w:val="left" w:pos="720"/>
      </w:tabs>
      <w:spacing w:after="101" w:line="216" w:lineRule="exact"/>
      <w:ind w:left="720" w:hanging="432"/>
      <w:jc w:val="both"/>
      <w:outlineLvl w:val="2"/>
    </w:pPr>
    <w:rPr>
      <w:rFonts w:ascii="Arial" w:hAnsi="Arial" w:cs="Arial"/>
      <w:sz w:val="18"/>
      <w:szCs w:val="18"/>
    </w:rPr>
  </w:style>
  <w:style w:type="paragraph" w:customStyle="1" w:styleId="TEXTO0">
    <w:name w:val="TEXTO"/>
    <w:basedOn w:val="Normal"/>
    <w:next w:val="Textomacro"/>
    <w:rsid w:val="009A05BE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</w:rPr>
  </w:style>
  <w:style w:type="paragraph" w:styleId="Textomacro">
    <w:name w:val="macro"/>
    <w:semiHidden/>
    <w:rsid w:val="009A05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s-ES"/>
    </w:rPr>
  </w:style>
  <w:style w:type="character" w:styleId="Nmerodepgina">
    <w:name w:val="page number"/>
    <w:basedOn w:val="Fuentedeprrafopredeter"/>
    <w:rsid w:val="009A05BE"/>
  </w:style>
  <w:style w:type="paragraph" w:customStyle="1" w:styleId="Textoindependiente31">
    <w:name w:val="Texto independiente 31"/>
    <w:basedOn w:val="Normal"/>
    <w:rsid w:val="009A05BE"/>
    <w:pPr>
      <w:jc w:val="both"/>
    </w:pPr>
    <w:rPr>
      <w:rFonts w:ascii="Arial" w:hAnsi="Arial"/>
      <w:szCs w:val="20"/>
      <w:lang w:val="es-MX"/>
    </w:rPr>
  </w:style>
  <w:style w:type="character" w:customStyle="1" w:styleId="Titulo1Car">
    <w:name w:val="Titulo 1 Car"/>
    <w:basedOn w:val="Fuentedeprrafopredeter"/>
    <w:rsid w:val="009A05BE"/>
    <w:rPr>
      <w:rFonts w:cs="Arial"/>
      <w:b/>
      <w:sz w:val="18"/>
      <w:szCs w:val="18"/>
      <w:lang w:val="es-ES" w:eastAsia="es-ES" w:bidi="ar-SA"/>
    </w:rPr>
  </w:style>
  <w:style w:type="paragraph" w:styleId="Sangradetextonormal">
    <w:name w:val="Body Text Indent"/>
    <w:basedOn w:val="Normal"/>
    <w:rsid w:val="009A05BE"/>
    <w:pPr>
      <w:spacing w:after="120"/>
      <w:ind w:left="360"/>
    </w:pPr>
    <w:rPr>
      <w:lang w:val="es-MX"/>
    </w:rPr>
  </w:style>
  <w:style w:type="paragraph" w:styleId="Sangra2detindependiente">
    <w:name w:val="Body Text Indent 2"/>
    <w:basedOn w:val="Normal"/>
    <w:rsid w:val="009A05BE"/>
    <w:pPr>
      <w:spacing w:after="120" w:line="480" w:lineRule="auto"/>
      <w:ind w:left="360"/>
    </w:pPr>
    <w:rPr>
      <w:lang w:val="es-MX"/>
    </w:rPr>
  </w:style>
  <w:style w:type="paragraph" w:styleId="Sangra3detindependiente">
    <w:name w:val="Body Text Indent 3"/>
    <w:basedOn w:val="Normal"/>
    <w:rsid w:val="009A05BE"/>
    <w:pPr>
      <w:spacing w:after="120"/>
      <w:ind w:left="360"/>
    </w:pPr>
    <w:rPr>
      <w:sz w:val="16"/>
      <w:szCs w:val="16"/>
      <w:lang w:val="es-MX"/>
    </w:rPr>
  </w:style>
  <w:style w:type="character" w:styleId="Textoennegrita">
    <w:name w:val="Strong"/>
    <w:basedOn w:val="Fuentedeprrafopredeter"/>
    <w:qFormat/>
    <w:rsid w:val="009A05BE"/>
    <w:rPr>
      <w:b/>
    </w:rPr>
  </w:style>
  <w:style w:type="paragraph" w:customStyle="1" w:styleId="textoCar0">
    <w:name w:val="texto Car"/>
    <w:basedOn w:val="Normal"/>
    <w:link w:val="textoCarCar0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lang w:val="es-ES_tradnl" w:eastAsia="es-MX"/>
    </w:rPr>
  </w:style>
  <w:style w:type="character" w:customStyle="1" w:styleId="textoCarCar0">
    <w:name w:val="texto Car Car"/>
    <w:basedOn w:val="Fuentedeprrafopredeter"/>
    <w:link w:val="textoCar0"/>
    <w:rsid w:val="009A05BE"/>
    <w:rPr>
      <w:rFonts w:ascii="Arial" w:hAnsi="Arial" w:cs="Arial"/>
      <w:sz w:val="18"/>
      <w:szCs w:val="24"/>
      <w:lang w:val="es-ES_tradnl" w:eastAsia="es-MX" w:bidi="ar-SA"/>
    </w:rPr>
  </w:style>
  <w:style w:type="paragraph" w:customStyle="1" w:styleId="Anotacion">
    <w:name w:val="Anotacion"/>
    <w:basedOn w:val="Normal"/>
    <w:autoRedefine/>
    <w:rsid w:val="009A05BE"/>
    <w:pPr>
      <w:numPr>
        <w:numId w:val="1"/>
      </w:numPr>
      <w:spacing w:before="101" w:after="101" w:line="216" w:lineRule="exact"/>
      <w:ind w:firstLine="288"/>
      <w:jc w:val="center"/>
    </w:pPr>
    <w:rPr>
      <w:rFonts w:cs="Arial"/>
      <w:b/>
      <w:sz w:val="18"/>
      <w:szCs w:val="18"/>
      <w:lang w:eastAsia="es-MX"/>
    </w:rPr>
  </w:style>
  <w:style w:type="table" w:styleId="Tablaconcuadrcula">
    <w:name w:val="Table Grid"/>
    <w:basedOn w:val="Tablanormal"/>
    <w:rsid w:val="009A0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rsid w:val="009A05BE"/>
    <w:pPr>
      <w:spacing w:after="120" w:line="480" w:lineRule="auto"/>
    </w:pPr>
    <w:rPr>
      <w:lang w:val="es-MX"/>
    </w:rPr>
  </w:style>
  <w:style w:type="paragraph" w:customStyle="1" w:styleId="convoca">
    <w:name w:val="convoca"/>
    <w:basedOn w:val="Normal"/>
    <w:autoRedefine/>
    <w:rsid w:val="009A05BE"/>
    <w:pPr>
      <w:tabs>
        <w:tab w:val="left" w:pos="425"/>
      </w:tabs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Arial" w:hAnsi="Arial" w:cs="Arial"/>
      <w:sz w:val="18"/>
      <w:szCs w:val="18"/>
      <w:lang w:eastAsia="es-MX"/>
    </w:rPr>
  </w:style>
  <w:style w:type="paragraph" w:customStyle="1" w:styleId="TitConv">
    <w:name w:val="TitConv"/>
    <w:basedOn w:val="Normal"/>
    <w:rsid w:val="009A05BE"/>
    <w:pPr>
      <w:spacing w:line="240" w:lineRule="exact"/>
      <w:jc w:val="center"/>
    </w:pPr>
    <w:rPr>
      <w:b/>
      <w:caps/>
      <w:spacing w:val="-5"/>
      <w:sz w:val="28"/>
      <w:szCs w:val="20"/>
    </w:rPr>
  </w:style>
  <w:style w:type="paragraph" w:customStyle="1" w:styleId="textocar2">
    <w:name w:val="textocar"/>
    <w:basedOn w:val="Normal"/>
    <w:rsid w:val="009A05BE"/>
    <w:pPr>
      <w:spacing w:after="101" w:line="216" w:lineRule="atLeast"/>
      <w:ind w:firstLine="288"/>
      <w:jc w:val="both"/>
    </w:pPr>
    <w:rPr>
      <w:rFonts w:ascii="Arial" w:hAnsi="Arial" w:cs="Arial"/>
      <w:sz w:val="18"/>
      <w:szCs w:val="18"/>
    </w:rPr>
  </w:style>
  <w:style w:type="paragraph" w:styleId="Ttulo">
    <w:name w:val="Title"/>
    <w:basedOn w:val="Normal"/>
    <w:qFormat/>
    <w:rsid w:val="009A05BE"/>
    <w:pPr>
      <w:ind w:left="1440" w:hanging="1440"/>
      <w:jc w:val="center"/>
    </w:pPr>
    <w:rPr>
      <w:rFonts w:ascii="Arial" w:hAnsi="Arial" w:cs="Arial"/>
      <w:b/>
      <w:bCs/>
      <w:sz w:val="20"/>
      <w:u w:val="single"/>
      <w:lang w:val="es-MX" w:eastAsia="en-US"/>
    </w:rPr>
  </w:style>
  <w:style w:type="paragraph" w:styleId="Textodebloque">
    <w:name w:val="Block Text"/>
    <w:basedOn w:val="Normal"/>
    <w:rsid w:val="009A05BE"/>
    <w:pPr>
      <w:ind w:left="-1276" w:right="-1448"/>
    </w:pPr>
    <w:rPr>
      <w:rFonts w:ascii="Arial" w:hAnsi="Arial"/>
      <w:sz w:val="18"/>
      <w:szCs w:val="20"/>
      <w:lang w:val="en-US"/>
    </w:rPr>
  </w:style>
  <w:style w:type="paragraph" w:styleId="Textocomentario">
    <w:name w:val="annotation text"/>
    <w:basedOn w:val="Normal"/>
    <w:semiHidden/>
    <w:rsid w:val="009A05BE"/>
    <w:rPr>
      <w:sz w:val="20"/>
      <w:szCs w:val="20"/>
      <w:lang w:val="es-ES_tradnl"/>
    </w:rPr>
  </w:style>
  <w:style w:type="paragraph" w:customStyle="1" w:styleId="cmadrid">
    <w:name w:val="cmadrid"/>
    <w:basedOn w:val="Normal"/>
    <w:rsid w:val="009A05BE"/>
    <w:pPr>
      <w:jc w:val="both"/>
    </w:pPr>
    <w:rPr>
      <w:szCs w:val="20"/>
      <w:lang w:val="es-ES_tradnl"/>
    </w:rPr>
  </w:style>
  <w:style w:type="paragraph" w:customStyle="1" w:styleId="Nachovieta">
    <w:name w:val="Nacho viñeta"/>
    <w:basedOn w:val="Textoindependiente"/>
    <w:rsid w:val="009A05BE"/>
    <w:pPr>
      <w:numPr>
        <w:numId w:val="2"/>
      </w:numPr>
      <w:jc w:val="both"/>
    </w:pPr>
    <w:rPr>
      <w:rFonts w:ascii="Times New Roman" w:hAnsi="Times New Roman" w:cs="Times New Roman"/>
      <w:b w:val="0"/>
      <w:bCs w:val="0"/>
      <w:sz w:val="26"/>
      <w:szCs w:val="20"/>
      <w:lang w:val="es-ES_tradnl"/>
    </w:rPr>
  </w:style>
  <w:style w:type="paragraph" w:customStyle="1" w:styleId="texto1">
    <w:name w:val="texto"/>
    <w:basedOn w:val="Normal"/>
    <w:rsid w:val="009A05BE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convocav">
    <w:name w:val="convoca_vñ"/>
    <w:basedOn w:val="convoca"/>
    <w:autoRedefine/>
    <w:rsid w:val="009A05BE"/>
    <w:pPr>
      <w:numPr>
        <w:numId w:val="3"/>
      </w:numPr>
      <w:tabs>
        <w:tab w:val="left" w:pos="284"/>
      </w:tabs>
      <w:overflowPunct/>
      <w:autoSpaceDE/>
      <w:autoSpaceDN/>
      <w:adjustRightInd/>
      <w:textAlignment w:val="auto"/>
    </w:pPr>
    <w:rPr>
      <w:rFonts w:cs="Times New Roman"/>
      <w:lang w:eastAsia="es-ES"/>
    </w:rPr>
  </w:style>
  <w:style w:type="character" w:customStyle="1" w:styleId="INCISOCarCar">
    <w:name w:val="INCISO Car Car"/>
    <w:basedOn w:val="Fuentedeprrafopredeter"/>
    <w:link w:val="INCISOCar"/>
    <w:rsid w:val="009A05BE"/>
    <w:rPr>
      <w:rFonts w:ascii="Arial" w:hAnsi="Arial" w:cs="Arial"/>
      <w:sz w:val="18"/>
      <w:szCs w:val="18"/>
      <w:lang w:val="es-ES" w:eastAsia="es-ES" w:bidi="ar-SA"/>
    </w:rPr>
  </w:style>
  <w:style w:type="paragraph" w:customStyle="1" w:styleId="INCISOCar">
    <w:name w:val="INCISO Car"/>
    <w:basedOn w:val="Normal"/>
    <w:link w:val="INCISOCarCar"/>
    <w:rsid w:val="009A05BE"/>
    <w:pPr>
      <w:tabs>
        <w:tab w:val="left" w:pos="1080"/>
      </w:tabs>
      <w:spacing w:after="101" w:line="216" w:lineRule="exact"/>
      <w:ind w:left="1080" w:hanging="360"/>
      <w:jc w:val="both"/>
    </w:pPr>
    <w:rPr>
      <w:rFonts w:ascii="Arial" w:hAnsi="Arial" w:cs="Arial"/>
      <w:sz w:val="18"/>
      <w:szCs w:val="18"/>
    </w:rPr>
  </w:style>
  <w:style w:type="paragraph" w:customStyle="1" w:styleId="ROMVI0">
    <w:name w:val="ROMVIÑ"/>
    <w:basedOn w:val="ROMANOS"/>
    <w:rsid w:val="009A05BE"/>
    <w:pPr>
      <w:numPr>
        <w:numId w:val="4"/>
      </w:numPr>
    </w:pPr>
  </w:style>
  <w:style w:type="paragraph" w:customStyle="1" w:styleId="Estilo1">
    <w:name w:val="Estilo1"/>
    <w:basedOn w:val="Normal"/>
    <w:rsid w:val="009A05BE"/>
    <w:pPr>
      <w:numPr>
        <w:numId w:val="5"/>
      </w:numPr>
      <w:spacing w:after="101" w:line="216" w:lineRule="exact"/>
      <w:jc w:val="both"/>
    </w:pPr>
    <w:rPr>
      <w:rFonts w:ascii="Arial" w:hAnsi="Arial" w:cs="Arial"/>
      <w:b/>
      <w:sz w:val="18"/>
      <w:szCs w:val="18"/>
      <w:lang w:val="es-MX"/>
    </w:rPr>
  </w:style>
  <w:style w:type="paragraph" w:customStyle="1" w:styleId="ROMVI">
    <w:name w:val="ROMVI"/>
    <w:basedOn w:val="ROMANOS"/>
    <w:rsid w:val="009A05BE"/>
    <w:pPr>
      <w:numPr>
        <w:numId w:val="7"/>
      </w:numPr>
    </w:pPr>
    <w:rPr>
      <w:rFonts w:ascii="Symbol" w:hAnsi="Symbol"/>
      <w:lang w:val="es-MX"/>
    </w:rPr>
  </w:style>
  <w:style w:type="paragraph" w:customStyle="1" w:styleId="vinro">
    <w:name w:val="vinro"/>
    <w:basedOn w:val="ROMANOS"/>
    <w:rsid w:val="009A05BE"/>
    <w:pPr>
      <w:numPr>
        <w:numId w:val="6"/>
      </w:numPr>
    </w:pPr>
  </w:style>
  <w:style w:type="paragraph" w:customStyle="1" w:styleId="romab">
    <w:name w:val="romab"/>
    <w:basedOn w:val="ROMANOS"/>
    <w:rsid w:val="009A05BE"/>
    <w:pPr>
      <w:numPr>
        <w:numId w:val="9"/>
      </w:numPr>
    </w:pPr>
  </w:style>
  <w:style w:type="paragraph" w:customStyle="1" w:styleId="NUMRO">
    <w:name w:val="NUMRO"/>
    <w:basedOn w:val="NURO"/>
    <w:rsid w:val="009A05BE"/>
    <w:pPr>
      <w:numPr>
        <w:numId w:val="8"/>
      </w:numPr>
    </w:pPr>
  </w:style>
  <w:style w:type="paragraph" w:customStyle="1" w:styleId="NURO">
    <w:name w:val="NURO"/>
    <w:basedOn w:val="ROMANOS"/>
    <w:rsid w:val="009A05BE"/>
    <w:pPr>
      <w:tabs>
        <w:tab w:val="clear" w:pos="720"/>
      </w:tabs>
      <w:ind w:left="0" w:firstLine="0"/>
    </w:pPr>
  </w:style>
  <w:style w:type="paragraph" w:customStyle="1" w:styleId="PH">
    <w:name w:val="PH"/>
    <w:basedOn w:val="ROMANOS"/>
    <w:rsid w:val="009A05BE"/>
    <w:pPr>
      <w:numPr>
        <w:numId w:val="10"/>
      </w:numPr>
      <w:pBdr>
        <w:bottom w:val="single" w:sz="4" w:space="1" w:color="auto"/>
      </w:pBdr>
      <w:spacing w:line="216" w:lineRule="atLeast"/>
    </w:pPr>
    <w:rPr>
      <w:b/>
      <w:szCs w:val="20"/>
      <w:lang w:val="es-MX" w:eastAsia="es-MX"/>
    </w:rPr>
  </w:style>
  <w:style w:type="paragraph" w:customStyle="1" w:styleId="cabeza6">
    <w:name w:val="cabeza6"/>
    <w:basedOn w:val="Normal"/>
    <w:rsid w:val="009A05BE"/>
    <w:pPr>
      <w:pBdr>
        <w:top w:val="double" w:sz="6" w:space="1" w:color="auto"/>
        <w:bottom w:val="double" w:sz="6" w:space="1" w:color="auto"/>
      </w:pBdr>
      <w:tabs>
        <w:tab w:val="center" w:pos="720"/>
        <w:tab w:val="center" w:pos="2160"/>
        <w:tab w:val="center" w:pos="3510"/>
        <w:tab w:val="center" w:pos="5220"/>
        <w:tab w:val="center" w:pos="6570"/>
        <w:tab w:val="center" w:pos="8010"/>
      </w:tabs>
    </w:pPr>
    <w:rPr>
      <w:rFonts w:ascii="Arial" w:hAnsi="Arial" w:cs="Arial"/>
      <w:sz w:val="18"/>
      <w:szCs w:val="20"/>
      <w:lang w:val="es-ES_tradnl"/>
    </w:rPr>
  </w:style>
  <w:style w:type="paragraph" w:customStyle="1" w:styleId="psroma">
    <w:name w:val="psroma"/>
    <w:basedOn w:val="Normal"/>
    <w:rsid w:val="009A05BE"/>
    <w:pPr>
      <w:spacing w:after="101" w:line="216" w:lineRule="atLeast"/>
      <w:ind w:left="1440" w:hanging="720"/>
      <w:jc w:val="both"/>
    </w:pPr>
    <w:rPr>
      <w:rFonts w:ascii="Helv" w:hAnsi="Helv" w:cs="Helv"/>
      <w:sz w:val="22"/>
      <w:szCs w:val="20"/>
      <w:lang w:val="es-ES_tradnl"/>
    </w:rPr>
  </w:style>
  <w:style w:type="paragraph" w:customStyle="1" w:styleId="psinci">
    <w:name w:val="psinci"/>
    <w:basedOn w:val="psroma"/>
    <w:rsid w:val="009A05BE"/>
    <w:pPr>
      <w:ind w:left="2160"/>
    </w:pPr>
  </w:style>
  <w:style w:type="paragraph" w:styleId="Textonotapie">
    <w:name w:val="footnote text"/>
    <w:basedOn w:val="Normal"/>
    <w:semiHidden/>
    <w:rsid w:val="009A05BE"/>
    <w:pPr>
      <w:autoSpaceDE w:val="0"/>
      <w:autoSpaceDN w:val="0"/>
      <w:adjustRightInd w:val="0"/>
    </w:pPr>
    <w:rPr>
      <w:sz w:val="20"/>
      <w:szCs w:val="20"/>
      <w:lang w:val="es-MX" w:eastAsia="es-MX"/>
    </w:rPr>
  </w:style>
  <w:style w:type="paragraph" w:styleId="Subttulo">
    <w:name w:val="Subtitle"/>
    <w:basedOn w:val="Normal"/>
    <w:qFormat/>
    <w:rsid w:val="009A05BE"/>
    <w:pPr>
      <w:spacing w:before="480"/>
      <w:jc w:val="center"/>
    </w:pPr>
    <w:rPr>
      <w:b/>
      <w:bCs/>
      <w:i/>
      <w:iCs/>
    </w:rPr>
  </w:style>
  <w:style w:type="paragraph" w:customStyle="1" w:styleId="ContinuedTableLabe">
    <w:name w:val="Continued Table Labe"/>
    <w:basedOn w:val="Normal"/>
    <w:rsid w:val="009A05BE"/>
    <w:pPr>
      <w:overflowPunct w:val="0"/>
      <w:autoSpaceDE w:val="0"/>
      <w:autoSpaceDN w:val="0"/>
      <w:adjustRightInd w:val="0"/>
      <w:textAlignment w:val="baseline"/>
    </w:pPr>
    <w:rPr>
      <w:rFonts w:ascii="Times" w:hAnsi="Times"/>
      <w:b/>
      <w:sz w:val="22"/>
      <w:szCs w:val="20"/>
      <w:lang w:val="en-US"/>
    </w:rPr>
  </w:style>
  <w:style w:type="paragraph" w:customStyle="1" w:styleId="Textodebloque1">
    <w:name w:val="Texto de bloque1"/>
    <w:basedOn w:val="Normal"/>
    <w:rsid w:val="009A05BE"/>
    <w:rPr>
      <w:szCs w:val="20"/>
      <w:lang w:val="es-MX"/>
    </w:rPr>
  </w:style>
  <w:style w:type="character" w:styleId="Hipervnculo">
    <w:name w:val="Hyperlink"/>
    <w:basedOn w:val="Fuentedeprrafopredeter"/>
    <w:rsid w:val="00942E4C"/>
    <w:rPr>
      <w:color w:val="0000FF"/>
      <w:u w:val="single"/>
    </w:rPr>
  </w:style>
  <w:style w:type="character" w:styleId="Hipervnculovisitado">
    <w:name w:val="FollowedHyperlink"/>
    <w:basedOn w:val="Fuentedeprrafopredeter"/>
    <w:rsid w:val="00942E4C"/>
    <w:rPr>
      <w:color w:val="800080"/>
      <w:u w:val="single"/>
    </w:rPr>
  </w:style>
  <w:style w:type="paragraph" w:customStyle="1" w:styleId="font5">
    <w:name w:val="font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6">
    <w:name w:val="font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font7">
    <w:name w:val="font7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font8">
    <w:name w:val="font8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lang w:val="es-MX" w:eastAsia="es-MX"/>
    </w:rPr>
  </w:style>
  <w:style w:type="paragraph" w:customStyle="1" w:styleId="xl24">
    <w:name w:val="xl24"/>
    <w:basedOn w:val="Normal"/>
    <w:rsid w:val="00942E4C"/>
    <w:pPr>
      <w:spacing w:before="100" w:beforeAutospacing="1" w:after="100" w:afterAutospacing="1"/>
      <w:textAlignment w:val="top"/>
    </w:pPr>
    <w:rPr>
      <w:rFonts w:ascii="Verdana" w:hAnsi="Verdana"/>
      <w:b/>
      <w:bCs/>
      <w:lang w:val="es-MX" w:eastAsia="es-MX"/>
    </w:rPr>
  </w:style>
  <w:style w:type="paragraph" w:customStyle="1" w:styleId="xl25">
    <w:name w:val="xl2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26">
    <w:name w:val="xl2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6"/>
      <w:szCs w:val="26"/>
      <w:lang w:val="es-MX" w:eastAsia="es-MX"/>
    </w:rPr>
  </w:style>
  <w:style w:type="paragraph" w:customStyle="1" w:styleId="xl27">
    <w:name w:val="xl27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8">
    <w:name w:val="xl2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29">
    <w:name w:val="xl2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30">
    <w:name w:val="xl30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lang w:val="es-MX" w:eastAsia="es-MX"/>
    </w:rPr>
  </w:style>
  <w:style w:type="paragraph" w:customStyle="1" w:styleId="xl31">
    <w:name w:val="xl3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lang w:val="es-MX" w:eastAsia="es-MX"/>
    </w:rPr>
  </w:style>
  <w:style w:type="paragraph" w:customStyle="1" w:styleId="xl32">
    <w:name w:val="xl32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33">
    <w:name w:val="xl3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4">
    <w:name w:val="xl34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5">
    <w:name w:val="xl35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36">
    <w:name w:val="xl3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37">
    <w:name w:val="xl37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8">
    <w:name w:val="xl38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39">
    <w:name w:val="xl39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0">
    <w:name w:val="xl4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1">
    <w:name w:val="xl4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42">
    <w:name w:val="xl42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3">
    <w:name w:val="xl43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4">
    <w:name w:val="xl44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45">
    <w:name w:val="xl45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40"/>
      <w:szCs w:val="40"/>
      <w:lang w:val="es-MX" w:eastAsia="es-MX"/>
    </w:rPr>
  </w:style>
  <w:style w:type="paragraph" w:customStyle="1" w:styleId="xl46">
    <w:name w:val="xl4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47">
    <w:name w:val="xl4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color w:val="0000FF"/>
      <w:sz w:val="32"/>
      <w:szCs w:val="32"/>
      <w:u w:val="single"/>
      <w:lang w:val="es-MX" w:eastAsia="es-MX"/>
    </w:rPr>
  </w:style>
  <w:style w:type="paragraph" w:customStyle="1" w:styleId="xl48">
    <w:name w:val="xl4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49">
    <w:name w:val="xl4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0">
    <w:name w:val="xl50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color w:val="FF0000"/>
      <w:sz w:val="32"/>
      <w:szCs w:val="32"/>
      <w:lang w:val="es-MX" w:eastAsia="es-MX"/>
    </w:rPr>
  </w:style>
  <w:style w:type="paragraph" w:customStyle="1" w:styleId="xl51">
    <w:name w:val="xl51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2">
    <w:name w:val="xl5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53">
    <w:name w:val="xl53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4">
    <w:name w:val="xl5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55">
    <w:name w:val="xl55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56">
    <w:name w:val="xl56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57">
    <w:name w:val="xl57"/>
    <w:basedOn w:val="Normal"/>
    <w:rsid w:val="00942E4C"/>
    <w:pPr>
      <w:spacing w:before="100" w:beforeAutospacing="1" w:after="100" w:afterAutospacing="1"/>
    </w:pPr>
    <w:rPr>
      <w:lang w:val="es-MX" w:eastAsia="es-MX"/>
    </w:rPr>
  </w:style>
  <w:style w:type="paragraph" w:customStyle="1" w:styleId="xl58">
    <w:name w:val="xl5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59">
    <w:name w:val="xl5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0">
    <w:name w:val="xl60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u w:val="single"/>
      <w:lang w:val="es-MX" w:eastAsia="es-MX"/>
    </w:rPr>
  </w:style>
  <w:style w:type="paragraph" w:customStyle="1" w:styleId="xl61">
    <w:name w:val="xl61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62">
    <w:name w:val="xl62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3">
    <w:name w:val="xl6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4">
    <w:name w:val="xl6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5">
    <w:name w:val="xl6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66">
    <w:name w:val="xl66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sz w:val="36"/>
      <w:szCs w:val="36"/>
      <w:lang w:val="es-MX" w:eastAsia="es-MX"/>
    </w:rPr>
  </w:style>
  <w:style w:type="paragraph" w:customStyle="1" w:styleId="xl67">
    <w:name w:val="xl67"/>
    <w:basedOn w:val="Normal"/>
    <w:rsid w:val="00942E4C"/>
    <w:pPr>
      <w:spacing w:before="100" w:beforeAutospacing="1" w:after="100" w:afterAutospacing="1"/>
      <w:jc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68">
    <w:name w:val="xl68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69">
    <w:name w:val="xl69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70">
    <w:name w:val="xl70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1">
    <w:name w:val="xl7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2">
    <w:name w:val="xl72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3">
    <w:name w:val="xl73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4">
    <w:name w:val="xl74"/>
    <w:basedOn w:val="Normal"/>
    <w:rsid w:val="00942E4C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5">
    <w:name w:val="xl75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6">
    <w:name w:val="xl76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7">
    <w:name w:val="xl77"/>
    <w:basedOn w:val="Normal"/>
    <w:rsid w:val="00942E4C"/>
    <w:pPr>
      <w:spacing w:before="100" w:beforeAutospacing="1" w:after="100" w:afterAutospacing="1"/>
      <w:jc w:val="right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8">
    <w:name w:val="xl78"/>
    <w:basedOn w:val="Normal"/>
    <w:rsid w:val="00942E4C"/>
    <w:pPr>
      <w:spacing w:before="100" w:beforeAutospacing="1" w:after="100" w:afterAutospacing="1"/>
      <w:textAlignment w:val="top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79">
    <w:name w:val="xl79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0">
    <w:name w:val="xl8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81">
    <w:name w:val="xl81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82">
    <w:name w:val="xl8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83">
    <w:name w:val="xl83"/>
    <w:basedOn w:val="Normal"/>
    <w:rsid w:val="00942E4C"/>
    <w:pPr>
      <w:spacing w:before="100" w:beforeAutospacing="1" w:after="100" w:afterAutospacing="1"/>
    </w:pPr>
    <w:rPr>
      <w:sz w:val="36"/>
      <w:szCs w:val="36"/>
      <w:lang w:val="es-MX" w:eastAsia="es-MX"/>
    </w:rPr>
  </w:style>
  <w:style w:type="paragraph" w:customStyle="1" w:styleId="xl84">
    <w:name w:val="xl84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85">
    <w:name w:val="xl85"/>
    <w:basedOn w:val="Normal"/>
    <w:rsid w:val="00942E4C"/>
    <w:pPr>
      <w:spacing w:before="100" w:beforeAutospacing="1" w:after="100" w:afterAutospacing="1"/>
    </w:pPr>
    <w:rPr>
      <w:sz w:val="28"/>
      <w:szCs w:val="28"/>
      <w:lang w:val="es-MX" w:eastAsia="es-MX"/>
    </w:rPr>
  </w:style>
  <w:style w:type="paragraph" w:customStyle="1" w:styleId="xl86">
    <w:name w:val="xl86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87">
    <w:name w:val="xl87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88">
    <w:name w:val="xl88"/>
    <w:basedOn w:val="Normal"/>
    <w:rsid w:val="00942E4C"/>
    <w:pPr>
      <w:spacing w:before="100" w:beforeAutospacing="1" w:after="100" w:afterAutospacing="1"/>
    </w:pPr>
    <w:rPr>
      <w:color w:val="0000FF"/>
      <w:sz w:val="36"/>
      <w:szCs w:val="36"/>
      <w:u w:val="single"/>
      <w:lang w:val="es-MX" w:eastAsia="es-MX"/>
    </w:rPr>
  </w:style>
  <w:style w:type="paragraph" w:customStyle="1" w:styleId="xl89">
    <w:name w:val="xl89"/>
    <w:basedOn w:val="Normal"/>
    <w:rsid w:val="00942E4C"/>
    <w:pPr>
      <w:spacing w:before="100" w:beforeAutospacing="1" w:after="100" w:afterAutospacing="1"/>
      <w:jc w:val="both"/>
    </w:pPr>
    <w:rPr>
      <w:color w:val="0000FF"/>
      <w:sz w:val="32"/>
      <w:szCs w:val="32"/>
      <w:u w:val="single"/>
      <w:lang w:val="es-MX" w:eastAsia="es-MX"/>
    </w:rPr>
  </w:style>
  <w:style w:type="paragraph" w:customStyle="1" w:styleId="xl90">
    <w:name w:val="xl90"/>
    <w:basedOn w:val="Normal"/>
    <w:rsid w:val="00942E4C"/>
    <w:pPr>
      <w:spacing w:before="100" w:beforeAutospacing="1" w:after="100" w:afterAutospacing="1"/>
    </w:pPr>
    <w:rPr>
      <w:color w:val="0000FF"/>
      <w:u w:val="single"/>
      <w:lang w:val="es-MX" w:eastAsia="es-MX"/>
    </w:rPr>
  </w:style>
  <w:style w:type="paragraph" w:customStyle="1" w:styleId="xl91">
    <w:name w:val="xl91"/>
    <w:basedOn w:val="Normal"/>
    <w:rsid w:val="00942E4C"/>
    <w:pPr>
      <w:spacing w:before="100" w:beforeAutospacing="1" w:after="100" w:afterAutospacing="1"/>
    </w:pPr>
    <w:rPr>
      <w:color w:val="0000FF"/>
      <w:sz w:val="32"/>
      <w:szCs w:val="32"/>
      <w:u w:val="single"/>
      <w:lang w:val="es-MX" w:eastAsia="es-MX"/>
    </w:rPr>
  </w:style>
  <w:style w:type="paragraph" w:customStyle="1" w:styleId="xl92">
    <w:name w:val="xl92"/>
    <w:basedOn w:val="Normal"/>
    <w:rsid w:val="00942E4C"/>
    <w:pPr>
      <w:spacing w:before="100" w:beforeAutospacing="1" w:after="100" w:afterAutospacing="1"/>
    </w:pPr>
    <w:rPr>
      <w:i/>
      <w:iCs/>
      <w:sz w:val="36"/>
      <w:szCs w:val="36"/>
      <w:lang w:val="es-MX" w:eastAsia="es-MX"/>
    </w:rPr>
  </w:style>
  <w:style w:type="paragraph" w:customStyle="1" w:styleId="xl93">
    <w:name w:val="xl93"/>
    <w:basedOn w:val="Normal"/>
    <w:rsid w:val="00942E4C"/>
    <w:pPr>
      <w:spacing w:before="100" w:beforeAutospacing="1" w:after="100" w:afterAutospacing="1"/>
    </w:pPr>
    <w:rPr>
      <w:sz w:val="32"/>
      <w:szCs w:val="32"/>
      <w:lang w:val="es-MX" w:eastAsia="es-MX"/>
    </w:rPr>
  </w:style>
  <w:style w:type="paragraph" w:customStyle="1" w:styleId="xl94">
    <w:name w:val="xl94"/>
    <w:basedOn w:val="Normal"/>
    <w:rsid w:val="00942E4C"/>
    <w:pPr>
      <w:spacing w:before="100" w:beforeAutospacing="1" w:after="100" w:afterAutospacing="1"/>
      <w:jc w:val="both"/>
    </w:pPr>
    <w:rPr>
      <w:sz w:val="32"/>
      <w:szCs w:val="32"/>
      <w:lang w:val="es-MX" w:eastAsia="es-MX"/>
    </w:rPr>
  </w:style>
  <w:style w:type="paragraph" w:customStyle="1" w:styleId="xl95">
    <w:name w:val="xl95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28"/>
      <w:szCs w:val="28"/>
      <w:lang w:val="es-MX" w:eastAsia="es-MX"/>
    </w:rPr>
  </w:style>
  <w:style w:type="paragraph" w:customStyle="1" w:styleId="xl96">
    <w:name w:val="xl96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lang w:val="es-MX" w:eastAsia="es-MX"/>
    </w:rPr>
  </w:style>
  <w:style w:type="paragraph" w:customStyle="1" w:styleId="xl97">
    <w:name w:val="xl97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98">
    <w:name w:val="xl98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99">
    <w:name w:val="xl99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0000FF"/>
      <w:sz w:val="28"/>
      <w:szCs w:val="28"/>
      <w:u w:val="single"/>
      <w:lang w:val="es-MX" w:eastAsia="es-MX"/>
    </w:rPr>
  </w:style>
  <w:style w:type="paragraph" w:customStyle="1" w:styleId="xl100">
    <w:name w:val="xl100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color w:val="FF0000"/>
      <w:sz w:val="36"/>
      <w:szCs w:val="36"/>
      <w:lang w:val="es-MX" w:eastAsia="es-MX"/>
    </w:rPr>
  </w:style>
  <w:style w:type="paragraph" w:customStyle="1" w:styleId="xl101">
    <w:name w:val="xl101"/>
    <w:basedOn w:val="Normal"/>
    <w:rsid w:val="00942E4C"/>
    <w:pPr>
      <w:spacing w:before="100" w:beforeAutospacing="1" w:after="100" w:afterAutospacing="1"/>
    </w:pPr>
    <w:rPr>
      <w:rFonts w:ascii="Arial" w:hAnsi="Arial" w:cs="Arial"/>
      <w:color w:val="FF0000"/>
      <w:sz w:val="36"/>
      <w:szCs w:val="36"/>
      <w:lang w:val="es-MX" w:eastAsia="es-MX"/>
    </w:rPr>
  </w:style>
  <w:style w:type="paragraph" w:customStyle="1" w:styleId="xl102">
    <w:name w:val="xl10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3">
    <w:name w:val="xl103"/>
    <w:basedOn w:val="Normal"/>
    <w:rsid w:val="00942E4C"/>
    <w:pPr>
      <w:spacing w:before="100" w:beforeAutospacing="1" w:after="100" w:afterAutospacing="1"/>
    </w:pPr>
    <w:rPr>
      <w:rFonts w:ascii="Arial" w:hAnsi="Arial" w:cs="Arial"/>
      <w:lang w:val="es-MX" w:eastAsia="es-MX"/>
    </w:rPr>
  </w:style>
  <w:style w:type="paragraph" w:customStyle="1" w:styleId="xl104">
    <w:name w:val="xl104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28"/>
      <w:szCs w:val="28"/>
      <w:lang w:val="es-MX" w:eastAsia="es-MX"/>
    </w:rPr>
  </w:style>
  <w:style w:type="paragraph" w:customStyle="1" w:styleId="xl105">
    <w:name w:val="xl10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  <w:lang w:val="es-MX" w:eastAsia="es-MX"/>
    </w:rPr>
  </w:style>
  <w:style w:type="paragraph" w:customStyle="1" w:styleId="xl106">
    <w:name w:val="xl106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  <w:lang w:val="es-MX" w:eastAsia="es-MX"/>
    </w:rPr>
  </w:style>
  <w:style w:type="paragraph" w:customStyle="1" w:styleId="xl107">
    <w:name w:val="xl107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36"/>
      <w:szCs w:val="36"/>
      <w:lang w:val="es-MX" w:eastAsia="es-MX"/>
    </w:rPr>
  </w:style>
  <w:style w:type="paragraph" w:customStyle="1" w:styleId="xl108">
    <w:name w:val="xl108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09">
    <w:name w:val="xl109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0">
    <w:name w:val="xl110"/>
    <w:basedOn w:val="Normal"/>
    <w:rsid w:val="00942E4C"/>
    <w:pPr>
      <w:spacing w:before="100" w:beforeAutospacing="1" w:after="100" w:afterAutospacing="1"/>
    </w:pPr>
    <w:rPr>
      <w:color w:val="FF0000"/>
      <w:lang w:val="es-MX" w:eastAsia="es-MX"/>
    </w:rPr>
  </w:style>
  <w:style w:type="paragraph" w:customStyle="1" w:styleId="xl111">
    <w:name w:val="xl111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2">
    <w:name w:val="xl112"/>
    <w:basedOn w:val="Normal"/>
    <w:rsid w:val="00942E4C"/>
    <w:pPr>
      <w:spacing w:before="100" w:beforeAutospacing="1" w:after="100" w:afterAutospacing="1"/>
    </w:pPr>
    <w:rPr>
      <w:rFonts w:ascii="Arial" w:hAnsi="Arial" w:cs="Arial"/>
      <w:sz w:val="32"/>
      <w:szCs w:val="32"/>
      <w:lang w:val="es-MX" w:eastAsia="es-MX"/>
    </w:rPr>
  </w:style>
  <w:style w:type="paragraph" w:customStyle="1" w:styleId="xl113">
    <w:name w:val="xl113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4">
    <w:name w:val="xl114"/>
    <w:basedOn w:val="Normal"/>
    <w:rsid w:val="00942E4C"/>
    <w:pPr>
      <w:spacing w:before="100" w:beforeAutospacing="1" w:after="100" w:afterAutospacing="1"/>
    </w:pPr>
    <w:rPr>
      <w:rFonts w:ascii="Arial" w:hAnsi="Arial" w:cs="Arial"/>
      <w:i/>
      <w:iCs/>
      <w:sz w:val="32"/>
      <w:szCs w:val="32"/>
      <w:lang w:val="es-MX" w:eastAsia="es-MX"/>
    </w:rPr>
  </w:style>
  <w:style w:type="paragraph" w:customStyle="1" w:styleId="xl115">
    <w:name w:val="xl115"/>
    <w:basedOn w:val="Normal"/>
    <w:rsid w:val="00942E4C"/>
    <w:pPr>
      <w:spacing w:before="100" w:beforeAutospacing="1" w:after="100" w:afterAutospacing="1"/>
    </w:pPr>
    <w:rPr>
      <w:rFonts w:ascii="Arial" w:hAnsi="Arial" w:cs="Arial"/>
      <w:b/>
      <w:bCs/>
      <w:sz w:val="40"/>
      <w:szCs w:val="40"/>
      <w:lang w:val="es-MX" w:eastAsia="es-MX"/>
    </w:rPr>
  </w:style>
  <w:style w:type="paragraph" w:customStyle="1" w:styleId="xl116">
    <w:name w:val="xl116"/>
    <w:basedOn w:val="Normal"/>
    <w:rsid w:val="00942E4C"/>
    <w:pPr>
      <w:spacing w:before="100" w:beforeAutospacing="1" w:after="100" w:afterAutospacing="1"/>
      <w:jc w:val="both"/>
      <w:textAlignment w:val="top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17">
    <w:name w:val="xl117"/>
    <w:basedOn w:val="Normal"/>
    <w:rsid w:val="00942E4C"/>
    <w:pPr>
      <w:spacing w:before="100" w:beforeAutospacing="1" w:after="100" w:afterAutospacing="1"/>
      <w:jc w:val="both"/>
    </w:pPr>
    <w:rPr>
      <w:rFonts w:ascii="Arial" w:hAnsi="Arial" w:cs="Arial"/>
      <w:b/>
      <w:bCs/>
      <w:sz w:val="72"/>
      <w:szCs w:val="72"/>
      <w:lang w:val="es-MX" w:eastAsia="es-MX"/>
    </w:rPr>
  </w:style>
  <w:style w:type="paragraph" w:customStyle="1" w:styleId="xl118">
    <w:name w:val="xl118"/>
    <w:basedOn w:val="Normal"/>
    <w:rsid w:val="00942E4C"/>
    <w:pPr>
      <w:spacing w:before="100" w:beforeAutospacing="1" w:after="100" w:afterAutospacing="1"/>
      <w:jc w:val="both"/>
      <w:textAlignment w:val="top"/>
    </w:pPr>
    <w:rPr>
      <w:lang w:val="es-MX" w:eastAsia="es-MX"/>
    </w:rPr>
  </w:style>
  <w:style w:type="paragraph" w:customStyle="1" w:styleId="xl119">
    <w:name w:val="xl119"/>
    <w:basedOn w:val="Normal"/>
    <w:rsid w:val="00942E4C"/>
    <w:pPr>
      <w:spacing w:before="100" w:beforeAutospacing="1" w:after="100" w:afterAutospacing="1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0">
    <w:name w:val="xl120"/>
    <w:basedOn w:val="Normal"/>
    <w:rsid w:val="00942E4C"/>
    <w:pPr>
      <w:spacing w:before="100" w:beforeAutospacing="1" w:after="100" w:afterAutospacing="1"/>
      <w:textAlignment w:val="center"/>
    </w:pPr>
    <w:rPr>
      <w:lang w:val="es-MX" w:eastAsia="es-MX"/>
    </w:rPr>
  </w:style>
  <w:style w:type="paragraph" w:customStyle="1" w:styleId="xl121">
    <w:name w:val="xl121"/>
    <w:basedOn w:val="Normal"/>
    <w:rsid w:val="00942E4C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36"/>
      <w:szCs w:val="36"/>
      <w:lang w:val="es-MX" w:eastAsia="es-MX"/>
    </w:rPr>
  </w:style>
  <w:style w:type="paragraph" w:customStyle="1" w:styleId="xl122">
    <w:name w:val="xl122"/>
    <w:basedOn w:val="Normal"/>
    <w:rsid w:val="00942E4C"/>
    <w:pPr>
      <w:spacing w:before="100" w:beforeAutospacing="1" w:after="100" w:afterAutospacing="1"/>
      <w:jc w:val="both"/>
    </w:pPr>
    <w:rPr>
      <w:i/>
      <w:iCs/>
      <w:sz w:val="36"/>
      <w:szCs w:val="36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cretarias5\Datos%20de%20programa\Microsoft\Plantillas\MODE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F7E1A19F139A45A7EE802366060773" ma:contentTypeVersion="2" ma:contentTypeDescription="Crear nuevo documento." ma:contentTypeScope="" ma:versionID="fdde562dea4d19e18e44962db0733d80">
  <xsd:schema xmlns:xsd="http://www.w3.org/2001/XMLSchema" xmlns:xs="http://www.w3.org/2001/XMLSchema" xmlns:p="http://schemas.microsoft.com/office/2006/metadata/properties" xmlns:ns2="923b4485-3672-48b9-ab7c-7fbdb6e72846" targetNamespace="http://schemas.microsoft.com/office/2006/metadata/properties" ma:root="true" ma:fieldsID="732672b461deaca52bd711aff2284222" ns2:_="">
    <xsd:import namespace="923b4485-3672-48b9-ab7c-7fbdb6e72846"/>
    <xsd:element name="properties">
      <xsd:complexType>
        <xsd:sequence>
          <xsd:element name="documentManagement">
            <xsd:complexType>
              <xsd:all>
                <xsd:element ref="ns2:Fecha_x0020_Publicaci_x00f3_n"/>
                <xsd:element ref="ns2:Or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b4485-3672-48b9-ab7c-7fbdb6e72846" elementFormDefault="qualified">
    <xsd:import namespace="http://schemas.microsoft.com/office/2006/documentManagement/types"/>
    <xsd:import namespace="http://schemas.microsoft.com/office/infopath/2007/PartnerControls"/>
    <xsd:element name="Fecha_x0020_Publicaci_x00f3_n" ma:index="8" ma:displayName="Fecha Publicación" ma:format="DateOnly" ma:internalName="Fecha_x0020_Publicaci_x00f3_n">
      <xsd:simpleType>
        <xsd:restriction base="dms:DateTime"/>
      </xsd:simpleType>
    </xsd:element>
    <xsd:element name="Orden" ma:index="9" nillable="true" ma:displayName="Orden" ma:decimals="3" ma:indexed="true" ma:internalName="Orde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Publicaci_x00f3_n xmlns="923b4485-3672-48b9-ab7c-7fbdb6e72846">2006-12-18T06:00:00+00:00</Fecha_x0020_Publicaci_x00f3_n>
    <Orden xmlns="923b4485-3672-48b9-ab7c-7fbdb6e72846" xsi:nil="true"/>
  </documentManagement>
</p:properties>
</file>

<file path=customXml/itemProps1.xml><?xml version="1.0" encoding="utf-8"?>
<ds:datastoreItem xmlns:ds="http://schemas.openxmlformats.org/officeDocument/2006/customXml" ds:itemID="{9B4CDEE8-68F1-4A6D-8AFA-6B43106A56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FBF80-88C8-416E-BBD8-3C5EE4B9050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F342A49-B2DD-4177-B1BD-02FF2AA42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3b4485-3672-48b9-ab7c-7fbdb6e72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300766-534D-4AD4-89C1-8018944F9FA4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923b4485-3672-48b9-ab7c-7fbdb6e7284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MODELO.dot</Template>
  <TotalTime>1</TotalTime>
  <Pages>1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L Organismos de Integración</vt:lpstr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L Organismos de Integración</dc:title>
  <dc:creator>C.N.B.V.</dc:creator>
  <cp:lastModifiedBy>Reinoso Dueñas Lorenzo Rafael</cp:lastModifiedBy>
  <cp:revision>2</cp:revision>
  <cp:lastPrinted>2006-11-27T20:42:00Z</cp:lastPrinted>
  <dcterms:created xsi:type="dcterms:W3CDTF">2014-12-19T22:57:00Z</dcterms:created>
  <dcterms:modified xsi:type="dcterms:W3CDTF">2014-12-19T22:57:00Z</dcterms:modified>
</cp:coreProperties>
</file>